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26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94"/>
        <w:gridCol w:w="4102"/>
        <w:gridCol w:w="29"/>
        <w:gridCol w:w="1097"/>
        <w:gridCol w:w="8"/>
        <w:gridCol w:w="1548"/>
        <w:gridCol w:w="436"/>
        <w:gridCol w:w="1112"/>
      </w:tblGrid>
      <w:tr w:rsidR="00B85EB6" w14:paraId="47D66C28" w14:textId="77777777" w:rsidTr="00AC5802">
        <w:trPr>
          <w:cantSplit/>
          <w:trHeight w:hRule="exact" w:val="66"/>
        </w:trPr>
        <w:tc>
          <w:tcPr>
            <w:tcW w:w="10326" w:type="dxa"/>
            <w:gridSpan w:val="8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F7C1FA3" w14:textId="77777777" w:rsidR="00B85EB6" w:rsidRPr="00480666" w:rsidRDefault="00B85EB6" w:rsidP="002F1EAD">
            <w:pPr>
              <w:spacing w:before="120" w:after="120"/>
              <w:ind w:left="72"/>
              <w:rPr>
                <w:b/>
                <w:sz w:val="18"/>
                <w:szCs w:val="18"/>
              </w:rPr>
            </w:pPr>
          </w:p>
        </w:tc>
      </w:tr>
      <w:tr w:rsidR="00FC505F" w:rsidRPr="002614C2" w14:paraId="787DC44B" w14:textId="77777777" w:rsidTr="00E25B53">
        <w:trPr>
          <w:cantSplit/>
          <w:trHeight w:hRule="exact" w:val="1026"/>
        </w:trPr>
        <w:tc>
          <w:tcPr>
            <w:tcW w:w="10326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800205D" w14:textId="77777777" w:rsidR="002614C2" w:rsidRDefault="00AC5802" w:rsidP="00AC5802">
            <w:pPr>
              <w:widowControl w:val="0"/>
              <w:shd w:val="clear" w:color="auto" w:fill="BFBFBF"/>
              <w:tabs>
                <w:tab w:val="left" w:pos="3119"/>
                <w:tab w:val="right" w:pos="9923"/>
              </w:tabs>
              <w:spacing w:before="0"/>
              <w:ind w:left="-142" w:firstLine="142"/>
              <w:jc w:val="center"/>
              <w:rPr>
                <w:rFonts w:cs="Arial"/>
                <w:b/>
                <w:sz w:val="24"/>
                <w:szCs w:val="24"/>
              </w:rPr>
            </w:pPr>
            <w:r w:rsidRPr="00AC5802">
              <w:rPr>
                <w:rFonts w:cs="Arial"/>
                <w:b/>
                <w:sz w:val="24"/>
                <w:szCs w:val="24"/>
              </w:rPr>
              <w:t>Wir beantragen die Maßnahmezulassung nach SGB III / AZAV</w:t>
            </w:r>
          </w:p>
          <w:p w14:paraId="07E63D7F" w14:textId="77777777" w:rsidR="002614C2" w:rsidRPr="002614C2" w:rsidRDefault="00A44C60" w:rsidP="002614C2">
            <w:pPr>
              <w:widowControl w:val="0"/>
              <w:shd w:val="clear" w:color="auto" w:fill="BFBFBF"/>
              <w:tabs>
                <w:tab w:val="left" w:pos="3119"/>
                <w:tab w:val="right" w:pos="9923"/>
              </w:tabs>
              <w:spacing w:before="0" w:after="0"/>
              <w:ind w:left="-142" w:firstLine="142"/>
              <w:jc w:val="center"/>
              <w:rPr>
                <w:rFonts w:cs="Arial"/>
                <w:szCs w:val="22"/>
              </w:rPr>
            </w:pPr>
            <w:r w:rsidRPr="002614C2">
              <w:rPr>
                <w:rFonts w:cs="Arial"/>
                <w:szCs w:val="22"/>
              </w:rPr>
              <w:t>Den vollständig ausgefüllten und unterschriebenen</w:t>
            </w:r>
            <w:r w:rsidR="00AC5802" w:rsidRPr="002614C2">
              <w:rPr>
                <w:rFonts w:cs="Arial"/>
                <w:szCs w:val="22"/>
              </w:rPr>
              <w:t xml:space="preserve"> Antrag</w:t>
            </w:r>
            <w:r w:rsidR="00E25B53" w:rsidRPr="002614C2">
              <w:rPr>
                <w:rFonts w:cs="Arial"/>
                <w:szCs w:val="22"/>
              </w:rPr>
              <w:t xml:space="preserve"> </w:t>
            </w:r>
            <w:r w:rsidR="00147E21">
              <w:rPr>
                <w:rFonts w:cs="Arial"/>
                <w:szCs w:val="22"/>
              </w:rPr>
              <w:t>einschließlich der</w:t>
            </w:r>
            <w:r w:rsidR="00E25B53" w:rsidRPr="002614C2">
              <w:rPr>
                <w:rFonts w:cs="Arial"/>
                <w:szCs w:val="22"/>
              </w:rPr>
              <w:t xml:space="preserve"> </w:t>
            </w:r>
            <w:r w:rsidR="002614C2" w:rsidRPr="002614C2">
              <w:rPr>
                <w:rFonts w:cs="Arial"/>
                <w:szCs w:val="22"/>
              </w:rPr>
              <w:t xml:space="preserve">Anlagen </w:t>
            </w:r>
          </w:p>
          <w:p w14:paraId="26D1DCF9" w14:textId="77777777" w:rsidR="00AC5802" w:rsidRPr="002614C2" w:rsidRDefault="002614C2" w:rsidP="00AC5802">
            <w:pPr>
              <w:widowControl w:val="0"/>
              <w:shd w:val="clear" w:color="auto" w:fill="BFBFBF"/>
              <w:tabs>
                <w:tab w:val="left" w:pos="3119"/>
                <w:tab w:val="right" w:pos="9923"/>
              </w:tabs>
              <w:spacing w:before="0"/>
              <w:ind w:left="-142" w:firstLine="142"/>
              <w:jc w:val="center"/>
              <w:rPr>
                <w:rFonts w:cs="Arial"/>
                <w:szCs w:val="22"/>
              </w:rPr>
            </w:pPr>
            <w:r w:rsidRPr="002614C2">
              <w:rPr>
                <w:rFonts w:cs="Arial"/>
                <w:szCs w:val="22"/>
              </w:rPr>
              <w:t xml:space="preserve">bitte </w:t>
            </w:r>
            <w:r w:rsidR="00147E21">
              <w:rPr>
                <w:rFonts w:cs="Arial"/>
                <w:szCs w:val="22"/>
              </w:rPr>
              <w:t>aus</w:t>
            </w:r>
            <w:r w:rsidRPr="002614C2">
              <w:rPr>
                <w:rFonts w:cs="Arial"/>
                <w:szCs w:val="22"/>
              </w:rPr>
              <w:t xml:space="preserve">schließlich </w:t>
            </w:r>
            <w:r w:rsidR="00AC5802" w:rsidRPr="002614C2">
              <w:rPr>
                <w:rFonts w:cs="Arial"/>
                <w:szCs w:val="22"/>
              </w:rPr>
              <w:t xml:space="preserve">per Email an:  </w:t>
            </w:r>
            <w:hyperlink r:id="rId8" w:history="1">
              <w:r w:rsidR="00AC5802" w:rsidRPr="002614C2">
                <w:rPr>
                  <w:rFonts w:cs="Arial"/>
                  <w:b/>
                  <w:color w:val="0000FF"/>
                  <w:szCs w:val="22"/>
                  <w:u w:val="single"/>
                </w:rPr>
                <w:t>fks@de.tuv.com</w:t>
              </w:r>
            </w:hyperlink>
            <w:r w:rsidR="00147E21" w:rsidRPr="00147E21">
              <w:rPr>
                <w:rFonts w:cs="Arial"/>
                <w:szCs w:val="22"/>
              </w:rPr>
              <w:t xml:space="preserve"> </w:t>
            </w:r>
            <w:r w:rsidR="00147E21">
              <w:rPr>
                <w:rFonts w:cs="Arial"/>
                <w:szCs w:val="22"/>
              </w:rPr>
              <w:t>s</w:t>
            </w:r>
            <w:r w:rsidR="00147E21" w:rsidRPr="00147E21">
              <w:rPr>
                <w:rFonts w:cs="Arial"/>
                <w:szCs w:val="22"/>
              </w:rPr>
              <w:t>enden</w:t>
            </w:r>
            <w:r w:rsidR="00147E21">
              <w:rPr>
                <w:rFonts w:cs="Arial"/>
                <w:szCs w:val="22"/>
              </w:rPr>
              <w:t>.</w:t>
            </w:r>
          </w:p>
          <w:p w14:paraId="5C16F9E6" w14:textId="77777777" w:rsidR="00AC5802" w:rsidRPr="002614C2" w:rsidRDefault="00AC5802" w:rsidP="00AC5802">
            <w:pPr>
              <w:widowControl w:val="0"/>
              <w:shd w:val="clear" w:color="auto" w:fill="BFBFBF"/>
              <w:tabs>
                <w:tab w:val="left" w:pos="3119"/>
                <w:tab w:val="right" w:pos="9923"/>
              </w:tabs>
              <w:spacing w:before="0"/>
              <w:ind w:left="-142" w:firstLine="142"/>
              <w:jc w:val="center"/>
              <w:rPr>
                <w:b/>
              </w:rPr>
            </w:pPr>
          </w:p>
        </w:tc>
      </w:tr>
      <w:tr w:rsidR="00EF2F04" w:rsidRPr="00C45B5A" w14:paraId="46C32286" w14:textId="77777777" w:rsidTr="00902329">
        <w:trPr>
          <w:cantSplit/>
          <w:trHeight w:val="624"/>
        </w:trPr>
        <w:tc>
          <w:tcPr>
            <w:tcW w:w="19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14:paraId="0BE065FD" w14:textId="77777777" w:rsidR="00270671" w:rsidRDefault="00EF2F04" w:rsidP="00E25B53">
            <w:pPr>
              <w:spacing w:before="120" w:after="120"/>
              <w:ind w:right="-71"/>
              <w:jc w:val="left"/>
              <w:rPr>
                <w:b/>
                <w:sz w:val="18"/>
                <w:szCs w:val="18"/>
              </w:rPr>
            </w:pPr>
            <w:permStart w:id="595492736" w:edGrp="everyone" w:colFirst="1" w:colLast="1"/>
            <w:permStart w:id="779227915" w:edGrp="everyone" w:colFirst="3" w:colLast="3"/>
            <w:r w:rsidRPr="00064230">
              <w:rPr>
                <w:b/>
                <w:sz w:val="18"/>
                <w:szCs w:val="18"/>
              </w:rPr>
              <w:t>Bildungsträger:</w:t>
            </w:r>
            <w:r w:rsidR="00BC05FD">
              <w:rPr>
                <w:b/>
                <w:sz w:val="18"/>
                <w:szCs w:val="18"/>
              </w:rPr>
              <w:t xml:space="preserve"> </w:t>
            </w:r>
          </w:p>
          <w:p w14:paraId="3AB54E63" w14:textId="77777777" w:rsidR="00270671" w:rsidRPr="00064230" w:rsidRDefault="00270671" w:rsidP="00E25B53">
            <w:pPr>
              <w:spacing w:before="0"/>
              <w:ind w:right="-74"/>
              <w:jc w:val="left"/>
              <w:rPr>
                <w:b/>
                <w:sz w:val="18"/>
                <w:szCs w:val="18"/>
              </w:rPr>
            </w:pPr>
          </w:p>
        </w:tc>
        <w:permStart w:id="194775163" w:edGrp="everyone"/>
        <w:tc>
          <w:tcPr>
            <w:tcW w:w="4131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88CFDA3" w14:textId="0AD8A500" w:rsidR="00EF2F04" w:rsidRPr="00064230" w:rsidRDefault="00902329" w:rsidP="002F1EAD">
            <w:pPr>
              <w:spacing w:before="120" w:after="120"/>
              <w:ind w:left="72" w:right="-71"/>
              <w:jc w:val="left"/>
              <w:rPr>
                <w:b/>
                <w:sz w:val="18"/>
                <w:szCs w:val="18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194775163"/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14:paraId="33EB2F9B" w14:textId="77777777" w:rsidR="00EF2F04" w:rsidRPr="00064230" w:rsidRDefault="00E81309" w:rsidP="002F1EAD">
            <w:pPr>
              <w:spacing w:before="120" w:after="120"/>
              <w:ind w:right="-71"/>
              <w:jc w:val="left"/>
              <w:rPr>
                <w:b/>
                <w:sz w:val="18"/>
                <w:szCs w:val="18"/>
              </w:rPr>
            </w:pPr>
            <w:r w:rsidRPr="00064230">
              <w:rPr>
                <w:b/>
                <w:sz w:val="18"/>
                <w:szCs w:val="18"/>
              </w:rPr>
              <w:t>Ansprech</w:t>
            </w:r>
            <w:r>
              <w:rPr>
                <w:b/>
                <w:sz w:val="18"/>
                <w:szCs w:val="18"/>
              </w:rPr>
              <w:t>-</w:t>
            </w:r>
            <w:r w:rsidRPr="00064230">
              <w:rPr>
                <w:b/>
                <w:sz w:val="18"/>
                <w:szCs w:val="18"/>
              </w:rPr>
              <w:t>partner:</w:t>
            </w:r>
          </w:p>
        </w:tc>
        <w:permStart w:id="2059814292" w:edGrp="everyone"/>
        <w:tc>
          <w:tcPr>
            <w:tcW w:w="3096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auto"/>
          </w:tcPr>
          <w:p w14:paraId="608E1B88" w14:textId="516E99C2" w:rsidR="00EF2F04" w:rsidRPr="00064230" w:rsidRDefault="00902329" w:rsidP="002F1EAD">
            <w:pPr>
              <w:spacing w:before="120" w:after="120"/>
              <w:ind w:left="72" w:right="-71"/>
              <w:jc w:val="left"/>
              <w:rPr>
                <w:b/>
                <w:sz w:val="18"/>
                <w:szCs w:val="18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2059814292"/>
          </w:p>
        </w:tc>
      </w:tr>
      <w:tr w:rsidR="008948C3" w:rsidRPr="00C45B5A" w14:paraId="32B16304" w14:textId="77777777" w:rsidTr="00A85791">
        <w:trPr>
          <w:cantSplit/>
          <w:trHeight w:val="513"/>
        </w:trPr>
        <w:tc>
          <w:tcPr>
            <w:tcW w:w="19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14:paraId="47103AA8" w14:textId="77777777" w:rsidR="008948C3" w:rsidRPr="00064230" w:rsidRDefault="008948C3" w:rsidP="00E25B53">
            <w:pPr>
              <w:spacing w:before="120" w:after="120"/>
              <w:ind w:right="-71"/>
              <w:jc w:val="left"/>
              <w:rPr>
                <w:b/>
                <w:sz w:val="18"/>
                <w:szCs w:val="18"/>
              </w:rPr>
            </w:pPr>
            <w:permStart w:id="1680232365" w:edGrp="everyone" w:colFirst="1" w:colLast="1"/>
            <w:permStart w:id="621680184" w:edGrp="everyone" w:colFirst="3" w:colLast="3"/>
            <w:permEnd w:id="595492736"/>
            <w:permEnd w:id="779227915"/>
            <w:r w:rsidRPr="00064230">
              <w:rPr>
                <w:b/>
                <w:sz w:val="18"/>
                <w:szCs w:val="18"/>
              </w:rPr>
              <w:t>Str. , Nr.</w:t>
            </w:r>
            <w:r w:rsidR="00EF2F04" w:rsidRPr="00064230">
              <w:rPr>
                <w:b/>
                <w:sz w:val="18"/>
                <w:szCs w:val="18"/>
              </w:rPr>
              <w:t>:</w:t>
            </w:r>
          </w:p>
        </w:tc>
        <w:permStart w:id="1104502888" w:edGrp="everyone"/>
        <w:tc>
          <w:tcPr>
            <w:tcW w:w="413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54A71FEA" w14:textId="43068E5F" w:rsidR="008948C3" w:rsidRPr="00064230" w:rsidRDefault="00902329" w:rsidP="002F1EAD">
            <w:pPr>
              <w:spacing w:before="120" w:after="120"/>
              <w:ind w:left="72"/>
              <w:jc w:val="left"/>
              <w:rPr>
                <w:b/>
                <w:sz w:val="18"/>
                <w:szCs w:val="18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1104502888"/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14:paraId="2A802887" w14:textId="77777777" w:rsidR="008948C3" w:rsidRPr="00064230" w:rsidRDefault="00E81309" w:rsidP="002F1EAD">
            <w:pPr>
              <w:spacing w:before="120" w:after="120"/>
              <w:ind w:right="-71"/>
              <w:jc w:val="left"/>
              <w:rPr>
                <w:b/>
                <w:sz w:val="18"/>
                <w:szCs w:val="18"/>
              </w:rPr>
            </w:pPr>
            <w:r w:rsidRPr="00064230">
              <w:rPr>
                <w:b/>
                <w:sz w:val="18"/>
                <w:szCs w:val="18"/>
              </w:rPr>
              <w:t>Telefon:</w:t>
            </w:r>
          </w:p>
        </w:tc>
        <w:permStart w:id="1938037517" w:edGrp="everyone"/>
        <w:tc>
          <w:tcPr>
            <w:tcW w:w="3096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19F98B0" w14:textId="5B7238CA" w:rsidR="008948C3" w:rsidRPr="00064230" w:rsidRDefault="00902329" w:rsidP="002F1EAD">
            <w:pPr>
              <w:spacing w:before="120" w:after="120"/>
              <w:ind w:left="72"/>
              <w:jc w:val="left"/>
              <w:rPr>
                <w:b/>
                <w:sz w:val="18"/>
                <w:szCs w:val="18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1938037517"/>
          </w:p>
        </w:tc>
      </w:tr>
      <w:tr w:rsidR="00E81309" w:rsidRPr="00C45B5A" w14:paraId="40C0F1AB" w14:textId="77777777" w:rsidTr="00A85791">
        <w:trPr>
          <w:cantSplit/>
          <w:trHeight w:val="513"/>
        </w:trPr>
        <w:tc>
          <w:tcPr>
            <w:tcW w:w="19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14:paraId="5A306A71" w14:textId="77777777" w:rsidR="00E81309" w:rsidRPr="00064230" w:rsidRDefault="00E81309" w:rsidP="00E25B53">
            <w:pPr>
              <w:spacing w:before="120" w:after="120"/>
              <w:ind w:right="-71"/>
              <w:jc w:val="left"/>
              <w:rPr>
                <w:b/>
                <w:sz w:val="18"/>
                <w:szCs w:val="18"/>
              </w:rPr>
            </w:pPr>
            <w:permStart w:id="1961973491" w:edGrp="everyone" w:colFirst="1" w:colLast="1"/>
            <w:permStart w:id="154028049" w:edGrp="everyone" w:colFirst="3" w:colLast="3"/>
            <w:permEnd w:id="1680232365"/>
            <w:permEnd w:id="621680184"/>
            <w:r w:rsidRPr="00064230">
              <w:rPr>
                <w:b/>
                <w:sz w:val="18"/>
                <w:szCs w:val="18"/>
              </w:rPr>
              <w:t>PLZ , Ort:</w:t>
            </w:r>
          </w:p>
        </w:tc>
        <w:permStart w:id="1650355599" w:edGrp="everyone"/>
        <w:tc>
          <w:tcPr>
            <w:tcW w:w="413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E7050AA" w14:textId="2BAF4C5B" w:rsidR="00E81309" w:rsidRPr="00064230" w:rsidRDefault="00902329" w:rsidP="002F1EAD">
            <w:pPr>
              <w:spacing w:before="120" w:after="120"/>
              <w:ind w:left="72"/>
              <w:jc w:val="left"/>
              <w:rPr>
                <w:b/>
                <w:sz w:val="18"/>
                <w:szCs w:val="18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1650355599"/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14:paraId="05D3348C" w14:textId="77777777" w:rsidR="00E81309" w:rsidRPr="00064230" w:rsidRDefault="00E81309" w:rsidP="002F1EAD">
            <w:pPr>
              <w:spacing w:before="120" w:after="120"/>
              <w:ind w:right="-71"/>
              <w:jc w:val="left"/>
              <w:rPr>
                <w:b/>
                <w:sz w:val="18"/>
                <w:szCs w:val="18"/>
              </w:rPr>
            </w:pPr>
            <w:r w:rsidRPr="00064230">
              <w:rPr>
                <w:b/>
                <w:sz w:val="18"/>
                <w:szCs w:val="18"/>
              </w:rPr>
              <w:t>Homepage:</w:t>
            </w:r>
          </w:p>
        </w:tc>
        <w:permStart w:id="1417750952" w:edGrp="everyone"/>
        <w:tc>
          <w:tcPr>
            <w:tcW w:w="3096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2938779" w14:textId="367B24A9" w:rsidR="00E81309" w:rsidRPr="00064230" w:rsidRDefault="00902329" w:rsidP="002F1EAD">
            <w:pPr>
              <w:spacing w:before="120" w:after="120"/>
              <w:ind w:left="72"/>
              <w:jc w:val="left"/>
              <w:rPr>
                <w:b/>
                <w:sz w:val="18"/>
                <w:szCs w:val="18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1417750952"/>
          </w:p>
        </w:tc>
      </w:tr>
      <w:tr w:rsidR="00E81309" w:rsidRPr="00C45B5A" w14:paraId="3B0F5C53" w14:textId="77777777" w:rsidTr="00A85791">
        <w:trPr>
          <w:cantSplit/>
          <w:trHeight w:val="513"/>
        </w:trPr>
        <w:tc>
          <w:tcPr>
            <w:tcW w:w="199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14:paraId="4503F640" w14:textId="77777777" w:rsidR="00E81309" w:rsidRPr="00064230" w:rsidRDefault="00E81309" w:rsidP="00E25B53">
            <w:pPr>
              <w:spacing w:before="120" w:after="120"/>
              <w:ind w:right="-71"/>
              <w:jc w:val="left"/>
              <w:rPr>
                <w:b/>
                <w:sz w:val="18"/>
                <w:szCs w:val="18"/>
              </w:rPr>
            </w:pPr>
            <w:permStart w:id="1689524214" w:edGrp="everyone" w:colFirst="1" w:colLast="1"/>
            <w:permStart w:id="698961795" w:edGrp="everyone" w:colFirst="3" w:colLast="3"/>
            <w:permEnd w:id="1961973491"/>
            <w:permEnd w:id="154028049"/>
            <w:r>
              <w:rPr>
                <w:b/>
                <w:sz w:val="18"/>
                <w:szCs w:val="18"/>
              </w:rPr>
              <w:t>Träger ZN (01 600</w:t>
            </w:r>
            <w:r w:rsidR="003C4CAE">
              <w:rPr>
                <w:b/>
                <w:sz w:val="18"/>
                <w:szCs w:val="18"/>
              </w:rPr>
              <w:t>…</w:t>
            </w:r>
            <w:r>
              <w:rPr>
                <w:b/>
                <w:sz w:val="18"/>
                <w:szCs w:val="18"/>
              </w:rPr>
              <w:t>):</w:t>
            </w:r>
          </w:p>
        </w:tc>
        <w:permStart w:id="933460894" w:edGrp="everyone"/>
        <w:tc>
          <w:tcPr>
            <w:tcW w:w="4131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0AD9E1" w14:textId="2C85529C" w:rsidR="00E81309" w:rsidRPr="00064230" w:rsidRDefault="00902329" w:rsidP="002F1EAD">
            <w:pPr>
              <w:spacing w:before="120" w:after="120"/>
              <w:ind w:left="72"/>
              <w:jc w:val="left"/>
              <w:rPr>
                <w:b/>
                <w:sz w:val="18"/>
                <w:szCs w:val="18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933460894"/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14:paraId="6F556467" w14:textId="77777777" w:rsidR="00E81309" w:rsidRPr="00064230" w:rsidRDefault="00E81309" w:rsidP="003C4CAE">
            <w:pPr>
              <w:spacing w:before="120" w:after="120"/>
              <w:ind w:right="-71"/>
              <w:jc w:val="left"/>
              <w:rPr>
                <w:b/>
                <w:sz w:val="18"/>
                <w:szCs w:val="18"/>
              </w:rPr>
            </w:pPr>
            <w:r w:rsidRPr="00064230">
              <w:rPr>
                <w:b/>
                <w:sz w:val="18"/>
                <w:szCs w:val="18"/>
              </w:rPr>
              <w:t>Email:</w:t>
            </w:r>
          </w:p>
        </w:tc>
        <w:permStart w:id="1534215144" w:edGrp="everyone"/>
        <w:tc>
          <w:tcPr>
            <w:tcW w:w="3096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9F9B130" w14:textId="2DFA77B7" w:rsidR="00E81309" w:rsidRPr="00064230" w:rsidRDefault="00902329" w:rsidP="002F1EAD">
            <w:pPr>
              <w:spacing w:before="120" w:after="120"/>
              <w:ind w:left="72"/>
              <w:jc w:val="left"/>
              <w:rPr>
                <w:b/>
                <w:sz w:val="18"/>
                <w:szCs w:val="18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1534215144"/>
          </w:p>
        </w:tc>
      </w:tr>
      <w:permEnd w:id="1689524214"/>
      <w:permEnd w:id="698961795"/>
      <w:tr w:rsidR="00E81309" w:rsidRPr="00C45B5A" w14:paraId="3EAD5F97" w14:textId="77777777" w:rsidTr="00A85791">
        <w:trPr>
          <w:cantSplit/>
          <w:trHeight w:hRule="exact" w:val="478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14:paraId="5755A67B" w14:textId="77777777" w:rsidR="00147E21" w:rsidRDefault="00147E21" w:rsidP="00147E21">
            <w:pPr>
              <w:pStyle w:val="Listenabsatz"/>
              <w:spacing w:after="60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Wurde </w:t>
            </w:r>
            <w:r w:rsidR="00E81309" w:rsidRPr="00524AA8">
              <w:rPr>
                <w:sz w:val="16"/>
                <w:szCs w:val="16"/>
              </w:rPr>
              <w:t xml:space="preserve">der Antrag schon bei einer anderen </w:t>
            </w:r>
            <w:r w:rsidR="00536290" w:rsidRPr="00524AA8">
              <w:rPr>
                <w:sz w:val="16"/>
                <w:szCs w:val="16"/>
              </w:rPr>
              <w:t>Fachkundigen Stelle (</w:t>
            </w:r>
            <w:r w:rsidR="00E81309" w:rsidRPr="00524AA8">
              <w:rPr>
                <w:sz w:val="16"/>
                <w:szCs w:val="16"/>
              </w:rPr>
              <w:t>FKS</w:t>
            </w:r>
            <w:r w:rsidR="00536290" w:rsidRPr="00524AA8">
              <w:rPr>
                <w:sz w:val="16"/>
                <w:szCs w:val="16"/>
              </w:rPr>
              <w:t>)</w:t>
            </w:r>
            <w:r w:rsidR="00E81309" w:rsidRPr="00524AA8">
              <w:rPr>
                <w:sz w:val="16"/>
                <w:szCs w:val="16"/>
              </w:rPr>
              <w:t xml:space="preserve"> gestellt und abgelehnt?</w:t>
            </w:r>
          </w:p>
          <w:p w14:paraId="0BE09DB8" w14:textId="77777777" w:rsidR="00E81309" w:rsidRPr="000608AC" w:rsidRDefault="002D5DBB" w:rsidP="00147E21">
            <w:pPr>
              <w:pStyle w:val="Listenabsatz"/>
              <w:spacing w:after="60"/>
              <w:ind w:left="0"/>
              <w:contextualSpacing w:val="0"/>
              <w:rPr>
                <w:sz w:val="16"/>
                <w:szCs w:val="16"/>
              </w:rPr>
            </w:pPr>
            <w:r w:rsidRPr="00524AA8">
              <w:rPr>
                <w:sz w:val="16"/>
                <w:szCs w:val="16"/>
              </w:rPr>
              <w:t xml:space="preserve">Wenn </w:t>
            </w:r>
            <w:r w:rsidR="008F51B3" w:rsidRPr="00524AA8">
              <w:rPr>
                <w:b/>
                <w:sz w:val="16"/>
                <w:szCs w:val="16"/>
              </w:rPr>
              <w:t>j</w:t>
            </w:r>
            <w:r w:rsidRPr="00524AA8">
              <w:rPr>
                <w:sz w:val="16"/>
                <w:szCs w:val="16"/>
              </w:rPr>
              <w:t>a, bei welcher</w:t>
            </w:r>
            <w:r w:rsidR="00E81309" w:rsidRPr="00524AA8">
              <w:rPr>
                <w:sz w:val="16"/>
                <w:szCs w:val="16"/>
              </w:rPr>
              <w:t xml:space="preserve"> und warum (bitte </w:t>
            </w:r>
            <w:r w:rsidR="00147E21">
              <w:rPr>
                <w:sz w:val="16"/>
                <w:szCs w:val="16"/>
              </w:rPr>
              <w:t>auf gesondertem Blatt angeben).</w:t>
            </w:r>
          </w:p>
        </w:tc>
        <w:tc>
          <w:tcPr>
            <w:tcW w:w="3096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30F57F0" w14:textId="68A294E6" w:rsidR="00E81309" w:rsidRPr="00C35914" w:rsidRDefault="00E81309" w:rsidP="009C0356">
            <w:pPr>
              <w:spacing w:before="120" w:after="120"/>
              <w:ind w:left="72"/>
              <w:jc w:val="center"/>
              <w:rPr>
                <w:b/>
                <w:sz w:val="18"/>
                <w:szCs w:val="18"/>
              </w:rPr>
            </w:pPr>
            <w:r w:rsidRPr="00C35914">
              <w:rPr>
                <w:sz w:val="18"/>
                <w:szCs w:val="18"/>
              </w:rPr>
              <w:t>JA</w:t>
            </w:r>
            <w:r w:rsidR="009C0356">
              <w:rPr>
                <w:sz w:val="18"/>
                <w:szCs w:val="18"/>
              </w:rPr>
              <w:t xml:space="preserve"> </w:t>
            </w:r>
            <w:permStart w:id="1736983308" w:edGrp="everyone"/>
            <w:sdt>
              <w:sdtPr>
                <w:rPr>
                  <w:rFonts w:cs="Arial"/>
                  <w:sz w:val="24"/>
                  <w:szCs w:val="24"/>
                </w:rPr>
                <w:id w:val="-664943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32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permEnd w:id="1736983308"/>
            <w:r w:rsidRPr="009C0356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Pr="00C3591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9C0356">
              <w:rPr>
                <w:rFonts w:ascii="Times New Roman" w:hAnsi="Times New Roman"/>
                <w:color w:val="000000"/>
                <w:sz w:val="18"/>
                <w:szCs w:val="18"/>
              </w:rPr>
              <w:tab/>
              <w:t xml:space="preserve">      </w:t>
            </w:r>
            <w:r w:rsidRPr="00C35914">
              <w:rPr>
                <w:sz w:val="18"/>
                <w:szCs w:val="18"/>
              </w:rPr>
              <w:t xml:space="preserve">NEIN </w:t>
            </w:r>
            <w:sdt>
              <w:sdtPr>
                <w:rPr>
                  <w:rFonts w:cs="Arial"/>
                  <w:sz w:val="24"/>
                  <w:szCs w:val="24"/>
                </w:rPr>
                <w:id w:val="-1700621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984901422" w:edGrp="everyone"/>
                <w:r w:rsidR="0062009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  <w:permEnd w:id="1984901422"/>
              </w:sdtContent>
            </w:sdt>
          </w:p>
        </w:tc>
      </w:tr>
      <w:tr w:rsidR="00E81309" w:rsidRPr="00C45B5A" w14:paraId="463ECE14" w14:textId="77777777" w:rsidTr="00A85791">
        <w:trPr>
          <w:cantSplit/>
          <w:trHeight w:hRule="exact" w:val="446"/>
        </w:trPr>
        <w:tc>
          <w:tcPr>
            <w:tcW w:w="7230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14:paraId="1C38EFAF" w14:textId="77777777" w:rsidR="00E81309" w:rsidRPr="00064230" w:rsidRDefault="00E81309" w:rsidP="00147E21">
            <w:pPr>
              <w:pStyle w:val="Listenabsatz"/>
              <w:spacing w:after="60"/>
              <w:ind w:left="0"/>
              <w:rPr>
                <w:sz w:val="16"/>
                <w:szCs w:val="16"/>
              </w:rPr>
            </w:pPr>
            <w:r w:rsidRPr="00064230">
              <w:rPr>
                <w:sz w:val="16"/>
                <w:szCs w:val="16"/>
              </w:rPr>
              <w:t>Ist mit dieser Antragstellung ein Wechsel der hier beantragten Maßnahmen zur</w:t>
            </w:r>
            <w:r w:rsidR="00147E21">
              <w:rPr>
                <w:sz w:val="16"/>
                <w:szCs w:val="16"/>
              </w:rPr>
              <w:t xml:space="preserve"> </w:t>
            </w:r>
            <w:r w:rsidRPr="00064230">
              <w:rPr>
                <w:sz w:val="16"/>
                <w:szCs w:val="16"/>
              </w:rPr>
              <w:t>FKS T</w:t>
            </w:r>
            <w:r w:rsidR="002D5DBB">
              <w:rPr>
                <w:sz w:val="16"/>
                <w:szCs w:val="16"/>
              </w:rPr>
              <w:t xml:space="preserve">ÜV Rheinland Cert GmbH verbunden? Wenn ja, </w:t>
            </w:r>
            <w:r w:rsidR="002D5DBB" w:rsidRPr="00064230">
              <w:rPr>
                <w:sz w:val="16"/>
                <w:szCs w:val="16"/>
              </w:rPr>
              <w:t xml:space="preserve">bitte </w:t>
            </w:r>
            <w:r w:rsidR="00147E21">
              <w:rPr>
                <w:sz w:val="16"/>
                <w:szCs w:val="16"/>
              </w:rPr>
              <w:t>auf gesondertem Blatt angeben.</w:t>
            </w:r>
          </w:p>
        </w:tc>
        <w:tc>
          <w:tcPr>
            <w:tcW w:w="3096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F4FDF85" w14:textId="20CE80BB" w:rsidR="00E81309" w:rsidRPr="00C35914" w:rsidRDefault="00E81309" w:rsidP="002F1EAD">
            <w:pPr>
              <w:spacing w:before="120" w:after="120"/>
              <w:ind w:left="72"/>
              <w:jc w:val="center"/>
              <w:rPr>
                <w:sz w:val="18"/>
                <w:szCs w:val="18"/>
              </w:rPr>
            </w:pPr>
            <w:r w:rsidRPr="00C35914">
              <w:rPr>
                <w:sz w:val="18"/>
                <w:szCs w:val="18"/>
              </w:rPr>
              <w:t xml:space="preserve">JA </w:t>
            </w:r>
            <w:permStart w:id="2138012793" w:edGrp="everyone"/>
            <w:sdt>
              <w:sdtPr>
                <w:rPr>
                  <w:rFonts w:cs="Arial"/>
                  <w:sz w:val="24"/>
                  <w:szCs w:val="24"/>
                </w:rPr>
                <w:id w:val="-480774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32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permEnd w:id="2138012793"/>
            <w:r w:rsidRPr="00C3591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</w:t>
            </w:r>
            <w:r w:rsidRPr="00C35914">
              <w:rPr>
                <w:sz w:val="18"/>
                <w:szCs w:val="18"/>
              </w:rPr>
              <w:t xml:space="preserve">NEIN  </w:t>
            </w:r>
            <w:sdt>
              <w:sdtPr>
                <w:rPr>
                  <w:rFonts w:cs="Arial"/>
                  <w:sz w:val="24"/>
                  <w:szCs w:val="24"/>
                </w:rPr>
                <w:id w:val="-312788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265988323" w:edGrp="everyone"/>
                <w:r w:rsidR="0062009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  <w:permEnd w:id="1265988323"/>
              </w:sdtContent>
            </w:sdt>
          </w:p>
        </w:tc>
      </w:tr>
      <w:tr w:rsidR="00E81309" w:rsidRPr="00072181" w14:paraId="16B6AB4B" w14:textId="77777777" w:rsidTr="006C3557">
        <w:trPr>
          <w:cantSplit/>
          <w:trHeight w:hRule="exact" w:val="826"/>
        </w:trPr>
        <w:tc>
          <w:tcPr>
            <w:tcW w:w="7230" w:type="dxa"/>
            <w:gridSpan w:val="5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14:paraId="7274AA28" w14:textId="77777777" w:rsidR="00E81309" w:rsidRPr="00072181" w:rsidRDefault="00E81309" w:rsidP="00147E21">
            <w:pPr>
              <w:pStyle w:val="Listenabsatz"/>
              <w:spacing w:after="120"/>
              <w:ind w:left="0"/>
              <w:rPr>
                <w:sz w:val="16"/>
                <w:szCs w:val="16"/>
              </w:rPr>
            </w:pPr>
            <w:r w:rsidRPr="00072181">
              <w:rPr>
                <w:sz w:val="16"/>
                <w:szCs w:val="16"/>
              </w:rPr>
              <w:t>Wird mit diesem Antrag erst</w:t>
            </w:r>
            <w:r w:rsidR="00147E21">
              <w:rPr>
                <w:sz w:val="16"/>
                <w:szCs w:val="16"/>
              </w:rPr>
              <w:t>mals</w:t>
            </w:r>
            <w:r w:rsidRPr="00072181">
              <w:rPr>
                <w:sz w:val="16"/>
                <w:szCs w:val="16"/>
              </w:rPr>
              <w:t xml:space="preserve"> ein durch die Trägerzulassung noch nicht zugelassener Bereich mit neue</w:t>
            </w:r>
            <w:r w:rsidR="00147E21">
              <w:rPr>
                <w:sz w:val="16"/>
                <w:szCs w:val="16"/>
              </w:rPr>
              <w:t>r</w:t>
            </w:r>
            <w:r w:rsidRPr="00072181">
              <w:rPr>
                <w:sz w:val="16"/>
                <w:szCs w:val="16"/>
              </w:rPr>
              <w:t xml:space="preserve"> Zielsetzung </w:t>
            </w:r>
            <w:r w:rsidRPr="007A3E62">
              <w:rPr>
                <w:sz w:val="16"/>
                <w:szCs w:val="16"/>
              </w:rPr>
              <w:t xml:space="preserve">(bei Maßnahmen </w:t>
            </w:r>
            <w:r w:rsidR="006C3557" w:rsidRPr="007A3E62">
              <w:rPr>
                <w:sz w:val="16"/>
                <w:szCs w:val="16"/>
              </w:rPr>
              <w:t xml:space="preserve">der Aktivierung und beruflichen Eingliederung </w:t>
            </w:r>
            <w:r w:rsidRPr="007A3E62">
              <w:rPr>
                <w:sz w:val="16"/>
                <w:szCs w:val="16"/>
              </w:rPr>
              <w:t xml:space="preserve">nach § 45 SGB III) oder in einem neuen Wirtschaftszweig (bei Maßnahmen </w:t>
            </w:r>
            <w:r w:rsidR="00147E21">
              <w:rPr>
                <w:sz w:val="16"/>
                <w:szCs w:val="16"/>
              </w:rPr>
              <w:t>zur</w:t>
            </w:r>
            <w:r w:rsidRPr="007A3E62">
              <w:rPr>
                <w:sz w:val="16"/>
                <w:szCs w:val="16"/>
              </w:rPr>
              <w:t xml:space="preserve"> beruflichen Weiterbildung</w:t>
            </w:r>
            <w:r w:rsidR="006C3557" w:rsidRPr="007A3E62">
              <w:rPr>
                <w:sz w:val="16"/>
                <w:szCs w:val="16"/>
              </w:rPr>
              <w:t xml:space="preserve"> nach §§ 81, 82 SGB III</w:t>
            </w:r>
            <w:r w:rsidRPr="007A3E62">
              <w:rPr>
                <w:sz w:val="16"/>
                <w:szCs w:val="16"/>
              </w:rPr>
              <w:t xml:space="preserve">) </w:t>
            </w:r>
            <w:r w:rsidR="00147E21">
              <w:rPr>
                <w:sz w:val="16"/>
                <w:szCs w:val="16"/>
              </w:rPr>
              <w:t>beantragt</w:t>
            </w:r>
            <w:r w:rsidR="00874E46" w:rsidRPr="007A3E62">
              <w:rPr>
                <w:sz w:val="16"/>
                <w:szCs w:val="16"/>
              </w:rPr>
              <w:t>?</w:t>
            </w:r>
          </w:p>
        </w:tc>
        <w:tc>
          <w:tcPr>
            <w:tcW w:w="3096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B0B905" w14:textId="57EFE066" w:rsidR="00E81309" w:rsidRPr="00072181" w:rsidRDefault="00E81309" w:rsidP="002F1EAD">
            <w:pPr>
              <w:spacing w:before="120" w:after="120"/>
              <w:ind w:left="72"/>
              <w:jc w:val="center"/>
              <w:rPr>
                <w:b/>
                <w:sz w:val="18"/>
                <w:szCs w:val="18"/>
              </w:rPr>
            </w:pPr>
            <w:r w:rsidRPr="00072181">
              <w:rPr>
                <w:sz w:val="18"/>
                <w:szCs w:val="18"/>
              </w:rPr>
              <w:t xml:space="preserve">JA  </w:t>
            </w:r>
            <w:permStart w:id="2019049976" w:edGrp="everyone"/>
            <w:sdt>
              <w:sdtPr>
                <w:rPr>
                  <w:rFonts w:cs="Arial"/>
                  <w:sz w:val="24"/>
                  <w:szCs w:val="24"/>
                </w:rPr>
                <w:id w:val="24485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32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permEnd w:id="2019049976"/>
            <w:r w:rsidRPr="0007218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</w:t>
            </w:r>
            <w:r w:rsidRPr="00072181">
              <w:rPr>
                <w:sz w:val="18"/>
                <w:szCs w:val="18"/>
              </w:rPr>
              <w:t xml:space="preserve">NEIN  </w:t>
            </w:r>
            <w:sdt>
              <w:sdtPr>
                <w:rPr>
                  <w:rFonts w:cs="Arial"/>
                  <w:sz w:val="24"/>
                  <w:szCs w:val="24"/>
                </w:rPr>
                <w:id w:val="-2086591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951550872" w:edGrp="everyone"/>
                <w:r w:rsidR="0062009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  <w:permEnd w:id="1951550872"/>
              </w:sdtContent>
            </w:sdt>
          </w:p>
        </w:tc>
      </w:tr>
      <w:tr w:rsidR="006C3557" w:rsidRPr="001D2C4E" w14:paraId="3AAFE170" w14:textId="77777777" w:rsidTr="00DB3B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36"/>
        </w:trPr>
        <w:tc>
          <w:tcPr>
            <w:tcW w:w="10326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FBFBF"/>
          </w:tcPr>
          <w:p w14:paraId="78D611BE" w14:textId="77777777" w:rsidR="006C3557" w:rsidRDefault="006C3557" w:rsidP="00253E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 w:val="16"/>
                <w:szCs w:val="16"/>
              </w:rPr>
            </w:pPr>
            <w:r w:rsidRPr="00A44C60">
              <w:rPr>
                <w:rFonts w:cs="Arial"/>
                <w:b/>
                <w:sz w:val="20"/>
              </w:rPr>
              <w:t>Maßnahmen zur Aktivierung und beruflichen Eingliederung</w:t>
            </w:r>
            <w:r w:rsidR="0074462E">
              <w:rPr>
                <w:rFonts w:cs="Arial"/>
                <w:b/>
                <w:sz w:val="20"/>
              </w:rPr>
              <w:t xml:space="preserve"> (AVGS)</w:t>
            </w:r>
            <w:r w:rsidRPr="00072181">
              <w:rPr>
                <w:rFonts w:cs="Arial"/>
                <w:b/>
                <w:sz w:val="16"/>
                <w:szCs w:val="16"/>
              </w:rPr>
              <w:br/>
            </w:r>
            <w:r w:rsidRPr="00072181">
              <w:rPr>
                <w:rFonts w:cs="Arial"/>
                <w:sz w:val="16"/>
                <w:szCs w:val="16"/>
              </w:rPr>
              <w:t>§ 45 Abs. 1 S. 1 Nr. 1</w:t>
            </w:r>
            <w:r>
              <w:rPr>
                <w:rFonts w:cs="Arial"/>
                <w:sz w:val="16"/>
                <w:szCs w:val="16"/>
              </w:rPr>
              <w:t>, 4 und</w:t>
            </w:r>
            <w:r w:rsidRPr="00072181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5</w:t>
            </w:r>
            <w:r w:rsidRPr="00072181">
              <w:rPr>
                <w:rFonts w:cs="Arial"/>
                <w:sz w:val="16"/>
                <w:szCs w:val="16"/>
              </w:rPr>
              <w:t xml:space="preserve"> SGB III</w:t>
            </w:r>
          </w:p>
          <w:p w14:paraId="4773A5E3" w14:textId="77777777" w:rsidR="008D2DF7" w:rsidRPr="008D2DF7" w:rsidRDefault="008D2DF7" w:rsidP="00253E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§ 16 SGB II i.V.m. </w:t>
            </w:r>
            <w:r w:rsidRPr="00072181">
              <w:rPr>
                <w:rFonts w:cs="Arial"/>
                <w:sz w:val="16"/>
                <w:szCs w:val="16"/>
              </w:rPr>
              <w:t>§ 45 Abs. 1 S. 1 Nr. 1</w:t>
            </w:r>
            <w:r>
              <w:rPr>
                <w:rFonts w:cs="Arial"/>
                <w:sz w:val="16"/>
                <w:szCs w:val="16"/>
              </w:rPr>
              <w:t>, 4 und</w:t>
            </w:r>
            <w:r w:rsidRPr="00072181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5</w:t>
            </w:r>
            <w:r w:rsidRPr="00072181">
              <w:rPr>
                <w:rFonts w:cs="Arial"/>
                <w:sz w:val="16"/>
                <w:szCs w:val="16"/>
              </w:rPr>
              <w:t xml:space="preserve"> SGB III</w:t>
            </w:r>
          </w:p>
        </w:tc>
      </w:tr>
      <w:tr w:rsidR="00E25B53" w:rsidRPr="001D2C4E" w14:paraId="740B67A5" w14:textId="77777777" w:rsidTr="0027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hRule="exact" w:val="629"/>
        </w:trPr>
        <w:tc>
          <w:tcPr>
            <w:tcW w:w="6096" w:type="dxa"/>
            <w:gridSpan w:val="2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BFBFBF"/>
          </w:tcPr>
          <w:p w14:paraId="086855B7" w14:textId="77777777" w:rsidR="00E25B53" w:rsidRPr="00715419" w:rsidRDefault="006C3557" w:rsidP="006C355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A2A7A">
              <w:rPr>
                <w:rFonts w:cs="Arial"/>
                <w:b/>
                <w:color w:val="000000"/>
                <w:sz w:val="16"/>
                <w:szCs w:val="16"/>
              </w:rPr>
              <w:t>Anzahl</w:t>
            </w:r>
            <w:r w:rsidRPr="00715419">
              <w:rPr>
                <w:rFonts w:cs="Arial"/>
                <w:color w:val="000000"/>
                <w:sz w:val="16"/>
                <w:szCs w:val="16"/>
              </w:rPr>
              <w:t xml:space="preserve"> der eingereichten Maßnahmen</w:t>
            </w:r>
            <w:r>
              <w:rPr>
                <w:rFonts w:cs="Arial"/>
                <w:color w:val="000000"/>
                <w:sz w:val="16"/>
                <w:szCs w:val="16"/>
              </w:rPr>
              <w:t>, davon…(Dauer der Maßnahme)…</w:t>
            </w:r>
          </w:p>
        </w:tc>
        <w:tc>
          <w:tcPr>
            <w:tcW w:w="1126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BFBFBF"/>
          </w:tcPr>
          <w:p w14:paraId="25AD00A9" w14:textId="77777777" w:rsidR="00E25B53" w:rsidRPr="00715419" w:rsidRDefault="00E25B53" w:rsidP="0074462E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</w:t>
            </w:r>
            <w:r w:rsidRPr="00715419">
              <w:rPr>
                <w:rFonts w:cs="Arial"/>
                <w:color w:val="000000"/>
                <w:sz w:val="16"/>
                <w:szCs w:val="16"/>
              </w:rPr>
              <w:t>is zu</w:t>
            </w:r>
            <w:r w:rsidRPr="00715419">
              <w:rPr>
                <w:rFonts w:cs="Arial"/>
                <w:color w:val="000000"/>
                <w:sz w:val="16"/>
                <w:szCs w:val="16"/>
              </w:rPr>
              <w:br/>
              <w:t>4 Wochen</w:t>
            </w:r>
          </w:p>
        </w:tc>
        <w:tc>
          <w:tcPr>
            <w:tcW w:w="199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BFBFBF"/>
          </w:tcPr>
          <w:p w14:paraId="78FF0931" w14:textId="77777777" w:rsidR="00E25B53" w:rsidRPr="00715419" w:rsidRDefault="00E25B53" w:rsidP="0074462E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ü</w:t>
            </w:r>
            <w:r w:rsidRPr="00715419">
              <w:rPr>
                <w:rFonts w:cs="Arial"/>
                <w:color w:val="000000"/>
                <w:sz w:val="16"/>
                <w:szCs w:val="16"/>
              </w:rPr>
              <w:t xml:space="preserve">ber 4 Wochen bis </w:t>
            </w:r>
            <w:r w:rsidRPr="00715419">
              <w:rPr>
                <w:rFonts w:cs="Arial"/>
                <w:color w:val="000000"/>
                <w:sz w:val="16"/>
                <w:szCs w:val="16"/>
              </w:rPr>
              <w:br/>
              <w:t>einschließlich 6 Monate</w:t>
            </w:r>
          </w:p>
        </w:tc>
        <w:tc>
          <w:tcPr>
            <w:tcW w:w="111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BFBFBF"/>
          </w:tcPr>
          <w:p w14:paraId="6B1086AC" w14:textId="77777777" w:rsidR="00E25B53" w:rsidRPr="00715419" w:rsidRDefault="00E25B53" w:rsidP="0074462E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ü</w:t>
            </w:r>
            <w:r w:rsidRPr="00715419">
              <w:rPr>
                <w:rFonts w:cs="Arial"/>
                <w:color w:val="000000"/>
                <w:sz w:val="16"/>
                <w:szCs w:val="16"/>
              </w:rPr>
              <w:t xml:space="preserve">ber </w:t>
            </w:r>
            <w:r w:rsidRPr="00715419">
              <w:rPr>
                <w:rFonts w:cs="Arial"/>
                <w:color w:val="000000"/>
                <w:sz w:val="16"/>
                <w:szCs w:val="16"/>
              </w:rPr>
              <w:br/>
              <w:t>6 Monate</w:t>
            </w:r>
          </w:p>
        </w:tc>
      </w:tr>
      <w:tr w:rsidR="00C16E6B" w:rsidRPr="001D2C4E" w14:paraId="77FD338D" w14:textId="77777777" w:rsidTr="007D5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04"/>
        </w:trPr>
        <w:tc>
          <w:tcPr>
            <w:tcW w:w="609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BFBFBF"/>
          </w:tcPr>
          <w:p w14:paraId="74942C2F" w14:textId="77777777" w:rsidR="00C16E6B" w:rsidRPr="00EE3CBA" w:rsidRDefault="00C16E6B" w:rsidP="00E25B53">
            <w:pPr>
              <w:autoSpaceDE w:val="0"/>
              <w:autoSpaceDN w:val="0"/>
              <w:adjustRightInd w:val="0"/>
              <w:spacing w:after="240"/>
              <w:jc w:val="right"/>
              <w:rPr>
                <w:sz w:val="16"/>
                <w:szCs w:val="16"/>
              </w:rPr>
            </w:pPr>
            <w:permStart w:id="1851010220" w:edGrp="everyone" w:colFirst="2" w:colLast="2"/>
            <w:permStart w:id="1734496220" w:edGrp="everyone" w:colFirst="3" w:colLast="3"/>
            <w:permStart w:id="1001866195" w:edGrp="everyone" w:colFirst="1" w:colLast="1"/>
            <w:r w:rsidRPr="00715419">
              <w:rPr>
                <w:sz w:val="16"/>
                <w:szCs w:val="16"/>
              </w:rPr>
              <w:t>Maßnahmen zur Heranführung an den Ausbildungs- und Arbeitsmarkt</w:t>
            </w:r>
            <w:r w:rsidR="00951B54">
              <w:rPr>
                <w:sz w:val="16"/>
                <w:szCs w:val="16"/>
              </w:rPr>
              <w:t xml:space="preserve"> </w:t>
            </w:r>
            <w:r w:rsidR="00951B54" w:rsidRPr="00951B54">
              <w:rPr>
                <w:rFonts w:eastAsia="MS Mincho"/>
                <w:sz w:val="16"/>
              </w:rPr>
              <w:t>sowie Feststellung, Verringerung oder Beseitigung</w:t>
            </w:r>
            <w:r w:rsidR="00951B54">
              <w:rPr>
                <w:rFonts w:eastAsia="MS Mincho"/>
                <w:sz w:val="16"/>
              </w:rPr>
              <w:t xml:space="preserve"> von Vermittlungshemmnissen</w:t>
            </w:r>
          </w:p>
        </w:tc>
        <w:permStart w:id="1470447628" w:edGrp="everyone"/>
        <w:tc>
          <w:tcPr>
            <w:tcW w:w="112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700207" w14:textId="230B19D6" w:rsidR="00C16E6B" w:rsidRPr="007D5E17" w:rsidRDefault="00902329" w:rsidP="007D5E1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1470447628"/>
          </w:p>
        </w:tc>
        <w:permStart w:id="1540776354" w:edGrp="everyone"/>
        <w:tc>
          <w:tcPr>
            <w:tcW w:w="199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AC998" w14:textId="6F8B1BD2" w:rsidR="00C16E6B" w:rsidRPr="007D5E17" w:rsidRDefault="00902329" w:rsidP="007D5E1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1540776354"/>
          </w:p>
        </w:tc>
        <w:permStart w:id="500899815" w:edGrp="everyone"/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E49A38" w14:textId="1B274A17" w:rsidR="00C16E6B" w:rsidRPr="007D5E17" w:rsidRDefault="00902329" w:rsidP="007D5E1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500899815"/>
          </w:p>
        </w:tc>
      </w:tr>
      <w:tr w:rsidR="00902329" w:rsidRPr="001D2C4E" w14:paraId="3A56E0AA" w14:textId="77777777" w:rsidTr="007D5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04"/>
        </w:trPr>
        <w:tc>
          <w:tcPr>
            <w:tcW w:w="609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BFBFBF"/>
          </w:tcPr>
          <w:p w14:paraId="45B92CA5" w14:textId="547BFE75" w:rsidR="00902329" w:rsidRPr="00715419" w:rsidRDefault="00902329" w:rsidP="00902329">
            <w:pPr>
              <w:autoSpaceDE w:val="0"/>
              <w:autoSpaceDN w:val="0"/>
              <w:adjustRightInd w:val="0"/>
              <w:spacing w:after="240"/>
              <w:jc w:val="right"/>
              <w:rPr>
                <w:sz w:val="16"/>
                <w:szCs w:val="16"/>
              </w:rPr>
            </w:pPr>
            <w:permStart w:id="271519431" w:edGrp="everyone" w:colFirst="1" w:colLast="1"/>
            <w:permEnd w:id="1851010220"/>
            <w:permEnd w:id="1734496220"/>
            <w:permEnd w:id="1001866195"/>
            <w:r>
              <w:rPr>
                <w:sz w:val="16"/>
                <w:szCs w:val="16"/>
              </w:rPr>
              <w:t>Maßnahmen nach § 16k SGB III Ganzheitliche Betreuung (GaBe)</w:t>
            </w:r>
          </w:p>
        </w:tc>
        <w:permStart w:id="1081245135" w:edGrp="everyone"/>
        <w:tc>
          <w:tcPr>
            <w:tcW w:w="112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F2921A" w14:textId="13F773C0" w:rsidR="00902329" w:rsidRDefault="00902329" w:rsidP="0090232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1081245135"/>
          </w:p>
        </w:tc>
        <w:permStart w:id="974421195" w:edGrp="everyone"/>
        <w:tc>
          <w:tcPr>
            <w:tcW w:w="199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DBD951" w14:textId="47F1E2F6" w:rsidR="00902329" w:rsidRDefault="00902329" w:rsidP="0090232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974421195"/>
          </w:p>
        </w:tc>
        <w:permStart w:id="893673629" w:edGrp="everyone"/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2CEB97" w14:textId="371597C2" w:rsidR="00902329" w:rsidRDefault="00902329" w:rsidP="0090232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893673629"/>
          </w:p>
        </w:tc>
      </w:tr>
      <w:tr w:rsidR="00902329" w:rsidRPr="001D2C4E" w14:paraId="4E5C2795" w14:textId="77777777" w:rsidTr="007D5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04"/>
        </w:trPr>
        <w:tc>
          <w:tcPr>
            <w:tcW w:w="609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BFBFBF"/>
          </w:tcPr>
          <w:p w14:paraId="47AFA6ED" w14:textId="77777777" w:rsidR="00902329" w:rsidRPr="00EE3CBA" w:rsidRDefault="00902329" w:rsidP="00902329">
            <w:pPr>
              <w:autoSpaceDE w:val="0"/>
              <w:autoSpaceDN w:val="0"/>
              <w:adjustRightInd w:val="0"/>
              <w:spacing w:after="240"/>
              <w:jc w:val="right"/>
              <w:rPr>
                <w:sz w:val="16"/>
                <w:szCs w:val="16"/>
              </w:rPr>
            </w:pPr>
            <w:permStart w:id="1758427023" w:edGrp="everyone" w:colFirst="1" w:colLast="1"/>
            <w:permStart w:id="448338842" w:edGrp="everyone" w:colFirst="2" w:colLast="2"/>
            <w:permStart w:id="2029344015" w:edGrp="everyone" w:colFirst="3" w:colLast="3"/>
            <w:permEnd w:id="271519431"/>
            <w:r w:rsidRPr="00715419">
              <w:rPr>
                <w:sz w:val="16"/>
                <w:szCs w:val="16"/>
              </w:rPr>
              <w:t>Maßnahmen zur Heranführung an eine selbständige Tätigkeit</w:t>
            </w:r>
          </w:p>
        </w:tc>
        <w:permStart w:id="528092167" w:edGrp="everyone"/>
        <w:tc>
          <w:tcPr>
            <w:tcW w:w="112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A3B1EF" w14:textId="528698C7" w:rsidR="00902329" w:rsidRPr="007D5E17" w:rsidRDefault="00902329" w:rsidP="0090232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528092167"/>
          </w:p>
        </w:tc>
        <w:permStart w:id="1996098840" w:edGrp="everyone"/>
        <w:tc>
          <w:tcPr>
            <w:tcW w:w="199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EDDD83" w14:textId="2C7E3C17" w:rsidR="00902329" w:rsidRPr="007D5E17" w:rsidRDefault="00902329" w:rsidP="0090232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1996098840"/>
          </w:p>
        </w:tc>
        <w:permStart w:id="1836189938" w:edGrp="everyone"/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57D391" w14:textId="775724E1" w:rsidR="00902329" w:rsidRPr="007D5E17" w:rsidRDefault="00902329" w:rsidP="0090232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1836189938"/>
          </w:p>
        </w:tc>
      </w:tr>
      <w:tr w:rsidR="00902329" w:rsidRPr="001D2C4E" w14:paraId="61EA7918" w14:textId="77777777" w:rsidTr="007D5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2"/>
        </w:trPr>
        <w:tc>
          <w:tcPr>
            <w:tcW w:w="6096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14:paraId="40676B07" w14:textId="77777777" w:rsidR="00902329" w:rsidRPr="00715419" w:rsidRDefault="00902329" w:rsidP="00902329">
            <w:pPr>
              <w:keepLines/>
              <w:autoSpaceDE w:val="0"/>
              <w:autoSpaceDN w:val="0"/>
              <w:adjustRightInd w:val="0"/>
              <w:spacing w:after="240"/>
              <w:jc w:val="right"/>
              <w:rPr>
                <w:rFonts w:eastAsia="MS Mincho" w:cs="Arial"/>
                <w:color w:val="000000"/>
                <w:sz w:val="16"/>
                <w:szCs w:val="16"/>
              </w:rPr>
            </w:pPr>
            <w:permStart w:id="1259286312" w:edGrp="everyone" w:colFirst="1" w:colLast="1"/>
            <w:permStart w:id="1948269424" w:edGrp="everyone" w:colFirst="2" w:colLast="2"/>
            <w:permStart w:id="676674584" w:edGrp="everyone" w:colFirst="3" w:colLast="3"/>
            <w:permEnd w:id="1758427023"/>
            <w:permEnd w:id="448338842"/>
            <w:permEnd w:id="2029344015"/>
            <w:r w:rsidRPr="00715419">
              <w:rPr>
                <w:sz w:val="16"/>
                <w:szCs w:val="16"/>
              </w:rPr>
              <w:t>Maßnahmen zur Stabilisierung einer Beschäftigungsaufnahm</w:t>
            </w:r>
            <w:r>
              <w:rPr>
                <w:sz w:val="16"/>
                <w:szCs w:val="16"/>
              </w:rPr>
              <w:t>e</w:t>
            </w:r>
          </w:p>
        </w:tc>
        <w:permStart w:id="468339397" w:edGrp="everyone"/>
        <w:tc>
          <w:tcPr>
            <w:tcW w:w="1126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81B499" w14:textId="08C71335" w:rsidR="00902329" w:rsidRPr="00DB3BCC" w:rsidRDefault="00902329" w:rsidP="0090232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468339397"/>
          </w:p>
        </w:tc>
        <w:permStart w:id="1565342862" w:edGrp="everyone"/>
        <w:tc>
          <w:tcPr>
            <w:tcW w:w="1992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FA2F3E" w14:textId="1DBB90F7" w:rsidR="00902329" w:rsidRPr="007D5E17" w:rsidRDefault="00902329" w:rsidP="0090232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1565342862"/>
          </w:p>
        </w:tc>
        <w:permStart w:id="774327939" w:edGrp="everyone"/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F3394F" w14:textId="43DE5A99" w:rsidR="00902329" w:rsidRPr="007D5E17" w:rsidRDefault="00902329" w:rsidP="0090232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774327939"/>
          </w:p>
        </w:tc>
      </w:tr>
      <w:permEnd w:id="1259286312"/>
      <w:permEnd w:id="1948269424"/>
      <w:permEnd w:id="676674584"/>
      <w:tr w:rsidR="00902329" w:rsidRPr="001D2C4E" w14:paraId="329DDF43" w14:textId="77777777" w:rsidTr="007446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94"/>
        </w:trPr>
        <w:tc>
          <w:tcPr>
            <w:tcW w:w="6096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14:paraId="7B346F0C" w14:textId="77777777" w:rsidR="00902329" w:rsidRDefault="00902329" w:rsidP="00902329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  <w:r w:rsidRPr="00A44C60">
              <w:rPr>
                <w:rFonts w:cs="Arial"/>
                <w:b/>
                <w:color w:val="000000"/>
                <w:sz w:val="20"/>
              </w:rPr>
              <w:t xml:space="preserve">Maßnahmen der </w:t>
            </w:r>
            <w:r w:rsidRPr="00A44C60">
              <w:rPr>
                <w:rFonts w:cs="Arial"/>
                <w:b/>
                <w:sz w:val="20"/>
              </w:rPr>
              <w:t>Beruflichen Weiterbil</w:t>
            </w:r>
            <w:r>
              <w:rPr>
                <w:rFonts w:cs="Arial"/>
                <w:b/>
                <w:sz w:val="20"/>
              </w:rPr>
              <w:t xml:space="preserve">dung </w:t>
            </w:r>
            <w:r w:rsidRPr="00A44C60">
              <w:rPr>
                <w:rFonts w:cs="Arial"/>
                <w:b/>
                <w:sz w:val="20"/>
              </w:rPr>
              <w:t>(FbW)</w:t>
            </w:r>
          </w:p>
          <w:p w14:paraId="25951DB1" w14:textId="77777777" w:rsidR="00902329" w:rsidRDefault="00902329" w:rsidP="00902329">
            <w:pPr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  <w:r w:rsidRPr="007A3E62">
              <w:rPr>
                <w:rFonts w:cs="Arial"/>
                <w:sz w:val="16"/>
                <w:szCs w:val="16"/>
              </w:rPr>
              <w:t>nach §§ 81, 82 SGB III</w:t>
            </w:r>
          </w:p>
          <w:p w14:paraId="64A0CC5E" w14:textId="77777777" w:rsidR="00902329" w:rsidRPr="00715419" w:rsidRDefault="00902329" w:rsidP="0090232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nach § 16 SGB II i.V.m. § 81 SGB III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14:paraId="07CD0D6A" w14:textId="77777777" w:rsidR="00902329" w:rsidRDefault="00902329" w:rsidP="00902329">
            <w:pPr>
              <w:autoSpaceDE w:val="0"/>
              <w:autoSpaceDN w:val="0"/>
              <w:adjustRightInd w:val="0"/>
              <w:spacing w:before="0" w:after="0"/>
              <w:ind w:right="-282"/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  <w:p w14:paraId="60885820" w14:textId="77777777" w:rsidR="00902329" w:rsidRPr="00827428" w:rsidRDefault="00902329" w:rsidP="00902329">
            <w:pPr>
              <w:autoSpaceDE w:val="0"/>
              <w:autoSpaceDN w:val="0"/>
              <w:adjustRightInd w:val="0"/>
              <w:spacing w:after="0"/>
              <w:ind w:right="-284"/>
              <w:jc w:val="lef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27428">
              <w:rPr>
                <w:rFonts w:cs="Arial"/>
                <w:b/>
                <w:color w:val="000000"/>
                <w:sz w:val="16"/>
                <w:szCs w:val="16"/>
              </w:rPr>
              <w:t>Anzahl</w:t>
            </w:r>
          </w:p>
        </w:tc>
        <w:tc>
          <w:tcPr>
            <w:tcW w:w="3096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69A99B70" w14:textId="77777777" w:rsidR="00902329" w:rsidRPr="003C4CAE" w:rsidRDefault="00902329" w:rsidP="0090232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  <w:p w14:paraId="2ABD1365" w14:textId="77777777" w:rsidR="00902329" w:rsidRPr="00715419" w:rsidRDefault="00902329" w:rsidP="0090232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4462E">
              <w:rPr>
                <w:rFonts w:cs="Arial"/>
                <w:b/>
                <w:color w:val="000000"/>
                <w:sz w:val="16"/>
                <w:shd w:val="clear" w:color="auto" w:fill="D9D9D9" w:themeFill="background1" w:themeFillShade="D9"/>
              </w:rPr>
              <w:t>davon Anzahl</w:t>
            </w:r>
          </w:p>
        </w:tc>
      </w:tr>
      <w:tr w:rsidR="00902329" w:rsidRPr="001D2C4E" w14:paraId="3C4A9FB5" w14:textId="77777777" w:rsidTr="007446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429"/>
        </w:trPr>
        <w:tc>
          <w:tcPr>
            <w:tcW w:w="6096" w:type="dxa"/>
            <w:gridSpan w:val="2"/>
            <w:vMerge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/>
          </w:tcPr>
          <w:p w14:paraId="6D8AD172" w14:textId="77777777" w:rsidR="00902329" w:rsidRDefault="00902329" w:rsidP="00902329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9206E4" w14:textId="77777777" w:rsidR="00902329" w:rsidRDefault="00902329" w:rsidP="0090232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4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A1F11B3" w14:textId="77777777" w:rsidR="00902329" w:rsidRPr="00715419" w:rsidRDefault="00902329" w:rsidP="00902329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bis </w:t>
            </w:r>
            <w:r w:rsidRPr="00715419">
              <w:rPr>
                <w:rFonts w:cs="Arial"/>
                <w:color w:val="000000"/>
                <w:sz w:val="16"/>
                <w:szCs w:val="16"/>
              </w:rPr>
              <w:t>6 Monate</w:t>
            </w:r>
          </w:p>
        </w:tc>
        <w:tc>
          <w:tcPr>
            <w:tcW w:w="1548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74F6D4B2" w14:textId="77777777" w:rsidR="00902329" w:rsidRPr="00715419" w:rsidRDefault="00902329" w:rsidP="00902329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ü</w:t>
            </w:r>
            <w:r w:rsidRPr="00715419">
              <w:rPr>
                <w:rFonts w:cs="Arial"/>
                <w:color w:val="000000"/>
                <w:sz w:val="16"/>
                <w:szCs w:val="16"/>
              </w:rPr>
              <w:t>ber 6 Monate</w:t>
            </w:r>
          </w:p>
        </w:tc>
      </w:tr>
      <w:tr w:rsidR="00902329" w:rsidRPr="001D2C4E" w14:paraId="6FAE9A20" w14:textId="77777777" w:rsidTr="000625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404"/>
        </w:trPr>
        <w:tc>
          <w:tcPr>
            <w:tcW w:w="609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/>
          </w:tcPr>
          <w:p w14:paraId="15DDC417" w14:textId="77777777" w:rsidR="00902329" w:rsidRDefault="00902329" w:rsidP="00902329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sz w:val="16"/>
                <w:szCs w:val="16"/>
              </w:rPr>
            </w:pPr>
            <w:permStart w:id="935866895" w:edGrp="everyone" w:colFirst="1" w:colLast="1"/>
            <w:permStart w:id="1894258878" w:edGrp="everyone" w:colFirst="2" w:colLast="2"/>
            <w:permStart w:id="359743886" w:edGrp="everyone" w:colFirst="3" w:colLast="3"/>
            <w:r>
              <w:rPr>
                <w:rFonts w:cs="Arial"/>
                <w:sz w:val="16"/>
                <w:szCs w:val="16"/>
              </w:rPr>
              <w:t>gewerblich-technisch</w:t>
            </w:r>
          </w:p>
          <w:p w14:paraId="77B857F4" w14:textId="77777777" w:rsidR="00902329" w:rsidRPr="00715419" w:rsidRDefault="00902329" w:rsidP="00902329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sz w:val="16"/>
                <w:szCs w:val="16"/>
              </w:rPr>
            </w:pPr>
          </w:p>
        </w:tc>
        <w:permStart w:id="1220740300" w:edGrp="everyone"/>
        <w:tc>
          <w:tcPr>
            <w:tcW w:w="1134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6133548" w14:textId="2276DCA8" w:rsidR="00902329" w:rsidRPr="007D5E17" w:rsidRDefault="00902329" w:rsidP="0090232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1220740300"/>
          </w:p>
        </w:tc>
        <w:permStart w:id="772026148" w:edGrp="everyone"/>
        <w:tc>
          <w:tcPr>
            <w:tcW w:w="154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EFFEEB" w14:textId="14AEF081" w:rsidR="00902329" w:rsidRPr="007D5E17" w:rsidRDefault="00902329" w:rsidP="0090232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772026148"/>
          </w:p>
        </w:tc>
        <w:permStart w:id="1566584406" w:edGrp="everyone"/>
        <w:tc>
          <w:tcPr>
            <w:tcW w:w="1548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136FA2" w14:textId="69B88135" w:rsidR="00902329" w:rsidRPr="007D5E17" w:rsidRDefault="00902329" w:rsidP="0090232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1566584406"/>
          </w:p>
        </w:tc>
      </w:tr>
      <w:tr w:rsidR="00902329" w:rsidRPr="001D2C4E" w14:paraId="24070B23" w14:textId="77777777" w:rsidTr="00162C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404"/>
        </w:trPr>
        <w:tc>
          <w:tcPr>
            <w:tcW w:w="609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/>
          </w:tcPr>
          <w:p w14:paraId="185BBCA2" w14:textId="77777777" w:rsidR="00902329" w:rsidRDefault="00902329" w:rsidP="00902329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sz w:val="16"/>
                <w:szCs w:val="16"/>
              </w:rPr>
            </w:pPr>
            <w:permStart w:id="1255945494" w:edGrp="everyone" w:colFirst="1" w:colLast="1"/>
            <w:permStart w:id="1302341112" w:edGrp="everyone" w:colFirst="2" w:colLast="2"/>
            <w:permStart w:id="607991138" w:edGrp="everyone" w:colFirst="3" w:colLast="3"/>
            <w:permEnd w:id="935866895"/>
            <w:permEnd w:id="1894258878"/>
            <w:permEnd w:id="359743886"/>
            <w:r>
              <w:rPr>
                <w:rFonts w:cs="Arial"/>
                <w:sz w:val="16"/>
                <w:szCs w:val="16"/>
              </w:rPr>
              <w:t>kaufmännisch</w:t>
            </w:r>
          </w:p>
          <w:p w14:paraId="126041D6" w14:textId="77777777" w:rsidR="00902329" w:rsidRPr="00715419" w:rsidRDefault="00902329" w:rsidP="00902329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sz w:val="16"/>
                <w:szCs w:val="16"/>
              </w:rPr>
            </w:pPr>
          </w:p>
        </w:tc>
        <w:permStart w:id="791875241" w:edGrp="everyone"/>
        <w:tc>
          <w:tcPr>
            <w:tcW w:w="1134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1CA5DF3" w14:textId="65795E78" w:rsidR="00902329" w:rsidRDefault="00902329" w:rsidP="00902329">
            <w:pPr>
              <w:jc w:val="center"/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791875241"/>
          </w:p>
        </w:tc>
        <w:permStart w:id="249582791" w:edGrp="everyone"/>
        <w:tc>
          <w:tcPr>
            <w:tcW w:w="154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82F764" w14:textId="4CF83D2B" w:rsidR="00902329" w:rsidRDefault="00902329" w:rsidP="00902329">
            <w:pPr>
              <w:jc w:val="center"/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249582791"/>
          </w:p>
        </w:tc>
        <w:permStart w:id="258606723" w:edGrp="everyone"/>
        <w:tc>
          <w:tcPr>
            <w:tcW w:w="1548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596F14" w14:textId="03D959A2" w:rsidR="00902329" w:rsidRDefault="00902329" w:rsidP="00902329">
            <w:pPr>
              <w:jc w:val="center"/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258606723"/>
          </w:p>
        </w:tc>
      </w:tr>
      <w:tr w:rsidR="00902329" w:rsidRPr="001D2C4E" w14:paraId="66B902EB" w14:textId="77777777" w:rsidTr="00FE0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404"/>
        </w:trPr>
        <w:tc>
          <w:tcPr>
            <w:tcW w:w="609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/>
          </w:tcPr>
          <w:p w14:paraId="3D431262" w14:textId="77777777" w:rsidR="00902329" w:rsidRDefault="00902329" w:rsidP="00902329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sz w:val="16"/>
                <w:szCs w:val="16"/>
              </w:rPr>
            </w:pPr>
            <w:permStart w:id="328367135" w:edGrp="everyone" w:colFirst="1" w:colLast="1"/>
            <w:permStart w:id="1291020827" w:edGrp="everyone" w:colFirst="2" w:colLast="2"/>
            <w:permStart w:id="1243955709" w:edGrp="everyone" w:colFirst="3" w:colLast="3"/>
            <w:permEnd w:id="1255945494"/>
            <w:permEnd w:id="1302341112"/>
            <w:permEnd w:id="607991138"/>
            <w:r w:rsidRPr="00715419">
              <w:rPr>
                <w:rFonts w:cs="Arial"/>
                <w:sz w:val="16"/>
                <w:szCs w:val="16"/>
              </w:rPr>
              <w:t xml:space="preserve">unternehmensbezogene Dienstleistungen </w:t>
            </w:r>
          </w:p>
          <w:p w14:paraId="51251D2E" w14:textId="77777777" w:rsidR="00902329" w:rsidRPr="00715419" w:rsidRDefault="00902329" w:rsidP="00902329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sz w:val="16"/>
                <w:szCs w:val="16"/>
              </w:rPr>
            </w:pPr>
          </w:p>
        </w:tc>
        <w:permStart w:id="1550677408" w:edGrp="everyone"/>
        <w:tc>
          <w:tcPr>
            <w:tcW w:w="1134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7DD56EA" w14:textId="1959951B" w:rsidR="00902329" w:rsidRDefault="00902329" w:rsidP="00902329">
            <w:pPr>
              <w:jc w:val="center"/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1550677408"/>
          </w:p>
        </w:tc>
        <w:permStart w:id="1296910102" w:edGrp="everyone"/>
        <w:tc>
          <w:tcPr>
            <w:tcW w:w="154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5C0363" w14:textId="3AA37487" w:rsidR="00902329" w:rsidRDefault="00902329" w:rsidP="00902329">
            <w:pPr>
              <w:jc w:val="center"/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1296910102"/>
          </w:p>
        </w:tc>
        <w:permStart w:id="1454841809" w:edGrp="everyone"/>
        <w:tc>
          <w:tcPr>
            <w:tcW w:w="1548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A9F2A" w14:textId="7CD20E0A" w:rsidR="00902329" w:rsidRDefault="00902329" w:rsidP="00902329">
            <w:pPr>
              <w:jc w:val="center"/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1454841809"/>
          </w:p>
        </w:tc>
      </w:tr>
      <w:tr w:rsidR="00902329" w:rsidRPr="001D2C4E" w14:paraId="1077B9FC" w14:textId="77777777" w:rsidTr="004958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404"/>
        </w:trPr>
        <w:tc>
          <w:tcPr>
            <w:tcW w:w="6096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62B1EA74" w14:textId="77777777" w:rsidR="00902329" w:rsidRDefault="00902329" w:rsidP="00902329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sz w:val="16"/>
                <w:szCs w:val="16"/>
              </w:rPr>
            </w:pPr>
            <w:permStart w:id="1712677243" w:edGrp="everyone" w:colFirst="3" w:colLast="3"/>
            <w:permEnd w:id="328367135"/>
            <w:permEnd w:id="1291020827"/>
            <w:permEnd w:id="1243955709"/>
            <w:r w:rsidRPr="00715419">
              <w:rPr>
                <w:rFonts w:cs="Arial"/>
                <w:sz w:val="16"/>
                <w:szCs w:val="16"/>
              </w:rPr>
              <w:t>personenbezogene und soziale Dienstleistungen</w:t>
            </w:r>
          </w:p>
          <w:p w14:paraId="5E7C525C" w14:textId="77777777" w:rsidR="00902329" w:rsidRPr="00715419" w:rsidRDefault="00902329" w:rsidP="00902329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sz w:val="16"/>
                <w:szCs w:val="16"/>
              </w:rPr>
            </w:pPr>
          </w:p>
        </w:tc>
        <w:permStart w:id="373762838" w:edGrp="everyone"/>
        <w:tc>
          <w:tcPr>
            <w:tcW w:w="1134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27074AD" w14:textId="5B41E20F" w:rsidR="00902329" w:rsidRDefault="00902329" w:rsidP="00902329">
            <w:pPr>
              <w:jc w:val="center"/>
            </w:pPr>
            <w:r>
              <w:rPr>
                <w:rFonts w:cs="Arial"/>
                <w:noProof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noProof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noProof/>
                <w:color w:val="000000"/>
                <w:sz w:val="20"/>
              </w:rPr>
            </w:r>
            <w:r>
              <w:rPr>
                <w:rFonts w:cs="Arial"/>
                <w:noProof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fldChar w:fldCharType="end"/>
            </w:r>
            <w:permEnd w:id="373762838"/>
          </w:p>
        </w:tc>
        <w:permStart w:id="1892430440" w:edGrp="everyone"/>
        <w:tc>
          <w:tcPr>
            <w:tcW w:w="154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F390836" w14:textId="14531BFF" w:rsidR="00902329" w:rsidRDefault="009C54DF" w:rsidP="009C54DF">
            <w:pPr>
              <w:jc w:val="center"/>
            </w:pPr>
            <w:r>
              <w:rPr>
                <w:rFonts w:cs="Arial"/>
                <w:noProof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noProof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noProof/>
                <w:color w:val="000000"/>
                <w:sz w:val="20"/>
              </w:rPr>
            </w:r>
            <w:r>
              <w:rPr>
                <w:rFonts w:cs="Arial"/>
                <w:noProof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fldChar w:fldCharType="end"/>
            </w:r>
            <w:permEnd w:id="1892430440"/>
          </w:p>
        </w:tc>
        <w:permStart w:id="983710715" w:edGrp="everyone"/>
        <w:tc>
          <w:tcPr>
            <w:tcW w:w="1548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FCC0A8" w14:textId="12757207" w:rsidR="00902329" w:rsidRDefault="00902329" w:rsidP="00902329">
            <w:pPr>
              <w:jc w:val="center"/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983710715"/>
          </w:p>
        </w:tc>
      </w:tr>
      <w:permEnd w:id="1712677243"/>
    </w:tbl>
    <w:p w14:paraId="5C26C0ED" w14:textId="77777777" w:rsidR="00982305" w:rsidRDefault="00982305">
      <w:pPr>
        <w:sectPr w:rsidR="00982305" w:rsidSect="00E003F1">
          <w:headerReference w:type="default" r:id="rId9"/>
          <w:footerReference w:type="default" r:id="rId10"/>
          <w:pgSz w:w="11906" w:h="16838" w:code="9"/>
          <w:pgMar w:top="709" w:right="680" w:bottom="851" w:left="1134" w:header="845" w:footer="709" w:gutter="0"/>
          <w:cols w:space="708"/>
          <w:docGrid w:linePitch="360"/>
        </w:sectPr>
      </w:pPr>
    </w:p>
    <w:p w14:paraId="55C42FC5" w14:textId="77777777" w:rsidR="00982305" w:rsidRDefault="00982305"/>
    <w:tbl>
      <w:tblPr>
        <w:tblW w:w="10326" w:type="dxa"/>
        <w:tblInd w:w="-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1134"/>
        <w:gridCol w:w="3096"/>
      </w:tblGrid>
      <w:tr w:rsidR="002F1EAD" w:rsidRPr="001D2C4E" w14:paraId="7A7E227E" w14:textId="77777777" w:rsidTr="000E5271">
        <w:trPr>
          <w:trHeight w:hRule="exact" w:val="668"/>
        </w:trPr>
        <w:tc>
          <w:tcPr>
            <w:tcW w:w="609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14:paraId="62697314" w14:textId="77777777" w:rsidR="00901198" w:rsidRDefault="00253E37" w:rsidP="002614C2">
            <w:pPr>
              <w:widowControl w:val="0"/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6"/>
                <w:szCs w:val="16"/>
              </w:rPr>
            </w:pPr>
            <w:permStart w:id="149891197" w:edGrp="everyone" w:colFirst="2" w:colLast="2"/>
            <w:r w:rsidRPr="00253E37">
              <w:rPr>
                <w:rFonts w:cs="Arial"/>
                <w:color w:val="000000"/>
                <w:sz w:val="16"/>
                <w:szCs w:val="16"/>
              </w:rPr>
              <w:t xml:space="preserve">Mit </w:t>
            </w:r>
            <w:r w:rsidR="00147E21">
              <w:rPr>
                <w:rFonts w:cs="Arial"/>
                <w:color w:val="000000"/>
                <w:sz w:val="16"/>
                <w:szCs w:val="16"/>
              </w:rPr>
              <w:t>meiner</w:t>
            </w:r>
            <w:r w:rsidRPr="00253E37">
              <w:rPr>
                <w:rFonts w:cs="Arial"/>
                <w:color w:val="000000"/>
                <w:sz w:val="16"/>
                <w:szCs w:val="16"/>
              </w:rPr>
              <w:t xml:space="preserve"> Unterschrift bestätige ich, dass </w:t>
            </w:r>
            <w:r w:rsidR="00147E21">
              <w:rPr>
                <w:rFonts w:cs="Arial"/>
                <w:color w:val="000000"/>
                <w:sz w:val="16"/>
                <w:szCs w:val="16"/>
              </w:rPr>
              <w:t>ich d</w:t>
            </w:r>
            <w:r w:rsidRPr="00253E37">
              <w:rPr>
                <w:rFonts w:cs="Arial"/>
                <w:color w:val="000000"/>
                <w:sz w:val="16"/>
                <w:szCs w:val="16"/>
              </w:rPr>
              <w:t>ie allgem</w:t>
            </w:r>
            <w:r w:rsidR="00C16F9A">
              <w:rPr>
                <w:rFonts w:cs="Arial"/>
                <w:color w:val="000000"/>
                <w:sz w:val="16"/>
                <w:szCs w:val="16"/>
              </w:rPr>
              <w:t>einen</w:t>
            </w:r>
            <w:r w:rsidRPr="00253E37">
              <w:rPr>
                <w:rFonts w:cs="Arial"/>
                <w:color w:val="000000"/>
                <w:sz w:val="16"/>
                <w:szCs w:val="16"/>
              </w:rPr>
              <w:t xml:space="preserve"> Bedingungen und Verfahrensbedingungen zur Zulassung von </w:t>
            </w:r>
            <w:r w:rsidR="00A95CD2">
              <w:rPr>
                <w:rFonts w:cs="Arial"/>
                <w:color w:val="000000"/>
                <w:sz w:val="16"/>
                <w:szCs w:val="16"/>
              </w:rPr>
              <w:t>T</w:t>
            </w:r>
            <w:r w:rsidRPr="00253E37">
              <w:rPr>
                <w:rFonts w:cs="Arial"/>
                <w:color w:val="000000"/>
                <w:sz w:val="16"/>
                <w:szCs w:val="16"/>
              </w:rPr>
              <w:t xml:space="preserve">rägern und </w:t>
            </w:r>
            <w:r w:rsidR="00A95CD2">
              <w:rPr>
                <w:rFonts w:cs="Arial"/>
                <w:color w:val="000000"/>
                <w:sz w:val="16"/>
                <w:szCs w:val="16"/>
              </w:rPr>
              <w:t>M</w:t>
            </w:r>
            <w:r w:rsidRPr="00253E37">
              <w:rPr>
                <w:rFonts w:cs="Arial"/>
                <w:color w:val="000000"/>
                <w:sz w:val="16"/>
                <w:szCs w:val="16"/>
              </w:rPr>
              <w:t>aßnahmen* sowie die aktu</w:t>
            </w:r>
            <w:r w:rsidR="00C16F9A">
              <w:rPr>
                <w:rFonts w:cs="Arial"/>
                <w:color w:val="000000"/>
                <w:sz w:val="16"/>
                <w:szCs w:val="16"/>
              </w:rPr>
              <w:t>ellen Empfehlungen des Beirats**</w:t>
            </w:r>
            <w:r w:rsidRPr="00253E37">
              <w:rPr>
                <w:rFonts w:cs="Arial"/>
                <w:color w:val="000000"/>
                <w:sz w:val="16"/>
                <w:szCs w:val="16"/>
              </w:rPr>
              <w:t xml:space="preserve"> und die AGB</w:t>
            </w:r>
            <w:r w:rsidR="00827428">
              <w:rPr>
                <w:rFonts w:cs="Arial"/>
                <w:color w:val="000000"/>
                <w:sz w:val="16"/>
                <w:szCs w:val="16"/>
              </w:rPr>
              <w:t xml:space="preserve"> sowie die aktuellen Zertifizierungsbedingungen</w:t>
            </w:r>
            <w:r w:rsidRPr="00253E37">
              <w:rPr>
                <w:rFonts w:cs="Arial"/>
                <w:color w:val="000000"/>
                <w:sz w:val="16"/>
                <w:szCs w:val="16"/>
              </w:rPr>
              <w:t xml:space="preserve"> der TÜV Rheinland Cert GmbH* </w:t>
            </w:r>
            <w:r w:rsidR="00147E21">
              <w:rPr>
                <w:rFonts w:cs="Arial"/>
                <w:color w:val="000000"/>
                <w:sz w:val="16"/>
                <w:szCs w:val="16"/>
              </w:rPr>
              <w:t xml:space="preserve">zur Kenntnis genommen habe und beantrage die in diesem Antrag enthaltenen Maßnahmen unter Anwendung </w:t>
            </w:r>
            <w:r w:rsidRPr="00253E37">
              <w:rPr>
                <w:rFonts w:cs="Arial"/>
                <w:color w:val="000000"/>
                <w:sz w:val="16"/>
                <w:szCs w:val="16"/>
              </w:rPr>
              <w:t xml:space="preserve">bekannt sind und beantrage die zu diesem Antrag gehörigen Maßnahmen </w:t>
            </w:r>
            <w:r w:rsidRPr="00C16F9A">
              <w:rPr>
                <w:rFonts w:cs="Arial"/>
                <w:color w:val="000000"/>
                <w:sz w:val="16"/>
                <w:szCs w:val="16"/>
                <w:u w:val="single"/>
              </w:rPr>
              <w:t>mit Hilfe der beiliegenden Excel-Datei(en)</w:t>
            </w:r>
            <w:r w:rsidRPr="00253E37">
              <w:rPr>
                <w:rFonts w:cs="Arial"/>
                <w:color w:val="000000"/>
                <w:sz w:val="16"/>
                <w:szCs w:val="16"/>
              </w:rPr>
              <w:t>. Es ist mir bekannt, dass geprüfte Maßnahmen, unabhängig vom Ergebnis der Begutachtung, nach den aktuellen Kostensätzen der TÜV Rheinla</w:t>
            </w:r>
            <w:r w:rsidR="00A95CD2">
              <w:rPr>
                <w:rFonts w:cs="Arial"/>
                <w:color w:val="000000"/>
                <w:sz w:val="16"/>
                <w:szCs w:val="16"/>
              </w:rPr>
              <w:t xml:space="preserve">nd Cert GmbH </w:t>
            </w:r>
            <w:r w:rsidRPr="00253E37">
              <w:rPr>
                <w:rFonts w:cs="Arial"/>
                <w:color w:val="000000"/>
                <w:sz w:val="16"/>
                <w:szCs w:val="16"/>
              </w:rPr>
              <w:t>berechnet werden. Der Antrag ist nur gültig mit Unterschrift.</w:t>
            </w:r>
          </w:p>
          <w:p w14:paraId="0270B04B" w14:textId="77777777" w:rsidR="002614C2" w:rsidRDefault="00253E37" w:rsidP="002614C2">
            <w:pPr>
              <w:widowControl w:val="0"/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6"/>
                <w:szCs w:val="16"/>
                <w:u w:val="single"/>
              </w:rPr>
            </w:pPr>
            <w:r w:rsidRPr="00253E37">
              <w:rPr>
                <w:rFonts w:cs="Arial"/>
                <w:color w:val="000000"/>
                <w:sz w:val="16"/>
                <w:szCs w:val="16"/>
              </w:rPr>
              <w:t>*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 </w:t>
            </w:r>
            <w:hyperlink r:id="rId11" w:history="1">
              <w:r w:rsidR="00827428" w:rsidRPr="007615C2">
                <w:rPr>
                  <w:rStyle w:val="Hyperlink"/>
                  <w:rFonts w:cs="Arial"/>
                  <w:sz w:val="16"/>
                  <w:szCs w:val="16"/>
                </w:rPr>
                <w:t>www.tuv.com/fks.com</w:t>
              </w:r>
            </w:hyperlink>
            <w:r w:rsidRPr="00253E37">
              <w:rPr>
                <w:rFonts w:cs="Arial"/>
                <w:color w:val="000000"/>
                <w:sz w:val="16"/>
                <w:szCs w:val="16"/>
              </w:rPr>
              <w:t xml:space="preserve">  </w:t>
            </w:r>
            <w:r w:rsidRPr="00253E37">
              <w:rPr>
                <w:rFonts w:cs="Arial"/>
                <w:color w:val="000000"/>
                <w:sz w:val="16"/>
                <w:szCs w:val="16"/>
              </w:rPr>
              <w:br/>
              <w:t xml:space="preserve">** </w:t>
            </w:r>
            <w:hyperlink r:id="rId12" w:history="1">
              <w:r w:rsidR="00C16F9A" w:rsidRPr="00D41877">
                <w:rPr>
                  <w:rStyle w:val="Hyperlink"/>
                  <w:rFonts w:cs="Arial"/>
                  <w:sz w:val="16"/>
                  <w:szCs w:val="16"/>
                </w:rPr>
                <w:t>http://www.arbeitsagentur.de</w:t>
              </w:r>
            </w:hyperlink>
          </w:p>
          <w:p w14:paraId="3827E18C" w14:textId="77777777" w:rsidR="00C16F9A" w:rsidRPr="00A85791" w:rsidRDefault="003C4CAE" w:rsidP="000E5271">
            <w:pPr>
              <w:widowControl w:val="0"/>
              <w:autoSpaceDE w:val="0"/>
              <w:autoSpaceDN w:val="0"/>
              <w:adjustRightInd w:val="0"/>
              <w:jc w:val="left"/>
              <w:rPr>
                <w:rFonts w:cs="Arial"/>
                <w:b/>
                <w:color w:val="000000"/>
                <w:sz w:val="16"/>
                <w:szCs w:val="16"/>
              </w:rPr>
            </w:pPr>
            <w:r w:rsidRPr="00A85791">
              <w:rPr>
                <w:rFonts w:cs="Arial"/>
                <w:b/>
                <w:color w:val="000000"/>
                <w:sz w:val="16"/>
                <w:szCs w:val="16"/>
              </w:rPr>
              <w:t>Der Antrag ist nur vollständig ausgefüllt, inklusive Anlagen</w:t>
            </w:r>
            <w:r w:rsidR="00152DC5">
              <w:rPr>
                <w:rFonts w:cs="Arial"/>
                <w:b/>
                <w:color w:val="000000"/>
                <w:sz w:val="16"/>
                <w:szCs w:val="16"/>
              </w:rPr>
              <w:t xml:space="preserve"> (s. Seite 2</w:t>
            </w:r>
            <w:r w:rsidR="00A85791">
              <w:rPr>
                <w:rFonts w:cs="Arial"/>
                <w:b/>
                <w:color w:val="000000"/>
                <w:sz w:val="16"/>
                <w:szCs w:val="16"/>
              </w:rPr>
              <w:t xml:space="preserve">) </w:t>
            </w:r>
            <w:r w:rsidRPr="00A85791">
              <w:rPr>
                <w:rFonts w:cs="Arial"/>
                <w:b/>
                <w:color w:val="000000"/>
                <w:sz w:val="16"/>
                <w:szCs w:val="16"/>
              </w:rPr>
              <w:t>und Unterschrift gültig.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D048975" w14:textId="77777777" w:rsidR="002F1EAD" w:rsidRPr="00411957" w:rsidRDefault="002F1EAD" w:rsidP="002F1EA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11957">
              <w:rPr>
                <w:rFonts w:cs="Arial"/>
                <w:b/>
                <w:color w:val="000000"/>
                <w:sz w:val="16"/>
                <w:szCs w:val="16"/>
              </w:rPr>
              <w:t>Name</w:t>
            </w:r>
          </w:p>
        </w:tc>
        <w:permStart w:id="277090498" w:edGrp="everyone"/>
        <w:tc>
          <w:tcPr>
            <w:tcW w:w="309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3C5462" w14:textId="7CCF721B" w:rsidR="00A95CD2" w:rsidRPr="007D5E17" w:rsidRDefault="00902329" w:rsidP="007D5E1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277090498"/>
          </w:p>
        </w:tc>
      </w:tr>
      <w:tr w:rsidR="002F1EAD" w:rsidRPr="001D2C4E" w14:paraId="25472388" w14:textId="77777777" w:rsidTr="00982305">
        <w:trPr>
          <w:trHeight w:hRule="exact" w:val="608"/>
        </w:trPr>
        <w:tc>
          <w:tcPr>
            <w:tcW w:w="609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14:paraId="53FE3562" w14:textId="77777777" w:rsidR="002F1EAD" w:rsidRPr="00715419" w:rsidRDefault="002F1EAD" w:rsidP="002F1EAD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permStart w:id="964971025" w:edGrp="everyone" w:colFirst="2" w:colLast="2"/>
            <w:permEnd w:id="149891197"/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A52C2F2" w14:textId="77777777" w:rsidR="002F1EAD" w:rsidRDefault="002F1EAD" w:rsidP="002F1EA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color w:val="000000"/>
                <w:sz w:val="16"/>
                <w:szCs w:val="16"/>
              </w:rPr>
              <w:t>Ort,</w:t>
            </w:r>
          </w:p>
          <w:p w14:paraId="340DAFA8" w14:textId="77777777" w:rsidR="002F1EAD" w:rsidRPr="00411957" w:rsidRDefault="002F1EAD" w:rsidP="002F1EA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color w:val="000000"/>
                <w:sz w:val="16"/>
                <w:szCs w:val="16"/>
              </w:rPr>
              <w:t>Datum</w:t>
            </w:r>
          </w:p>
        </w:tc>
        <w:permStart w:id="378677704" w:edGrp="everyone"/>
        <w:tc>
          <w:tcPr>
            <w:tcW w:w="309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188F89" w14:textId="3D5972B7" w:rsidR="002F1EAD" w:rsidRPr="007D5E17" w:rsidRDefault="00902329" w:rsidP="007D5E1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378677704"/>
          </w:p>
        </w:tc>
      </w:tr>
      <w:permEnd w:id="964971025"/>
      <w:tr w:rsidR="002F1EAD" w:rsidRPr="001D2C4E" w14:paraId="4E941B5D" w14:textId="77777777" w:rsidTr="00902329">
        <w:trPr>
          <w:trHeight w:hRule="exact" w:val="1638"/>
        </w:trPr>
        <w:tc>
          <w:tcPr>
            <w:tcW w:w="609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14:paraId="352AEB0E" w14:textId="77777777" w:rsidR="002F1EAD" w:rsidRPr="00715419" w:rsidRDefault="002F1EAD" w:rsidP="002F1EAD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14:paraId="4A8838F9" w14:textId="77777777" w:rsidR="002F1EAD" w:rsidRPr="00411957" w:rsidRDefault="002F1EAD" w:rsidP="00AC5802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color w:val="000000"/>
                <w:sz w:val="16"/>
                <w:szCs w:val="16"/>
              </w:rPr>
              <w:t>Unterschrift des Bevollmächtigten</w:t>
            </w:r>
          </w:p>
        </w:tc>
        <w:permStart w:id="332023829" w:edGrp="everyone"/>
        <w:tc>
          <w:tcPr>
            <w:tcW w:w="309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6FE8DD5" w14:textId="53F1D739" w:rsidR="002F1EAD" w:rsidRPr="007D5E17" w:rsidRDefault="009C54DF" w:rsidP="0090232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color w:val="000000"/>
                <w:sz w:val="20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</w:rPr>
            </w:r>
            <w:r>
              <w:rPr>
                <w:rFonts w:cs="Arial"/>
                <w:color w:val="000000"/>
                <w:sz w:val="20"/>
              </w:rPr>
              <w:fldChar w:fldCharType="separate"/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noProof/>
                <w:color w:val="000000"/>
                <w:sz w:val="20"/>
              </w:rPr>
              <w:t> </w:t>
            </w:r>
            <w:r>
              <w:rPr>
                <w:rFonts w:cs="Arial"/>
                <w:color w:val="000000"/>
                <w:sz w:val="20"/>
              </w:rPr>
              <w:fldChar w:fldCharType="end"/>
            </w:r>
            <w:permEnd w:id="332023829"/>
          </w:p>
        </w:tc>
      </w:tr>
    </w:tbl>
    <w:p w14:paraId="22EAA9B6" w14:textId="77777777" w:rsidR="00152DC5" w:rsidRDefault="00152DC5" w:rsidP="00202C54">
      <w:pPr>
        <w:pStyle w:val="Body11ptFeeder"/>
        <w:spacing w:before="0" w:after="0"/>
        <w:ind w:left="0"/>
        <w:rPr>
          <w:sz w:val="2"/>
          <w:szCs w:val="2"/>
        </w:rPr>
      </w:pPr>
    </w:p>
    <w:p w14:paraId="1F7D6650" w14:textId="77777777" w:rsidR="002614C2" w:rsidRDefault="00152DC5" w:rsidP="00152DC5">
      <w:pPr>
        <w:ind w:right="141"/>
        <w:rPr>
          <w:sz w:val="2"/>
          <w:szCs w:val="2"/>
        </w:rPr>
      </w:pPr>
      <w:r>
        <w:rPr>
          <w:sz w:val="2"/>
          <w:szCs w:val="2"/>
        </w:rPr>
        <w:br w:type="page"/>
      </w:r>
    </w:p>
    <w:p w14:paraId="28CAD192" w14:textId="77777777" w:rsidR="002A5124" w:rsidRDefault="002A5124" w:rsidP="00152DC5">
      <w:pPr>
        <w:ind w:right="141"/>
        <w:rPr>
          <w:rFonts w:cs="Arial"/>
          <w:sz w:val="24"/>
          <w:szCs w:val="24"/>
        </w:rPr>
      </w:pPr>
    </w:p>
    <w:p w14:paraId="07D6A4F6" w14:textId="77777777" w:rsidR="002614C2" w:rsidRPr="007A3E62" w:rsidRDefault="00197CF4" w:rsidP="00152DC5">
      <w:pPr>
        <w:ind w:right="141"/>
        <w:rPr>
          <w:rFonts w:cs="Arial"/>
          <w:sz w:val="24"/>
          <w:szCs w:val="24"/>
        </w:rPr>
      </w:pPr>
      <w:r w:rsidRPr="007A3E62">
        <w:rPr>
          <w:rFonts w:cs="Arial"/>
          <w:sz w:val="24"/>
          <w:szCs w:val="24"/>
        </w:rPr>
        <w:t>Für Träger, die i</w:t>
      </w:r>
      <w:r w:rsidR="002614C2" w:rsidRPr="007A3E62">
        <w:rPr>
          <w:rFonts w:cs="Arial"/>
          <w:sz w:val="24"/>
          <w:szCs w:val="24"/>
        </w:rPr>
        <w:t>hre AZAV-Trägerzulassung ebenfalls bei</w:t>
      </w:r>
      <w:r w:rsidR="008F51B3" w:rsidRPr="007A3E62">
        <w:rPr>
          <w:rFonts w:cs="Arial"/>
          <w:sz w:val="24"/>
          <w:szCs w:val="24"/>
        </w:rPr>
        <w:t xml:space="preserve"> </w:t>
      </w:r>
      <w:r w:rsidR="00536290" w:rsidRPr="007A3E62">
        <w:rPr>
          <w:rFonts w:cs="Arial"/>
          <w:sz w:val="24"/>
          <w:szCs w:val="24"/>
        </w:rPr>
        <w:t xml:space="preserve">der FKS </w:t>
      </w:r>
      <w:r w:rsidR="008F51B3" w:rsidRPr="007A3E62">
        <w:rPr>
          <w:rFonts w:cs="Arial"/>
          <w:sz w:val="24"/>
          <w:szCs w:val="24"/>
        </w:rPr>
        <w:t>TÜV Rheinland Cert</w:t>
      </w:r>
      <w:r w:rsidR="002614C2" w:rsidRPr="007A3E62">
        <w:rPr>
          <w:rFonts w:cs="Arial"/>
          <w:sz w:val="24"/>
          <w:szCs w:val="24"/>
        </w:rPr>
        <w:t xml:space="preserve"> </w:t>
      </w:r>
      <w:r w:rsidR="00536290" w:rsidRPr="007A3E62">
        <w:rPr>
          <w:rFonts w:cs="Arial"/>
          <w:sz w:val="24"/>
          <w:szCs w:val="24"/>
        </w:rPr>
        <w:t xml:space="preserve">GmbH </w:t>
      </w:r>
      <w:r w:rsidR="002614C2" w:rsidRPr="007A3E62">
        <w:rPr>
          <w:rFonts w:cs="Arial"/>
          <w:sz w:val="24"/>
          <w:szCs w:val="24"/>
        </w:rPr>
        <w:t xml:space="preserve">haben, erfolgt die Maßnahmezulassung als </w:t>
      </w:r>
      <w:r w:rsidR="002614C2" w:rsidRPr="007A3E62">
        <w:rPr>
          <w:rFonts w:cs="Arial"/>
          <w:sz w:val="24"/>
          <w:szCs w:val="24"/>
          <w:u w:val="single"/>
        </w:rPr>
        <w:t>Abrufgeschäft</w:t>
      </w:r>
      <w:r w:rsidR="002614C2" w:rsidRPr="007A3E62">
        <w:rPr>
          <w:rFonts w:cs="Arial"/>
          <w:sz w:val="24"/>
          <w:szCs w:val="24"/>
        </w:rPr>
        <w:t xml:space="preserve"> im Rahmen Ihres Vertrages zu den zum Antragszeitpunkt gültigen Kostensätzen.</w:t>
      </w:r>
    </w:p>
    <w:p w14:paraId="50831974" w14:textId="77777777" w:rsidR="002614C2" w:rsidRPr="007A3E62" w:rsidRDefault="008F51B3" w:rsidP="00152DC5">
      <w:pPr>
        <w:ind w:right="141"/>
        <w:rPr>
          <w:rFonts w:cs="Arial"/>
          <w:sz w:val="24"/>
          <w:szCs w:val="24"/>
        </w:rPr>
      </w:pPr>
      <w:r w:rsidRPr="007A3E62">
        <w:rPr>
          <w:rFonts w:cs="Arial"/>
          <w:sz w:val="24"/>
          <w:szCs w:val="24"/>
        </w:rPr>
        <w:t xml:space="preserve">Träger, </w:t>
      </w:r>
      <w:r w:rsidR="002614C2" w:rsidRPr="007A3E62">
        <w:rPr>
          <w:rFonts w:cs="Arial"/>
          <w:sz w:val="24"/>
          <w:szCs w:val="24"/>
        </w:rPr>
        <w:t>die eine solitäre Maßnahmezulassung nach AZAV beantragen, erhalten im Vorfeld ein Angebot, das der Annahme durch den Kunden bedarf.</w:t>
      </w:r>
    </w:p>
    <w:p w14:paraId="507457CC" w14:textId="77777777" w:rsidR="00C5477E" w:rsidRPr="007A3E62" w:rsidRDefault="00152DC5" w:rsidP="00152DC5">
      <w:pPr>
        <w:ind w:right="141"/>
        <w:rPr>
          <w:rFonts w:cs="Arial"/>
          <w:sz w:val="24"/>
          <w:szCs w:val="24"/>
        </w:rPr>
      </w:pPr>
      <w:r w:rsidRPr="007A3E62">
        <w:rPr>
          <w:rFonts w:cs="Arial"/>
          <w:sz w:val="24"/>
          <w:szCs w:val="24"/>
        </w:rPr>
        <w:t xml:space="preserve">Zur Bearbeitung Ihres Antrages werden die nachstehenden Unterlagen benötigt. Eine abschließende Bearbeitung der Zulassung und Antragsbewertung kann erst erfolgen, wenn </w:t>
      </w:r>
      <w:r w:rsidRPr="007A3E62">
        <w:rPr>
          <w:rFonts w:cs="Arial"/>
          <w:b/>
          <w:sz w:val="24"/>
          <w:szCs w:val="24"/>
          <w:u w:val="single"/>
        </w:rPr>
        <w:t>alle</w:t>
      </w:r>
      <w:r w:rsidRPr="007A3E62">
        <w:rPr>
          <w:rFonts w:cs="Arial"/>
          <w:sz w:val="24"/>
          <w:szCs w:val="24"/>
        </w:rPr>
        <w:t xml:space="preserve"> Unterlagen und Nachweise vollständig bei der FKS vorliegen. </w:t>
      </w:r>
      <w:r w:rsidR="00C5477E" w:rsidRPr="007A3E62">
        <w:rPr>
          <w:rFonts w:cs="Arial"/>
          <w:sz w:val="24"/>
          <w:szCs w:val="24"/>
        </w:rPr>
        <w:t>Sie selbst beeinflussen durch die vollständige, richtige und zeitgerechte Lieferung der Dokumente die Dauer der</w:t>
      </w:r>
      <w:r w:rsidR="00DB3BCC" w:rsidRPr="007A3E62">
        <w:rPr>
          <w:rFonts w:ascii="Symbol" w:hAnsi="Symbol" w:cs="Arial"/>
          <w:sz w:val="24"/>
          <w:szCs w:val="24"/>
        </w:rPr>
        <w:t></w:t>
      </w:r>
      <w:r w:rsidR="004D5B82" w:rsidRPr="007A3E62">
        <w:rPr>
          <w:rFonts w:cs="Arial"/>
          <w:sz w:val="24"/>
          <w:szCs w:val="24"/>
        </w:rPr>
        <w:t>Bearbeitungszeit.</w:t>
      </w:r>
    </w:p>
    <w:p w14:paraId="1A591317" w14:textId="77777777" w:rsidR="00152DC5" w:rsidRPr="007A3E62" w:rsidRDefault="00536290" w:rsidP="00152DC5">
      <w:pPr>
        <w:ind w:right="141"/>
        <w:rPr>
          <w:rFonts w:cs="Arial"/>
          <w:sz w:val="24"/>
          <w:szCs w:val="24"/>
        </w:rPr>
      </w:pPr>
      <w:r w:rsidRPr="007A3E62">
        <w:rPr>
          <w:rFonts w:cs="Arial"/>
          <w:sz w:val="24"/>
          <w:szCs w:val="24"/>
        </w:rPr>
        <w:t xml:space="preserve">Alle durch die FKS </w:t>
      </w:r>
      <w:r w:rsidR="00152DC5" w:rsidRPr="007A3E62">
        <w:rPr>
          <w:rFonts w:cs="Arial"/>
          <w:sz w:val="24"/>
          <w:szCs w:val="24"/>
        </w:rPr>
        <w:t xml:space="preserve">TÜV Rheinland </w:t>
      </w:r>
      <w:r w:rsidRPr="007A3E62">
        <w:rPr>
          <w:rFonts w:cs="Arial"/>
          <w:sz w:val="24"/>
          <w:szCs w:val="24"/>
        </w:rPr>
        <w:t xml:space="preserve">Cert GmbH </w:t>
      </w:r>
      <w:r w:rsidR="00152DC5" w:rsidRPr="007A3E62">
        <w:rPr>
          <w:rFonts w:cs="Arial"/>
          <w:sz w:val="24"/>
          <w:szCs w:val="24"/>
        </w:rPr>
        <w:t xml:space="preserve">zur Verfügung gestellten Vordrucke finden Sie in der aktuellen Fassung auf </w:t>
      </w:r>
      <w:hyperlink r:id="rId13" w:history="1">
        <w:r w:rsidR="00152DC5" w:rsidRPr="007A3E62">
          <w:rPr>
            <w:rStyle w:val="Hyperlink"/>
            <w:rFonts w:cs="Arial"/>
            <w:sz w:val="24"/>
            <w:szCs w:val="24"/>
          </w:rPr>
          <w:t>www.tuv.com/fks</w:t>
        </w:r>
      </w:hyperlink>
      <w:r w:rsidR="00152DC5" w:rsidRPr="007A3E62">
        <w:rPr>
          <w:rFonts w:cs="Arial"/>
          <w:sz w:val="24"/>
          <w:szCs w:val="24"/>
        </w:rPr>
        <w:t>.</w:t>
      </w:r>
    </w:p>
    <w:p w14:paraId="663E14FF" w14:textId="77777777" w:rsidR="00152DC5" w:rsidRPr="007A3E62" w:rsidRDefault="00C5477E" w:rsidP="00152DC5">
      <w:pPr>
        <w:ind w:right="141"/>
        <w:rPr>
          <w:rFonts w:cs="Arial"/>
          <w:sz w:val="24"/>
          <w:szCs w:val="24"/>
        </w:rPr>
      </w:pPr>
      <w:r w:rsidRPr="007A3E62">
        <w:rPr>
          <w:rFonts w:cs="Arial"/>
          <w:sz w:val="24"/>
          <w:szCs w:val="24"/>
        </w:rPr>
        <w:t xml:space="preserve">Fragen klären Sie </w:t>
      </w:r>
      <w:r w:rsidR="002614C2" w:rsidRPr="007A3E62">
        <w:rPr>
          <w:rFonts w:cs="Arial"/>
          <w:sz w:val="24"/>
          <w:szCs w:val="24"/>
        </w:rPr>
        <w:t>gerne</w:t>
      </w:r>
      <w:r w:rsidRPr="007A3E62">
        <w:rPr>
          <w:rFonts w:cs="Arial"/>
          <w:sz w:val="24"/>
          <w:szCs w:val="24"/>
        </w:rPr>
        <w:t xml:space="preserve"> im Vorfeld der Antragstellung mit der Fachkundigen Stelle.</w:t>
      </w:r>
    </w:p>
    <w:p w14:paraId="76B86AF4" w14:textId="77777777" w:rsidR="00C5477E" w:rsidRPr="007A3E62" w:rsidRDefault="00C5477E" w:rsidP="00152DC5">
      <w:pPr>
        <w:ind w:right="141"/>
        <w:rPr>
          <w:rFonts w:cs="Arial"/>
          <w:sz w:val="24"/>
          <w:szCs w:val="24"/>
        </w:rPr>
      </w:pPr>
    </w:p>
    <w:p w14:paraId="1BEBF732" w14:textId="77777777" w:rsidR="002A5124" w:rsidRPr="007A3E62" w:rsidRDefault="002A5124" w:rsidP="00152DC5">
      <w:pPr>
        <w:ind w:right="141"/>
        <w:rPr>
          <w:rFonts w:cs="Arial"/>
          <w:sz w:val="24"/>
          <w:szCs w:val="24"/>
        </w:rPr>
      </w:pPr>
    </w:p>
    <w:p w14:paraId="46770A03" w14:textId="77777777" w:rsidR="00152DC5" w:rsidRPr="007A3E62" w:rsidRDefault="00152DC5" w:rsidP="00152DC5">
      <w:pPr>
        <w:spacing w:after="120"/>
        <w:ind w:right="142"/>
        <w:rPr>
          <w:rFonts w:cs="Arial"/>
          <w:sz w:val="24"/>
          <w:szCs w:val="24"/>
          <w:u w:val="single"/>
        </w:rPr>
      </w:pPr>
      <w:r w:rsidRPr="007A3E62">
        <w:rPr>
          <w:rFonts w:cs="Arial"/>
          <w:sz w:val="24"/>
          <w:szCs w:val="24"/>
          <w:u w:val="single"/>
        </w:rPr>
        <w:t>Für alle beantragten Maßnahmen zur Auswahl der Referenzstichprobe</w:t>
      </w:r>
    </w:p>
    <w:p w14:paraId="5FC7EE8D" w14:textId="77777777" w:rsidR="0029581A" w:rsidRPr="0029581A" w:rsidRDefault="0029581A" w:rsidP="00152DC5">
      <w:pPr>
        <w:spacing w:after="120"/>
        <w:ind w:right="142"/>
        <w:rPr>
          <w:rFonts w:cs="Arial"/>
          <w:szCs w:val="28"/>
          <w:u w:val="single"/>
        </w:rPr>
      </w:pPr>
    </w:p>
    <w:permStart w:id="1576015661" w:edGrp="everyone"/>
    <w:p w14:paraId="141792C8" w14:textId="537B0565" w:rsidR="00152DC5" w:rsidRDefault="00620093" w:rsidP="0029581A">
      <w:pPr>
        <w:spacing w:before="0" w:after="0" w:line="480" w:lineRule="auto"/>
        <w:ind w:right="142"/>
        <w:rPr>
          <w:rFonts w:cs="Arial"/>
          <w:szCs w:val="22"/>
        </w:rPr>
      </w:pPr>
      <w:sdt>
        <w:sdtPr>
          <w:rPr>
            <w:rFonts w:cs="Arial"/>
          </w:rPr>
          <w:id w:val="-1590069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ermEnd w:id="1576015661"/>
      <w:r w:rsidR="00152DC5">
        <w:rPr>
          <w:rFonts w:cs="Arial"/>
        </w:rPr>
        <w:tab/>
      </w:r>
      <w:r w:rsidR="0029581A" w:rsidRPr="0029581A">
        <w:rPr>
          <w:rFonts w:cs="Arial"/>
          <w:b/>
        </w:rPr>
        <w:t>00_</w:t>
      </w:r>
      <w:r w:rsidR="00152DC5" w:rsidRPr="0029581A">
        <w:rPr>
          <w:rFonts w:cs="Arial"/>
          <w:b/>
        </w:rPr>
        <w:t>Zulassungsantrag in der gültigen Fassung</w:t>
      </w:r>
      <w:r w:rsidR="0029581A">
        <w:rPr>
          <w:rFonts w:cs="Arial"/>
        </w:rPr>
        <w:t>*</w:t>
      </w:r>
    </w:p>
    <w:permStart w:id="24526481" w:edGrp="everyone"/>
    <w:p w14:paraId="6766CA49" w14:textId="772C6CDB" w:rsidR="00C3102D" w:rsidRPr="00C3102D" w:rsidRDefault="00620093" w:rsidP="00C3102D">
      <w:pPr>
        <w:spacing w:before="0" w:after="0" w:line="480" w:lineRule="auto"/>
        <w:ind w:left="709" w:right="27" w:hanging="709"/>
        <w:jc w:val="left"/>
        <w:rPr>
          <w:rFonts w:cs="Arial"/>
          <w:b/>
          <w:szCs w:val="22"/>
        </w:rPr>
      </w:pPr>
      <w:sdt>
        <w:sdtPr>
          <w:rPr>
            <w:rFonts w:cs="Arial"/>
          </w:rPr>
          <w:id w:val="-1037042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659D">
            <w:rPr>
              <w:rFonts w:ascii="MS Gothic" w:eastAsia="MS Gothic" w:hAnsi="MS Gothic" w:cs="Arial" w:hint="eastAsia"/>
            </w:rPr>
            <w:t>☐</w:t>
          </w:r>
        </w:sdtContent>
      </w:sdt>
      <w:permEnd w:id="24526481"/>
      <w:r w:rsidR="00152DC5">
        <w:rPr>
          <w:rFonts w:cs="Arial"/>
        </w:rPr>
        <w:tab/>
      </w:r>
      <w:r w:rsidR="0029581A" w:rsidRPr="0029581A">
        <w:rPr>
          <w:rFonts w:cs="Arial"/>
          <w:b/>
        </w:rPr>
        <w:t>01_</w:t>
      </w:r>
      <w:r w:rsidR="00152DC5" w:rsidRPr="00C3102D">
        <w:rPr>
          <w:rFonts w:cs="Arial"/>
          <w:b/>
          <w:szCs w:val="22"/>
        </w:rPr>
        <w:t>Maßnahme</w:t>
      </w:r>
      <w:r w:rsidR="00C5477E" w:rsidRPr="00C3102D">
        <w:rPr>
          <w:rFonts w:cs="Arial"/>
          <w:b/>
          <w:szCs w:val="22"/>
        </w:rPr>
        <w:t>-</w:t>
      </w:r>
      <w:r w:rsidR="00152DC5" w:rsidRPr="00C3102D">
        <w:rPr>
          <w:rFonts w:cs="Arial"/>
          <w:b/>
          <w:szCs w:val="22"/>
        </w:rPr>
        <w:t>Meldeliste</w:t>
      </w:r>
      <w:r w:rsidR="00152DC5" w:rsidRPr="00C3102D">
        <w:rPr>
          <w:rFonts w:cs="Arial"/>
          <w:szCs w:val="22"/>
        </w:rPr>
        <w:t xml:space="preserve"> </w:t>
      </w:r>
      <w:r w:rsidR="00152DC5" w:rsidRPr="00C3102D">
        <w:rPr>
          <w:rFonts w:cs="Arial"/>
          <w:b/>
          <w:szCs w:val="22"/>
        </w:rPr>
        <w:t xml:space="preserve">FbW </w:t>
      </w:r>
      <w:r w:rsidR="004D5B82" w:rsidRPr="00C3102D">
        <w:rPr>
          <w:rFonts w:cs="Arial"/>
          <w:b/>
          <w:szCs w:val="22"/>
        </w:rPr>
        <w:t>(Template_MML_FbW</w:t>
      </w:r>
      <w:r w:rsidR="00C31CB7" w:rsidRPr="00C3102D">
        <w:rPr>
          <w:rFonts w:cs="Arial"/>
          <w:b/>
          <w:szCs w:val="22"/>
        </w:rPr>
        <w:t xml:space="preserve">) </w:t>
      </w:r>
      <w:r w:rsidR="00152DC5" w:rsidRPr="00C3102D">
        <w:rPr>
          <w:rFonts w:cs="Arial"/>
          <w:b/>
          <w:szCs w:val="22"/>
          <w:u w:val="single"/>
        </w:rPr>
        <w:t>und /</w:t>
      </w:r>
      <w:r w:rsidR="00C5477E" w:rsidRPr="00C3102D">
        <w:rPr>
          <w:rFonts w:cs="Arial"/>
          <w:b/>
          <w:szCs w:val="22"/>
          <w:u w:val="single"/>
        </w:rPr>
        <w:t xml:space="preserve"> </w:t>
      </w:r>
      <w:r w:rsidR="00152DC5" w:rsidRPr="00C3102D">
        <w:rPr>
          <w:rFonts w:cs="Arial"/>
          <w:b/>
          <w:szCs w:val="22"/>
          <w:u w:val="single"/>
        </w:rPr>
        <w:t>oder</w:t>
      </w:r>
      <w:r w:rsidR="00152DC5" w:rsidRPr="00C3102D">
        <w:rPr>
          <w:rFonts w:cs="Arial"/>
          <w:b/>
          <w:szCs w:val="22"/>
        </w:rPr>
        <w:t xml:space="preserve"> </w:t>
      </w:r>
    </w:p>
    <w:p w14:paraId="6D6B453B" w14:textId="540AA523" w:rsidR="00152DC5" w:rsidRPr="00C3102D" w:rsidRDefault="00C3102D" w:rsidP="00C3102D">
      <w:pPr>
        <w:spacing w:before="0" w:after="0" w:line="480" w:lineRule="auto"/>
        <w:ind w:left="567" w:right="27" w:hanging="709"/>
        <w:jc w:val="left"/>
        <w:rPr>
          <w:rFonts w:cs="Arial"/>
          <w:szCs w:val="22"/>
        </w:rPr>
      </w:pPr>
      <w:r w:rsidRPr="00C3102D">
        <w:rPr>
          <w:rFonts w:cs="Arial"/>
          <w:b/>
          <w:szCs w:val="22"/>
        </w:rPr>
        <w:t xml:space="preserve">  </w:t>
      </w:r>
      <w:permStart w:id="1181697757" w:edGrp="everyone"/>
      <w:sdt>
        <w:sdtPr>
          <w:rPr>
            <w:rFonts w:cs="Arial"/>
          </w:rPr>
          <w:id w:val="298737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659D">
            <w:rPr>
              <w:rFonts w:ascii="MS Gothic" w:eastAsia="MS Gothic" w:hAnsi="MS Gothic" w:cs="Arial" w:hint="eastAsia"/>
            </w:rPr>
            <w:t>☐</w:t>
          </w:r>
        </w:sdtContent>
      </w:sdt>
      <w:r w:rsidRPr="00C3102D">
        <w:rPr>
          <w:rFonts w:cs="Arial"/>
          <w:b/>
          <w:szCs w:val="22"/>
        </w:rPr>
        <w:t xml:space="preserve">        </w:t>
      </w:r>
      <w:permEnd w:id="1181697757"/>
      <w:r w:rsidRPr="0029581A">
        <w:rPr>
          <w:rFonts w:cs="Arial"/>
          <w:b/>
        </w:rPr>
        <w:t>01_</w:t>
      </w:r>
      <w:r w:rsidRPr="00C3102D">
        <w:rPr>
          <w:rFonts w:cs="Arial"/>
          <w:b/>
          <w:szCs w:val="22"/>
        </w:rPr>
        <w:t>Maßnahme-Meldeliste</w:t>
      </w:r>
      <w:r w:rsidRPr="00C3102D">
        <w:rPr>
          <w:rFonts w:cs="Arial"/>
          <w:szCs w:val="22"/>
        </w:rPr>
        <w:t xml:space="preserve"> </w:t>
      </w:r>
      <w:r w:rsidR="00C31CB7" w:rsidRPr="00C3102D">
        <w:rPr>
          <w:rFonts w:cs="Arial"/>
          <w:b/>
          <w:szCs w:val="22"/>
        </w:rPr>
        <w:t>AVGS</w:t>
      </w:r>
      <w:r w:rsidR="00152DC5" w:rsidRPr="00C3102D">
        <w:rPr>
          <w:rFonts w:cs="Arial"/>
          <w:b/>
          <w:szCs w:val="22"/>
        </w:rPr>
        <w:t xml:space="preserve"> (</w:t>
      </w:r>
      <w:r w:rsidR="004D5B82" w:rsidRPr="00C3102D">
        <w:rPr>
          <w:rFonts w:cs="Arial"/>
          <w:b/>
          <w:szCs w:val="22"/>
        </w:rPr>
        <w:t>Template_MML_§</w:t>
      </w:r>
      <w:r>
        <w:rPr>
          <w:rFonts w:cs="Arial"/>
          <w:b/>
          <w:szCs w:val="22"/>
        </w:rPr>
        <w:t xml:space="preserve"> </w:t>
      </w:r>
      <w:r w:rsidR="004D5B82" w:rsidRPr="00C3102D">
        <w:rPr>
          <w:rFonts w:cs="Arial"/>
          <w:b/>
          <w:szCs w:val="22"/>
        </w:rPr>
        <w:t>45</w:t>
      </w:r>
      <w:r w:rsidR="00152DC5" w:rsidRPr="00C3102D">
        <w:rPr>
          <w:rFonts w:cs="Arial"/>
          <w:b/>
          <w:szCs w:val="22"/>
        </w:rPr>
        <w:t>)</w:t>
      </w:r>
      <w:r w:rsidR="0029581A" w:rsidRPr="00C3102D">
        <w:rPr>
          <w:rFonts w:cs="Arial"/>
          <w:szCs w:val="22"/>
        </w:rPr>
        <w:t>*</w:t>
      </w:r>
      <w:r w:rsidR="00152DC5" w:rsidRPr="00C3102D">
        <w:rPr>
          <w:rFonts w:cs="Arial"/>
          <w:szCs w:val="22"/>
        </w:rPr>
        <w:t xml:space="preserve"> </w:t>
      </w:r>
    </w:p>
    <w:permStart w:id="1531928841" w:edGrp="everyone"/>
    <w:p w14:paraId="474BEC28" w14:textId="105254B7" w:rsidR="0029581A" w:rsidRDefault="00620093" w:rsidP="0029581A">
      <w:pPr>
        <w:tabs>
          <w:tab w:val="left" w:pos="709"/>
        </w:tabs>
        <w:spacing w:before="0" w:after="0" w:line="480" w:lineRule="auto"/>
        <w:ind w:left="709" w:right="142" w:hanging="709"/>
        <w:rPr>
          <w:rFonts w:cs="Arial"/>
        </w:rPr>
      </w:pPr>
      <w:sdt>
        <w:sdtPr>
          <w:rPr>
            <w:rFonts w:cs="Arial"/>
          </w:rPr>
          <w:id w:val="82032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659D">
            <w:rPr>
              <w:rFonts w:ascii="MS Gothic" w:eastAsia="MS Gothic" w:hAnsi="MS Gothic" w:cs="Arial" w:hint="eastAsia"/>
            </w:rPr>
            <w:t>☐</w:t>
          </w:r>
        </w:sdtContent>
      </w:sdt>
      <w:permEnd w:id="1531928841"/>
      <w:r w:rsidR="002A5124">
        <w:rPr>
          <w:rFonts w:cs="Arial"/>
        </w:rPr>
        <w:tab/>
      </w:r>
      <w:r w:rsidR="0029581A" w:rsidRPr="0029581A">
        <w:rPr>
          <w:rFonts w:cs="Arial"/>
          <w:b/>
        </w:rPr>
        <w:t>02_</w:t>
      </w:r>
      <w:r w:rsidR="002A5124" w:rsidRPr="00524AA8">
        <w:rPr>
          <w:rFonts w:cs="Arial"/>
          <w:b/>
        </w:rPr>
        <w:t>Kurzbeschreibung</w:t>
      </w:r>
      <w:r w:rsidR="002A5124">
        <w:rPr>
          <w:rFonts w:cs="Arial"/>
        </w:rPr>
        <w:t xml:space="preserve"> </w:t>
      </w:r>
      <w:r w:rsidR="002A5124" w:rsidRPr="0029581A">
        <w:rPr>
          <w:rFonts w:cs="Arial"/>
          <w:b/>
        </w:rPr>
        <w:t>der Maßnahme</w:t>
      </w:r>
      <w:r w:rsidR="00073E21">
        <w:rPr>
          <w:rFonts w:cs="Arial"/>
          <w:b/>
        </w:rPr>
        <w:t xml:space="preserve"> </w:t>
      </w:r>
      <w:r w:rsidR="0029581A" w:rsidRPr="0029581A">
        <w:rPr>
          <w:rFonts w:cs="Arial"/>
        </w:rPr>
        <w:t>*</w:t>
      </w:r>
    </w:p>
    <w:permStart w:id="1694637210" w:edGrp="everyone"/>
    <w:p w14:paraId="46AFA0F5" w14:textId="7159D4C8" w:rsidR="002A5124" w:rsidRPr="006F297B" w:rsidRDefault="00620093" w:rsidP="0029581A">
      <w:pPr>
        <w:tabs>
          <w:tab w:val="left" w:pos="709"/>
        </w:tabs>
        <w:spacing w:before="0" w:after="0" w:line="480" w:lineRule="auto"/>
        <w:ind w:left="709" w:right="142" w:hanging="709"/>
        <w:rPr>
          <w:rFonts w:cs="Arial"/>
          <w:color w:val="FF0000"/>
        </w:rPr>
      </w:pPr>
      <w:sdt>
        <w:sdtPr>
          <w:rPr>
            <w:rFonts w:cs="Arial"/>
          </w:rPr>
          <w:id w:val="-850174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659D">
            <w:rPr>
              <w:rFonts w:ascii="MS Gothic" w:eastAsia="MS Gothic" w:hAnsi="MS Gothic" w:cs="Arial" w:hint="eastAsia"/>
            </w:rPr>
            <w:t>☐</w:t>
          </w:r>
        </w:sdtContent>
      </w:sdt>
      <w:permEnd w:id="1694637210"/>
      <w:r w:rsidR="002A5124">
        <w:rPr>
          <w:rFonts w:cs="Arial"/>
        </w:rPr>
        <w:tab/>
      </w:r>
      <w:r w:rsidR="0029581A" w:rsidRPr="0029581A">
        <w:rPr>
          <w:rFonts w:cs="Arial"/>
          <w:b/>
        </w:rPr>
        <w:t>03_</w:t>
      </w:r>
      <w:r w:rsidR="0029581A">
        <w:rPr>
          <w:rFonts w:cs="Arial"/>
          <w:b/>
        </w:rPr>
        <w:t>M</w:t>
      </w:r>
      <w:r w:rsidR="006F297B" w:rsidRPr="0097304D">
        <w:rPr>
          <w:rFonts w:cs="Arial"/>
          <w:b/>
        </w:rPr>
        <w:t>aßnahmekonzept</w:t>
      </w:r>
      <w:r w:rsidR="0029581A">
        <w:rPr>
          <w:rFonts w:cs="Arial"/>
          <w:b/>
        </w:rPr>
        <w:t>*</w:t>
      </w:r>
      <w:r w:rsidR="006F297B" w:rsidRPr="0097304D">
        <w:rPr>
          <w:rFonts w:cs="Arial"/>
        </w:rPr>
        <w:t xml:space="preserve"> </w:t>
      </w:r>
    </w:p>
    <w:permStart w:id="1178817749" w:edGrp="everyone"/>
    <w:p w14:paraId="5ABEBC75" w14:textId="36F19852" w:rsidR="0029581A" w:rsidRDefault="00620093" w:rsidP="0029581A">
      <w:pPr>
        <w:spacing w:before="0" w:after="0" w:line="480" w:lineRule="auto"/>
        <w:ind w:left="709" w:right="142" w:hanging="709"/>
        <w:rPr>
          <w:rFonts w:cs="Arial"/>
          <w:b/>
        </w:rPr>
      </w:pPr>
      <w:sdt>
        <w:sdtPr>
          <w:rPr>
            <w:rFonts w:cs="Arial"/>
          </w:rPr>
          <w:id w:val="-8312887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659D">
            <w:rPr>
              <w:rFonts w:ascii="MS Gothic" w:eastAsia="MS Gothic" w:hAnsi="MS Gothic" w:cs="Arial" w:hint="eastAsia"/>
            </w:rPr>
            <w:t>☐</w:t>
          </w:r>
        </w:sdtContent>
      </w:sdt>
      <w:permEnd w:id="1178817749"/>
      <w:r w:rsidR="00EB1C67">
        <w:rPr>
          <w:rFonts w:cs="Arial"/>
        </w:rPr>
        <w:tab/>
      </w:r>
      <w:r w:rsidR="0029581A" w:rsidRPr="0029581A">
        <w:rPr>
          <w:rFonts w:cs="Arial"/>
          <w:b/>
        </w:rPr>
        <w:t>04_</w:t>
      </w:r>
      <w:r w:rsidR="00EB1C67" w:rsidRPr="00DC4FCC">
        <w:rPr>
          <w:rFonts w:cs="Arial"/>
          <w:b/>
        </w:rPr>
        <w:t>Bedarfsanalyse</w:t>
      </w:r>
      <w:r w:rsidR="0029581A">
        <w:rPr>
          <w:rFonts w:cs="Arial"/>
          <w:b/>
        </w:rPr>
        <w:t>*</w:t>
      </w:r>
    </w:p>
    <w:permStart w:id="1624389774" w:edGrp="everyone"/>
    <w:p w14:paraId="6250AC18" w14:textId="3F3354FB" w:rsidR="00152DC5" w:rsidRPr="00B704D0" w:rsidRDefault="00620093" w:rsidP="008D2DF7">
      <w:pPr>
        <w:spacing w:before="0" w:after="0" w:line="480" w:lineRule="auto"/>
        <w:ind w:left="709" w:right="142" w:hanging="709"/>
        <w:rPr>
          <w:rFonts w:cs="Arial"/>
        </w:rPr>
      </w:pPr>
      <w:sdt>
        <w:sdtPr>
          <w:rPr>
            <w:rFonts w:cs="Arial"/>
          </w:rPr>
          <w:id w:val="371424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659D">
            <w:rPr>
              <w:rFonts w:ascii="MS Gothic" w:eastAsia="MS Gothic" w:hAnsi="MS Gothic" w:cs="Arial" w:hint="eastAsia"/>
            </w:rPr>
            <w:t>☐</w:t>
          </w:r>
        </w:sdtContent>
      </w:sdt>
      <w:permEnd w:id="1624389774"/>
      <w:r w:rsidR="00152DC5" w:rsidRPr="00B704D0">
        <w:rPr>
          <w:rFonts w:cs="Arial"/>
        </w:rPr>
        <w:tab/>
      </w:r>
      <w:r w:rsidR="0029581A" w:rsidRPr="0029581A">
        <w:rPr>
          <w:rFonts w:cs="Arial"/>
          <w:b/>
        </w:rPr>
        <w:t>05_</w:t>
      </w:r>
      <w:r w:rsidR="00152DC5" w:rsidRPr="00B704D0">
        <w:rPr>
          <w:rFonts w:cs="Arial"/>
          <w:b/>
        </w:rPr>
        <w:t>An</w:t>
      </w:r>
      <w:r w:rsidR="00306D6C" w:rsidRPr="00B704D0">
        <w:rPr>
          <w:rFonts w:cs="Arial"/>
          <w:b/>
        </w:rPr>
        <w:t>lage</w:t>
      </w:r>
      <w:r w:rsidR="00DC4FCC" w:rsidRPr="00B704D0">
        <w:rPr>
          <w:rFonts w:cs="Arial"/>
          <w:b/>
        </w:rPr>
        <w:t>(</w:t>
      </w:r>
      <w:r w:rsidR="00306D6C" w:rsidRPr="00B704D0">
        <w:rPr>
          <w:rFonts w:cs="Arial"/>
          <w:b/>
        </w:rPr>
        <w:t>n</w:t>
      </w:r>
      <w:r w:rsidR="00DC4FCC" w:rsidRPr="00B704D0">
        <w:rPr>
          <w:rFonts w:cs="Arial"/>
          <w:b/>
        </w:rPr>
        <w:t>)</w:t>
      </w:r>
      <w:r w:rsidR="00306D6C" w:rsidRPr="00B704D0">
        <w:rPr>
          <w:rFonts w:cs="Arial"/>
          <w:b/>
        </w:rPr>
        <w:t xml:space="preserve"> </w:t>
      </w:r>
      <w:r w:rsidR="00152DC5" w:rsidRPr="00B704D0">
        <w:rPr>
          <w:rFonts w:cs="Arial"/>
          <w:b/>
        </w:rPr>
        <w:t>Infrastruktur</w:t>
      </w:r>
      <w:r w:rsidR="0029581A">
        <w:rPr>
          <w:rFonts w:cs="Arial"/>
          <w:b/>
        </w:rPr>
        <w:t>*</w:t>
      </w:r>
      <w:r w:rsidR="00306D6C" w:rsidRPr="00B704D0">
        <w:rPr>
          <w:rFonts w:cs="Arial"/>
        </w:rPr>
        <w:t xml:space="preserve"> </w:t>
      </w:r>
    </w:p>
    <w:permStart w:id="2118326956" w:edGrp="everyone"/>
    <w:p w14:paraId="4BE6FB85" w14:textId="44740D85" w:rsidR="00152DC5" w:rsidRPr="00B704D0" w:rsidRDefault="00620093" w:rsidP="008D2DF7">
      <w:pPr>
        <w:tabs>
          <w:tab w:val="left" w:pos="709"/>
        </w:tabs>
        <w:spacing w:before="0" w:after="0" w:line="480" w:lineRule="auto"/>
        <w:ind w:left="705" w:right="142" w:hanging="705"/>
        <w:rPr>
          <w:rFonts w:cs="Arial"/>
        </w:rPr>
      </w:pPr>
      <w:sdt>
        <w:sdtPr>
          <w:rPr>
            <w:rFonts w:cs="Arial"/>
          </w:rPr>
          <w:id w:val="-690525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659D">
            <w:rPr>
              <w:rFonts w:ascii="MS Gothic" w:eastAsia="MS Gothic" w:hAnsi="MS Gothic" w:cs="Arial" w:hint="eastAsia"/>
            </w:rPr>
            <w:t>☐</w:t>
          </w:r>
        </w:sdtContent>
      </w:sdt>
      <w:permEnd w:id="2118326956"/>
      <w:r w:rsidR="00152DC5" w:rsidRPr="00B704D0">
        <w:rPr>
          <w:rFonts w:cs="Arial"/>
        </w:rPr>
        <w:tab/>
      </w:r>
      <w:r w:rsidR="0029581A" w:rsidRPr="0029581A">
        <w:rPr>
          <w:rFonts w:cs="Arial"/>
          <w:b/>
        </w:rPr>
        <w:t>06</w:t>
      </w:r>
      <w:r w:rsidR="0029581A">
        <w:rPr>
          <w:rFonts w:cs="Arial"/>
        </w:rPr>
        <w:t>_</w:t>
      </w:r>
      <w:r w:rsidR="00E04C21" w:rsidRPr="0029581A">
        <w:rPr>
          <w:rFonts w:cs="Arial"/>
          <w:b/>
        </w:rPr>
        <w:t>Unter</w:t>
      </w:r>
      <w:r w:rsidR="008D2DF7">
        <w:rPr>
          <w:rFonts w:cs="Arial"/>
          <w:b/>
        </w:rPr>
        <w:t>auftragsvergabe</w:t>
      </w:r>
      <w:r w:rsidR="0029581A">
        <w:rPr>
          <w:rFonts w:cs="Arial"/>
          <w:b/>
        </w:rPr>
        <w:t>*</w:t>
      </w:r>
      <w:r w:rsidR="00DC4FCC" w:rsidRPr="00B704D0">
        <w:rPr>
          <w:rFonts w:cs="Arial"/>
        </w:rPr>
        <w:t xml:space="preserve"> </w:t>
      </w:r>
    </w:p>
    <w:permStart w:id="932063856" w:edGrp="everyone"/>
    <w:p w14:paraId="774BFF3F" w14:textId="41DB93FE" w:rsidR="008D2DF7" w:rsidRDefault="00620093" w:rsidP="008D2DF7">
      <w:pPr>
        <w:spacing w:before="0" w:after="0"/>
        <w:ind w:right="142"/>
        <w:rPr>
          <w:rFonts w:cs="Arial"/>
          <w:b/>
        </w:rPr>
      </w:pPr>
      <w:sdt>
        <w:sdtPr>
          <w:rPr>
            <w:rFonts w:cs="Arial"/>
          </w:rPr>
          <w:id w:val="-1501039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659D">
            <w:rPr>
              <w:rFonts w:ascii="MS Gothic" w:eastAsia="MS Gothic" w:hAnsi="MS Gothic" w:cs="Arial" w:hint="eastAsia"/>
            </w:rPr>
            <w:t>☐</w:t>
          </w:r>
        </w:sdtContent>
      </w:sdt>
      <w:permEnd w:id="932063856"/>
      <w:r w:rsidR="00806FBB" w:rsidRPr="00B704D0">
        <w:rPr>
          <w:rFonts w:cs="Arial"/>
        </w:rPr>
        <w:tab/>
      </w:r>
      <w:r w:rsidR="0029581A" w:rsidRPr="00073E21">
        <w:rPr>
          <w:rFonts w:cs="Arial"/>
          <w:b/>
        </w:rPr>
        <w:t>07_</w:t>
      </w:r>
      <w:r w:rsidR="008D2DF7">
        <w:rPr>
          <w:rFonts w:cs="Arial"/>
          <w:b/>
        </w:rPr>
        <w:t>Berechtigungen</w:t>
      </w:r>
      <w:r w:rsidR="004D5B82" w:rsidRPr="00073E21">
        <w:rPr>
          <w:rFonts w:cs="Arial"/>
          <w:b/>
        </w:rPr>
        <w:t xml:space="preserve"> nach </w:t>
      </w:r>
      <w:r w:rsidR="00CE7A34">
        <w:rPr>
          <w:rFonts w:cs="Arial"/>
          <w:b/>
        </w:rPr>
        <w:t xml:space="preserve">§ 179 SGB III i.V.m. </w:t>
      </w:r>
      <w:r w:rsidR="004D5B82" w:rsidRPr="00073E21">
        <w:rPr>
          <w:rFonts w:cs="Arial"/>
          <w:b/>
        </w:rPr>
        <w:t xml:space="preserve">§ 3 AZAV und </w:t>
      </w:r>
      <w:r w:rsidR="008D2DF7">
        <w:rPr>
          <w:rFonts w:cs="Arial"/>
          <w:b/>
        </w:rPr>
        <w:t>ergänzende Anforderungen</w:t>
      </w:r>
    </w:p>
    <w:p w14:paraId="398BFD3D" w14:textId="77777777" w:rsidR="0029581A" w:rsidRPr="008D2DF7" w:rsidRDefault="008D2DF7" w:rsidP="008D2DF7">
      <w:pPr>
        <w:spacing w:before="0" w:after="0" w:line="480" w:lineRule="auto"/>
        <w:ind w:right="142"/>
        <w:rPr>
          <w:rFonts w:cs="Arial"/>
          <w:b/>
        </w:rPr>
      </w:pPr>
      <w:r>
        <w:rPr>
          <w:rFonts w:cs="Arial"/>
          <w:b/>
        </w:rPr>
        <w:tab/>
        <w:t xml:space="preserve">an Maßnahmen der beruflichen Bildung </w:t>
      </w:r>
      <w:r w:rsidR="004D5B82" w:rsidRPr="00073E21">
        <w:rPr>
          <w:rFonts w:cs="Arial"/>
          <w:b/>
        </w:rPr>
        <w:t>nach</w:t>
      </w:r>
      <w:r w:rsidR="00CE7A34">
        <w:rPr>
          <w:rFonts w:cs="Arial"/>
          <w:b/>
        </w:rPr>
        <w:t xml:space="preserve"> § 180 SGB III i.V.m. </w:t>
      </w:r>
      <w:r w:rsidR="004D5B82" w:rsidRPr="00073E21">
        <w:rPr>
          <w:rFonts w:cs="Arial"/>
          <w:b/>
        </w:rPr>
        <w:t xml:space="preserve"> § 4 AZAV</w:t>
      </w:r>
      <w:r w:rsidR="00073E21">
        <w:rPr>
          <w:rFonts w:cs="Arial"/>
          <w:b/>
        </w:rPr>
        <w:t>*</w:t>
      </w:r>
    </w:p>
    <w:permStart w:id="835650530" w:edGrp="everyone"/>
    <w:p w14:paraId="4A7ECF9F" w14:textId="6FFB1EA5" w:rsidR="006E0FAE" w:rsidRPr="00915129" w:rsidRDefault="00620093" w:rsidP="006E0FAE">
      <w:pPr>
        <w:spacing w:before="0" w:after="0"/>
        <w:ind w:right="142"/>
        <w:rPr>
          <w:rFonts w:cs="Arial"/>
          <w:b/>
        </w:rPr>
      </w:pPr>
      <w:sdt>
        <w:sdtPr>
          <w:rPr>
            <w:rFonts w:cs="Arial"/>
          </w:rPr>
          <w:id w:val="-1897648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659D">
            <w:rPr>
              <w:rFonts w:ascii="MS Gothic" w:eastAsia="MS Gothic" w:hAnsi="MS Gothic" w:cs="Arial" w:hint="eastAsia"/>
            </w:rPr>
            <w:t>☐</w:t>
          </w:r>
        </w:sdtContent>
      </w:sdt>
      <w:permEnd w:id="835650530"/>
      <w:r w:rsidR="006E0FAE" w:rsidRPr="00915129">
        <w:rPr>
          <w:rFonts w:cs="Arial"/>
        </w:rPr>
        <w:tab/>
      </w:r>
      <w:r w:rsidR="006E0FAE" w:rsidRPr="00915129">
        <w:rPr>
          <w:rFonts w:cs="Arial"/>
          <w:b/>
        </w:rPr>
        <w:t>08_Nachweis der Finanzierungssicherstellung bei bundes- oder landesrechtlichen</w:t>
      </w:r>
    </w:p>
    <w:p w14:paraId="7DEFE505" w14:textId="77777777" w:rsidR="006E0FAE" w:rsidRDefault="006E0FAE" w:rsidP="006E0FAE">
      <w:pPr>
        <w:spacing w:before="0" w:after="0"/>
        <w:ind w:right="142"/>
        <w:rPr>
          <w:rFonts w:cs="Arial"/>
        </w:rPr>
      </w:pPr>
      <w:r w:rsidRPr="00915129">
        <w:rPr>
          <w:rFonts w:cs="Arial"/>
          <w:b/>
        </w:rPr>
        <w:tab/>
        <w:t xml:space="preserve">Regelungen nach </w:t>
      </w:r>
      <w:r w:rsidRPr="00C3102D">
        <w:rPr>
          <w:rFonts w:cs="Arial"/>
          <w:b/>
        </w:rPr>
        <w:t xml:space="preserve">§ </w:t>
      </w:r>
      <w:r w:rsidR="00CE7A34">
        <w:rPr>
          <w:rFonts w:cs="Arial"/>
          <w:b/>
        </w:rPr>
        <w:t>180 SGB III i.V.m. §</w:t>
      </w:r>
      <w:r w:rsidR="00982305" w:rsidRPr="00C3102D">
        <w:rPr>
          <w:rFonts w:cs="Arial"/>
          <w:b/>
        </w:rPr>
        <w:t xml:space="preserve"> 4 SGB III</w:t>
      </w:r>
      <w:r w:rsidR="00915129" w:rsidRPr="00C3102D">
        <w:rPr>
          <w:rFonts w:cs="Arial"/>
          <w:b/>
        </w:rPr>
        <w:t>*</w:t>
      </w:r>
    </w:p>
    <w:p w14:paraId="7731DDFC" w14:textId="77777777" w:rsidR="0029581A" w:rsidRDefault="0029581A">
      <w:pPr>
        <w:spacing w:before="0" w:after="0"/>
        <w:jc w:val="left"/>
        <w:rPr>
          <w:rFonts w:cs="Arial"/>
        </w:rPr>
      </w:pPr>
    </w:p>
    <w:p w14:paraId="4F1DFF69" w14:textId="77777777" w:rsidR="0029581A" w:rsidRPr="0029581A" w:rsidRDefault="0029581A" w:rsidP="0029581A">
      <w:pPr>
        <w:spacing w:after="120"/>
        <w:ind w:right="142"/>
        <w:jc w:val="right"/>
        <w:rPr>
          <w:rFonts w:cs="Arial"/>
          <w:sz w:val="20"/>
          <w:szCs w:val="28"/>
        </w:rPr>
      </w:pPr>
      <w:r w:rsidRPr="00AE190D">
        <w:rPr>
          <w:rFonts w:cs="Arial"/>
          <w:b/>
          <w:sz w:val="20"/>
        </w:rPr>
        <w:t>*</w:t>
      </w:r>
      <w:r w:rsidRPr="00AE190D">
        <w:rPr>
          <w:rFonts w:cs="Arial"/>
          <w:b/>
          <w:sz w:val="18"/>
          <w:szCs w:val="28"/>
        </w:rPr>
        <w:t xml:space="preserve">Bitte beachten Sie die Hinweise in der beigefügten Ordnerstruktur. </w:t>
      </w:r>
    </w:p>
    <w:p w14:paraId="4CDC4A84" w14:textId="77777777" w:rsidR="002A5124" w:rsidRDefault="002A5124">
      <w:pPr>
        <w:spacing w:before="0" w:after="0"/>
        <w:jc w:val="left"/>
        <w:rPr>
          <w:rFonts w:cs="Arial"/>
        </w:rPr>
      </w:pPr>
      <w:r>
        <w:rPr>
          <w:rFonts w:cs="Arial"/>
        </w:rPr>
        <w:br w:type="page"/>
      </w:r>
    </w:p>
    <w:p w14:paraId="3A238EF5" w14:textId="77777777" w:rsidR="00D350E2" w:rsidRPr="00B704D0" w:rsidRDefault="00D350E2" w:rsidP="00306D6C">
      <w:pPr>
        <w:tabs>
          <w:tab w:val="left" w:pos="709"/>
        </w:tabs>
        <w:spacing w:after="120"/>
        <w:ind w:left="705" w:right="142" w:hanging="705"/>
        <w:rPr>
          <w:rFonts w:cs="Arial"/>
        </w:rPr>
      </w:pPr>
    </w:p>
    <w:p w14:paraId="01302127" w14:textId="77777777" w:rsidR="00152DC5" w:rsidRPr="007A3E62" w:rsidRDefault="00152DC5" w:rsidP="00152DC5">
      <w:pPr>
        <w:tabs>
          <w:tab w:val="left" w:pos="709"/>
        </w:tabs>
        <w:spacing w:after="120"/>
        <w:ind w:right="142"/>
        <w:rPr>
          <w:rFonts w:cs="Arial"/>
          <w:sz w:val="24"/>
          <w:szCs w:val="24"/>
          <w:u w:val="single"/>
        </w:rPr>
      </w:pPr>
      <w:r w:rsidRPr="007A3E62">
        <w:rPr>
          <w:rFonts w:cs="Arial"/>
          <w:sz w:val="24"/>
          <w:szCs w:val="24"/>
          <w:u w:val="single"/>
        </w:rPr>
        <w:t>Für die Maßnahmen der festgelegten Stichprobe zusätzlich:</w:t>
      </w:r>
    </w:p>
    <w:p w14:paraId="2E7487F9" w14:textId="77777777" w:rsidR="002A5124" w:rsidRPr="007A3E62" w:rsidRDefault="002A5124" w:rsidP="00152DC5">
      <w:pPr>
        <w:tabs>
          <w:tab w:val="left" w:pos="709"/>
        </w:tabs>
        <w:spacing w:after="120"/>
        <w:ind w:right="142"/>
        <w:rPr>
          <w:rFonts w:cs="Arial"/>
          <w:sz w:val="24"/>
          <w:szCs w:val="24"/>
          <w:u w:val="single"/>
        </w:rPr>
      </w:pPr>
    </w:p>
    <w:p w14:paraId="479114C7" w14:textId="77777777" w:rsidR="00226A87" w:rsidRPr="007A3E62" w:rsidRDefault="00226A87" w:rsidP="00152DC5">
      <w:pPr>
        <w:tabs>
          <w:tab w:val="left" w:pos="709"/>
        </w:tabs>
        <w:spacing w:after="120"/>
        <w:ind w:right="142"/>
        <w:rPr>
          <w:rFonts w:cs="Arial"/>
          <w:sz w:val="24"/>
          <w:szCs w:val="24"/>
        </w:rPr>
      </w:pPr>
      <w:r w:rsidRPr="007A3E62">
        <w:rPr>
          <w:rFonts w:cs="Arial"/>
          <w:sz w:val="24"/>
          <w:szCs w:val="24"/>
        </w:rPr>
        <w:t>Nach positiver Antragsbewertung erhalten Sie durch die FKS für alle beantragten Maßnahmen, die sich in der Stichprobe befinden, eine Checkliste zur Maßnahmezulassung</w:t>
      </w:r>
    </w:p>
    <w:p w14:paraId="23D6F9EA" w14:textId="77777777" w:rsidR="004702F9" w:rsidRDefault="004702F9" w:rsidP="004702F9">
      <w:pPr>
        <w:tabs>
          <w:tab w:val="left" w:pos="709"/>
        </w:tabs>
        <w:ind w:left="705" w:right="142" w:hanging="705"/>
        <w:rPr>
          <w:rFonts w:cs="Arial"/>
        </w:rPr>
      </w:pPr>
    </w:p>
    <w:tbl>
      <w:tblPr>
        <w:tblStyle w:val="Tabellenraster"/>
        <w:tblpPr w:leftFromText="141" w:rightFromText="141" w:vertAnchor="text" w:horzAnchor="margin" w:tblpY="145"/>
        <w:tblW w:w="1005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8"/>
        <w:gridCol w:w="4962"/>
      </w:tblGrid>
      <w:tr w:rsidR="00E713E9" w14:paraId="219DEC17" w14:textId="77777777" w:rsidTr="00982305">
        <w:tc>
          <w:tcPr>
            <w:tcW w:w="5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ermStart w:id="444074535" w:edGrp="everyone"/>
          <w:p w14:paraId="093E391D" w14:textId="12EDD8DA" w:rsidR="00E713E9" w:rsidRPr="00F92768" w:rsidRDefault="00620093" w:rsidP="00E713E9">
            <w:pPr>
              <w:jc w:val="left"/>
              <w:rPr>
                <w:rFonts w:cs="Arial"/>
                <w:sz w:val="20"/>
              </w:rPr>
            </w:pPr>
            <w:sdt>
              <w:sdtPr>
                <w:rPr>
                  <w:rFonts w:cs="Arial"/>
                  <w:sz w:val="20"/>
                </w:rPr>
                <w:id w:val="14464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E713E9" w:rsidRPr="00F92768">
              <w:rPr>
                <w:rFonts w:cs="Arial"/>
                <w:sz w:val="20"/>
              </w:rPr>
              <w:t xml:space="preserve"> </w:t>
            </w:r>
            <w:permEnd w:id="444074535"/>
            <w:r w:rsidR="00E713E9" w:rsidRPr="00F92768">
              <w:rPr>
                <w:rFonts w:cs="Arial"/>
                <w:sz w:val="20"/>
              </w:rPr>
              <w:t>10_</w:t>
            </w:r>
            <w:r w:rsidR="00E713E9" w:rsidRPr="00F92768">
              <w:rPr>
                <w:rFonts w:cs="Arial"/>
                <w:b/>
                <w:sz w:val="20"/>
              </w:rPr>
              <w:t>Checkliste</w:t>
            </w:r>
            <w:r w:rsidR="00E713E9" w:rsidRPr="00F92768">
              <w:rPr>
                <w:rFonts w:cs="Arial"/>
                <w:sz w:val="20"/>
              </w:rPr>
              <w:t xml:space="preserve"> </w:t>
            </w:r>
            <w:r w:rsidR="00E713E9" w:rsidRPr="00F92768">
              <w:rPr>
                <w:rFonts w:cs="Arial"/>
                <w:b/>
                <w:sz w:val="20"/>
              </w:rPr>
              <w:t>zur Maßnahmezulassung</w:t>
            </w:r>
            <w:r w:rsidR="007A615F">
              <w:rPr>
                <w:rFonts w:cs="Arial"/>
                <w:b/>
                <w:sz w:val="20"/>
              </w:rPr>
              <w:t xml:space="preserve"> </w:t>
            </w:r>
            <w:r w:rsidR="007A615F" w:rsidRPr="007A3E62">
              <w:rPr>
                <w:rFonts w:cs="Arial"/>
                <w:b/>
                <w:sz w:val="20"/>
              </w:rPr>
              <w:t>(AVGS)</w:t>
            </w:r>
            <w:r w:rsidR="00E713E9" w:rsidRPr="00F92768">
              <w:rPr>
                <w:rFonts w:cs="Arial"/>
                <w:sz w:val="20"/>
              </w:rPr>
              <w:t xml:space="preserve"> </w:t>
            </w:r>
          </w:p>
          <w:p w14:paraId="3321BC5E" w14:textId="77777777" w:rsidR="00E713E9" w:rsidRDefault="00F92768" w:rsidP="00F92768">
            <w:pPr>
              <w:ind w:left="599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18"/>
              </w:rPr>
              <w:t>(</w:t>
            </w:r>
            <w:r w:rsidR="00E713E9" w:rsidRPr="00F92768">
              <w:rPr>
                <w:rFonts w:cs="Arial"/>
                <w:sz w:val="18"/>
              </w:rPr>
              <w:t>inkl. nachfolgender Ordnerstruktur</w:t>
            </w:r>
            <w:r>
              <w:rPr>
                <w:rFonts w:cs="Arial"/>
                <w:sz w:val="18"/>
              </w:rPr>
              <w:t>)</w:t>
            </w:r>
          </w:p>
        </w:tc>
        <w:permStart w:id="111280991" w:edGrp="everyone"/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04429C8" w14:textId="656E3917" w:rsidR="00E713E9" w:rsidRPr="00F92768" w:rsidRDefault="00620093" w:rsidP="00E713E9">
            <w:pPr>
              <w:jc w:val="left"/>
              <w:rPr>
                <w:rFonts w:cs="Arial"/>
                <w:b/>
                <w:sz w:val="20"/>
              </w:rPr>
            </w:pPr>
            <w:sdt>
              <w:sdtPr>
                <w:rPr>
                  <w:rFonts w:cs="Arial"/>
                  <w:sz w:val="20"/>
                </w:rPr>
                <w:id w:val="1307207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E713E9" w:rsidRPr="00F92768">
              <w:rPr>
                <w:rFonts w:cs="Arial"/>
                <w:sz w:val="20"/>
              </w:rPr>
              <w:t xml:space="preserve"> </w:t>
            </w:r>
            <w:permEnd w:id="111280991"/>
            <w:r w:rsidR="00E713E9" w:rsidRPr="00F92768">
              <w:rPr>
                <w:rFonts w:cs="Arial"/>
                <w:sz w:val="20"/>
              </w:rPr>
              <w:t>10_</w:t>
            </w:r>
            <w:r w:rsidR="00E713E9" w:rsidRPr="00F92768">
              <w:rPr>
                <w:rFonts w:cs="Arial"/>
                <w:b/>
                <w:sz w:val="20"/>
              </w:rPr>
              <w:t>Checkliste</w:t>
            </w:r>
            <w:r w:rsidR="00E713E9" w:rsidRPr="00F92768">
              <w:rPr>
                <w:rFonts w:cs="Arial"/>
                <w:sz w:val="20"/>
              </w:rPr>
              <w:t xml:space="preserve"> </w:t>
            </w:r>
            <w:r w:rsidR="00E713E9" w:rsidRPr="00F92768">
              <w:rPr>
                <w:rFonts w:cs="Arial"/>
                <w:b/>
                <w:sz w:val="20"/>
              </w:rPr>
              <w:t>zur</w:t>
            </w:r>
            <w:r w:rsidR="007A615F">
              <w:rPr>
                <w:rFonts w:cs="Arial"/>
                <w:b/>
                <w:sz w:val="20"/>
              </w:rPr>
              <w:t xml:space="preserve"> </w:t>
            </w:r>
            <w:r w:rsidR="00E713E9" w:rsidRPr="00F92768">
              <w:rPr>
                <w:rFonts w:cs="Arial"/>
                <w:b/>
                <w:sz w:val="20"/>
              </w:rPr>
              <w:t xml:space="preserve">Maßnahmezulassung </w:t>
            </w:r>
            <w:r w:rsidR="007A615F">
              <w:rPr>
                <w:rFonts w:cs="Arial"/>
                <w:b/>
                <w:sz w:val="20"/>
              </w:rPr>
              <w:t>(FbW)</w:t>
            </w:r>
          </w:p>
          <w:p w14:paraId="4203AA02" w14:textId="77777777" w:rsidR="00E713E9" w:rsidRDefault="00F92768" w:rsidP="00F92768">
            <w:pPr>
              <w:ind w:left="600"/>
              <w:jc w:val="left"/>
              <w:rPr>
                <w:rFonts w:cs="Arial"/>
              </w:rPr>
            </w:pPr>
            <w:r>
              <w:rPr>
                <w:rFonts w:cs="Arial"/>
                <w:sz w:val="18"/>
              </w:rPr>
              <w:t>(</w:t>
            </w:r>
            <w:r w:rsidR="00E713E9" w:rsidRPr="00F92768">
              <w:rPr>
                <w:rFonts w:cs="Arial"/>
                <w:sz w:val="18"/>
              </w:rPr>
              <w:t>inkl. nachfolgender Ordnerstruktur</w:t>
            </w:r>
            <w:r>
              <w:rPr>
                <w:rFonts w:cs="Arial"/>
                <w:sz w:val="18"/>
              </w:rPr>
              <w:t>)</w:t>
            </w:r>
          </w:p>
        </w:tc>
      </w:tr>
      <w:permStart w:id="1837766282" w:edGrp="everyone"/>
      <w:tr w:rsidR="00E713E9" w14:paraId="7279C7F6" w14:textId="77777777" w:rsidTr="00982305">
        <w:tc>
          <w:tcPr>
            <w:tcW w:w="50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276EE45" w14:textId="5B0FA6B3" w:rsidR="00E713E9" w:rsidRPr="00B37B24" w:rsidRDefault="00620093" w:rsidP="00E713E9">
            <w:pPr>
              <w:ind w:left="227"/>
              <w:jc w:val="left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-120768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E713E9" w:rsidRPr="00B37B24">
              <w:rPr>
                <w:rFonts w:cs="Arial"/>
                <w:sz w:val="18"/>
              </w:rPr>
              <w:t xml:space="preserve">  </w:t>
            </w:r>
            <w:permEnd w:id="1837766282"/>
            <w:r w:rsidR="00E713E9" w:rsidRPr="00B37B24">
              <w:rPr>
                <w:rFonts w:cs="Arial"/>
                <w:sz w:val="18"/>
              </w:rPr>
              <w:t>10-01_Zielgruppe*</w:t>
            </w:r>
          </w:p>
        </w:tc>
        <w:permStart w:id="616366760" w:edGrp="everyone"/>
        <w:tc>
          <w:tcPr>
            <w:tcW w:w="496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79FA495" w14:textId="29A47844" w:rsidR="00E713E9" w:rsidRPr="00F92768" w:rsidRDefault="00620093" w:rsidP="00B37B24">
            <w:pPr>
              <w:ind w:left="284"/>
              <w:rPr>
                <w:rFonts w:cs="Arial"/>
                <w:sz w:val="18"/>
              </w:rPr>
            </w:pPr>
            <w:sdt>
              <w:sdtPr>
                <w:rPr>
                  <w:rFonts w:ascii="Calibri" w:hAnsi="Calibri"/>
                  <w:sz w:val="18"/>
                </w:rPr>
                <w:id w:val="203374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 w:rsidR="00F92768" w:rsidRPr="00F92768">
              <w:rPr>
                <w:rFonts w:ascii="Calibri" w:hAnsi="Calibri"/>
                <w:sz w:val="18"/>
              </w:rPr>
              <w:t xml:space="preserve">  </w:t>
            </w:r>
            <w:permEnd w:id="616366760"/>
            <w:r w:rsidR="00E713E9" w:rsidRPr="00F92768">
              <w:rPr>
                <w:rFonts w:cs="Arial"/>
                <w:sz w:val="18"/>
              </w:rPr>
              <w:t>10-01_Zielgruppe*</w:t>
            </w:r>
          </w:p>
        </w:tc>
      </w:tr>
      <w:permStart w:id="171050133" w:edGrp="everyone"/>
      <w:tr w:rsidR="00E713E9" w14:paraId="395E9568" w14:textId="77777777" w:rsidTr="00982305">
        <w:tc>
          <w:tcPr>
            <w:tcW w:w="5088" w:type="dxa"/>
            <w:tcBorders>
              <w:left w:val="single" w:sz="12" w:space="0" w:color="auto"/>
              <w:right w:val="single" w:sz="12" w:space="0" w:color="auto"/>
            </w:tcBorders>
          </w:tcPr>
          <w:p w14:paraId="44F90E6B" w14:textId="1DE54C41" w:rsidR="00E713E9" w:rsidRPr="00B37B24" w:rsidRDefault="00620093" w:rsidP="00E713E9">
            <w:pPr>
              <w:ind w:left="227"/>
              <w:jc w:val="left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664594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E713E9" w:rsidRPr="00B37B24">
              <w:rPr>
                <w:rFonts w:cs="Arial"/>
                <w:sz w:val="18"/>
              </w:rPr>
              <w:t xml:space="preserve">  </w:t>
            </w:r>
            <w:permEnd w:id="171050133"/>
            <w:r w:rsidR="00E713E9" w:rsidRPr="00B37B24">
              <w:rPr>
                <w:rFonts w:cs="Arial"/>
                <w:sz w:val="18"/>
              </w:rPr>
              <w:t>10-02_Eignungsfeststellung*</w:t>
            </w:r>
          </w:p>
        </w:tc>
        <w:permStart w:id="68779656" w:edGrp="everyone"/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14:paraId="21AB07FF" w14:textId="2147DC39" w:rsidR="00E713E9" w:rsidRPr="00F92768" w:rsidRDefault="00620093" w:rsidP="00B37B24">
            <w:pPr>
              <w:ind w:left="284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-1820413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F92768" w:rsidRPr="00F92768">
              <w:rPr>
                <w:rFonts w:cs="Arial"/>
                <w:sz w:val="18"/>
              </w:rPr>
              <w:t xml:space="preserve">  </w:t>
            </w:r>
            <w:permEnd w:id="68779656"/>
            <w:r w:rsidR="00E713E9" w:rsidRPr="00F92768">
              <w:rPr>
                <w:rFonts w:cs="Arial"/>
                <w:sz w:val="18"/>
              </w:rPr>
              <w:t>10-02_Eignungsfeststellung*</w:t>
            </w:r>
          </w:p>
        </w:tc>
      </w:tr>
      <w:permStart w:id="383540357" w:edGrp="everyone"/>
      <w:tr w:rsidR="00B37B24" w14:paraId="30E6348F" w14:textId="77777777" w:rsidTr="00982305">
        <w:tc>
          <w:tcPr>
            <w:tcW w:w="5088" w:type="dxa"/>
            <w:tcBorders>
              <w:left w:val="single" w:sz="12" w:space="0" w:color="auto"/>
              <w:right w:val="single" w:sz="12" w:space="0" w:color="auto"/>
            </w:tcBorders>
          </w:tcPr>
          <w:p w14:paraId="7C969377" w14:textId="6310AF61" w:rsidR="00B37B24" w:rsidRPr="00B37B24" w:rsidRDefault="00620093" w:rsidP="00B37B24">
            <w:pPr>
              <w:ind w:left="227"/>
              <w:jc w:val="left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-2082361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B37B24" w:rsidRPr="00B37B24">
              <w:rPr>
                <w:rFonts w:cs="Arial"/>
                <w:sz w:val="18"/>
              </w:rPr>
              <w:t xml:space="preserve">  </w:t>
            </w:r>
            <w:permEnd w:id="383540357"/>
            <w:r w:rsidR="00B37B24" w:rsidRPr="00B37B24">
              <w:rPr>
                <w:rFonts w:cs="Arial"/>
                <w:sz w:val="18"/>
              </w:rPr>
              <w:t>10-</w:t>
            </w:r>
            <w:r w:rsidR="00B37B24">
              <w:rPr>
                <w:rFonts w:cs="Arial"/>
                <w:sz w:val="18"/>
              </w:rPr>
              <w:t>03</w:t>
            </w:r>
            <w:r w:rsidR="00B37B24" w:rsidRPr="00B37B24">
              <w:rPr>
                <w:rFonts w:cs="Arial"/>
                <w:sz w:val="18"/>
              </w:rPr>
              <w:t>_Fehlzeitenmanagement*</w:t>
            </w:r>
          </w:p>
        </w:tc>
        <w:permStart w:id="2105943832" w:edGrp="everyone"/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14:paraId="37A43085" w14:textId="6734B5BA" w:rsidR="00B37B24" w:rsidRPr="00F92768" w:rsidRDefault="00620093" w:rsidP="00B37B24">
            <w:pPr>
              <w:ind w:left="284"/>
              <w:jc w:val="left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-706865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permEnd w:id="2105943832"/>
            <w:r w:rsidR="00B37B24" w:rsidRPr="00F92768">
              <w:rPr>
                <w:rFonts w:cs="Arial"/>
                <w:sz w:val="18"/>
              </w:rPr>
              <w:t xml:space="preserve"> 10</w:t>
            </w:r>
            <w:r w:rsidR="00404487">
              <w:rPr>
                <w:rFonts w:cs="Arial"/>
                <w:sz w:val="18"/>
              </w:rPr>
              <w:t>-</w:t>
            </w:r>
            <w:r w:rsidR="00B37B24">
              <w:rPr>
                <w:rFonts w:cs="Arial"/>
                <w:sz w:val="18"/>
              </w:rPr>
              <w:t>03</w:t>
            </w:r>
            <w:r w:rsidR="00B37B24" w:rsidRPr="00F92768">
              <w:rPr>
                <w:rFonts w:cs="Arial"/>
                <w:sz w:val="18"/>
              </w:rPr>
              <w:t>_Fehlzeitenmanagement*</w:t>
            </w:r>
          </w:p>
        </w:tc>
      </w:tr>
      <w:permStart w:id="825176908" w:edGrp="everyone"/>
      <w:tr w:rsidR="00B37B24" w14:paraId="31348AA6" w14:textId="77777777" w:rsidTr="00982305">
        <w:tc>
          <w:tcPr>
            <w:tcW w:w="5088" w:type="dxa"/>
            <w:tcBorders>
              <w:left w:val="single" w:sz="12" w:space="0" w:color="auto"/>
              <w:right w:val="single" w:sz="12" w:space="0" w:color="auto"/>
            </w:tcBorders>
          </w:tcPr>
          <w:p w14:paraId="0A7B2E6A" w14:textId="7F68662A" w:rsidR="00B37B24" w:rsidRPr="00B37B24" w:rsidRDefault="00620093" w:rsidP="00B37B24">
            <w:pPr>
              <w:ind w:left="227"/>
              <w:jc w:val="left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-1559853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B37B24" w:rsidRPr="00B37B24">
              <w:rPr>
                <w:rFonts w:cs="Arial"/>
                <w:sz w:val="18"/>
              </w:rPr>
              <w:t xml:space="preserve">  </w:t>
            </w:r>
            <w:permEnd w:id="825176908"/>
            <w:r w:rsidR="00B37B24" w:rsidRPr="00B37B24">
              <w:rPr>
                <w:rFonts w:cs="Arial"/>
                <w:sz w:val="18"/>
              </w:rPr>
              <w:t>10-0</w:t>
            </w:r>
            <w:r w:rsidR="00B37B24">
              <w:rPr>
                <w:rFonts w:cs="Arial"/>
                <w:sz w:val="18"/>
              </w:rPr>
              <w:t>4</w:t>
            </w:r>
            <w:r w:rsidR="00B37B24" w:rsidRPr="00B37B24">
              <w:rPr>
                <w:rFonts w:cs="Arial"/>
                <w:sz w:val="18"/>
              </w:rPr>
              <w:t>_Erfolgsbeobachtung*</w:t>
            </w:r>
          </w:p>
        </w:tc>
        <w:permStart w:id="1729047280" w:edGrp="everyone"/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14:paraId="32B05188" w14:textId="046DAF27" w:rsidR="00B37B24" w:rsidRPr="00F92768" w:rsidRDefault="00620093" w:rsidP="00B37B24">
            <w:pPr>
              <w:ind w:left="284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1330721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B37B24" w:rsidRPr="00F92768">
              <w:rPr>
                <w:rFonts w:cs="Arial"/>
                <w:sz w:val="18"/>
              </w:rPr>
              <w:t xml:space="preserve">  </w:t>
            </w:r>
            <w:permEnd w:id="1729047280"/>
            <w:r w:rsidR="00B37B24" w:rsidRPr="00F92768">
              <w:rPr>
                <w:rFonts w:cs="Arial"/>
                <w:sz w:val="18"/>
              </w:rPr>
              <w:t>10-0</w:t>
            </w:r>
            <w:r w:rsidR="00B37B24">
              <w:rPr>
                <w:rFonts w:cs="Arial"/>
                <w:sz w:val="18"/>
              </w:rPr>
              <w:t>4</w:t>
            </w:r>
            <w:r w:rsidR="00B37B24" w:rsidRPr="00F92768">
              <w:rPr>
                <w:rFonts w:cs="Arial"/>
                <w:sz w:val="18"/>
              </w:rPr>
              <w:t>_Erfolgsbeobachtung*</w:t>
            </w:r>
          </w:p>
        </w:tc>
      </w:tr>
      <w:permStart w:id="1320488528" w:edGrp="everyone"/>
      <w:tr w:rsidR="00B37B24" w14:paraId="78D2FCBC" w14:textId="77777777" w:rsidTr="00982305">
        <w:tc>
          <w:tcPr>
            <w:tcW w:w="5088" w:type="dxa"/>
            <w:tcBorders>
              <w:left w:val="single" w:sz="12" w:space="0" w:color="auto"/>
              <w:right w:val="single" w:sz="12" w:space="0" w:color="auto"/>
            </w:tcBorders>
          </w:tcPr>
          <w:p w14:paraId="47B7DDA4" w14:textId="4ABBB9F9" w:rsidR="00B37B24" w:rsidRPr="00B37B24" w:rsidRDefault="00620093" w:rsidP="00B37B24">
            <w:pPr>
              <w:ind w:left="227"/>
              <w:jc w:val="left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869723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B37B24" w:rsidRPr="00B37B24">
              <w:rPr>
                <w:rFonts w:cs="Arial"/>
                <w:sz w:val="18"/>
              </w:rPr>
              <w:t xml:space="preserve">  </w:t>
            </w:r>
            <w:permEnd w:id="1320488528"/>
            <w:r w:rsidR="00B37B24" w:rsidRPr="00B37B24">
              <w:rPr>
                <w:rFonts w:cs="Arial"/>
                <w:sz w:val="18"/>
              </w:rPr>
              <w:t>10-0</w:t>
            </w:r>
            <w:r w:rsidR="00B37B24">
              <w:rPr>
                <w:rFonts w:cs="Arial"/>
                <w:sz w:val="18"/>
              </w:rPr>
              <w:t>5</w:t>
            </w:r>
            <w:r w:rsidR="00B37B24" w:rsidRPr="00B37B24">
              <w:rPr>
                <w:rFonts w:cs="Arial"/>
                <w:sz w:val="18"/>
              </w:rPr>
              <w:t>_Teilnehmervertrag*</w:t>
            </w:r>
          </w:p>
        </w:tc>
        <w:permStart w:id="953101772" w:edGrp="everyone"/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14:paraId="73BEC686" w14:textId="085CF2C5" w:rsidR="00B37B24" w:rsidRPr="00F92768" w:rsidRDefault="00620093" w:rsidP="00B37B24">
            <w:pPr>
              <w:ind w:left="284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826019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B37B24" w:rsidRPr="00F92768">
              <w:rPr>
                <w:rFonts w:cs="Arial"/>
                <w:sz w:val="18"/>
              </w:rPr>
              <w:t xml:space="preserve">  </w:t>
            </w:r>
            <w:permEnd w:id="953101772"/>
            <w:r w:rsidR="00B37B24" w:rsidRPr="00F92768">
              <w:rPr>
                <w:rFonts w:cs="Arial"/>
                <w:sz w:val="18"/>
              </w:rPr>
              <w:t>10-0</w:t>
            </w:r>
            <w:r w:rsidR="00B37B24">
              <w:rPr>
                <w:rFonts w:cs="Arial"/>
                <w:sz w:val="18"/>
              </w:rPr>
              <w:t>5</w:t>
            </w:r>
            <w:r w:rsidR="00B37B24" w:rsidRPr="00F92768">
              <w:rPr>
                <w:rFonts w:cs="Arial"/>
                <w:sz w:val="18"/>
              </w:rPr>
              <w:t>_Teilnehmervertrag*</w:t>
            </w:r>
          </w:p>
        </w:tc>
      </w:tr>
      <w:permStart w:id="306594907" w:edGrp="everyone"/>
      <w:tr w:rsidR="00B37B24" w14:paraId="64AA7326" w14:textId="77777777" w:rsidTr="00982305">
        <w:tc>
          <w:tcPr>
            <w:tcW w:w="5088" w:type="dxa"/>
            <w:tcBorders>
              <w:left w:val="single" w:sz="12" w:space="0" w:color="auto"/>
              <w:right w:val="single" w:sz="12" w:space="0" w:color="auto"/>
            </w:tcBorders>
          </w:tcPr>
          <w:p w14:paraId="5136B474" w14:textId="2654A91C" w:rsidR="00B37B24" w:rsidRPr="00B37B24" w:rsidRDefault="00620093" w:rsidP="00B37B24">
            <w:pPr>
              <w:ind w:left="227"/>
              <w:jc w:val="left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69857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B37B24" w:rsidRPr="00B37B24">
              <w:rPr>
                <w:rFonts w:cs="Arial"/>
                <w:sz w:val="18"/>
              </w:rPr>
              <w:t xml:space="preserve">  </w:t>
            </w:r>
            <w:permEnd w:id="306594907"/>
            <w:r w:rsidR="00B37B24" w:rsidRPr="00B37B24">
              <w:rPr>
                <w:rFonts w:cs="Arial"/>
                <w:sz w:val="18"/>
              </w:rPr>
              <w:t>10-0</w:t>
            </w:r>
            <w:r w:rsidR="00B37B24">
              <w:rPr>
                <w:rFonts w:cs="Arial"/>
                <w:sz w:val="18"/>
              </w:rPr>
              <w:t>6</w:t>
            </w:r>
            <w:r w:rsidR="00B37B24" w:rsidRPr="00B37B24">
              <w:rPr>
                <w:rFonts w:cs="Arial"/>
                <w:sz w:val="18"/>
              </w:rPr>
              <w:t>_Vermittlung*</w:t>
            </w:r>
          </w:p>
        </w:tc>
        <w:permStart w:id="1443303510" w:edGrp="everyone"/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14:paraId="3AB59F3B" w14:textId="4473BCE8" w:rsidR="00B37B24" w:rsidRDefault="00620093" w:rsidP="00B37B24">
            <w:pPr>
              <w:ind w:left="284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1546337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B37B24" w:rsidRPr="00F92768">
              <w:rPr>
                <w:rFonts w:cs="Arial"/>
                <w:sz w:val="18"/>
              </w:rPr>
              <w:t xml:space="preserve">  </w:t>
            </w:r>
            <w:permEnd w:id="1443303510"/>
            <w:r w:rsidR="00B37B24" w:rsidRPr="00F92768">
              <w:rPr>
                <w:rFonts w:cs="Arial"/>
                <w:sz w:val="18"/>
              </w:rPr>
              <w:t>10-0</w:t>
            </w:r>
            <w:r w:rsidR="00B37B24">
              <w:rPr>
                <w:rFonts w:cs="Arial"/>
                <w:sz w:val="18"/>
              </w:rPr>
              <w:t>6</w:t>
            </w:r>
            <w:r w:rsidR="00B37B24" w:rsidRPr="00F92768">
              <w:rPr>
                <w:rFonts w:cs="Arial"/>
                <w:sz w:val="18"/>
              </w:rPr>
              <w:t>_Vermittlung*</w:t>
            </w:r>
          </w:p>
        </w:tc>
      </w:tr>
      <w:permStart w:id="12995565" w:edGrp="everyone"/>
      <w:tr w:rsidR="00B37B24" w14:paraId="64917E13" w14:textId="77777777" w:rsidTr="00982305">
        <w:tc>
          <w:tcPr>
            <w:tcW w:w="5088" w:type="dxa"/>
            <w:tcBorders>
              <w:left w:val="single" w:sz="12" w:space="0" w:color="auto"/>
              <w:right w:val="single" w:sz="12" w:space="0" w:color="auto"/>
            </w:tcBorders>
          </w:tcPr>
          <w:p w14:paraId="7A10550A" w14:textId="2164AC58" w:rsidR="00B37B24" w:rsidRPr="00B37B24" w:rsidRDefault="00620093" w:rsidP="00B37B24">
            <w:pPr>
              <w:ind w:left="227"/>
              <w:jc w:val="left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1964918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B37B24" w:rsidRPr="00B37B24">
              <w:rPr>
                <w:rFonts w:cs="Arial"/>
                <w:sz w:val="18"/>
              </w:rPr>
              <w:t xml:space="preserve">  </w:t>
            </w:r>
            <w:permEnd w:id="12995565"/>
            <w:r w:rsidR="00B37B24" w:rsidRPr="00B37B24">
              <w:rPr>
                <w:rFonts w:cs="Arial"/>
                <w:sz w:val="18"/>
              </w:rPr>
              <w:t>10-0</w:t>
            </w:r>
            <w:r w:rsidR="00B37B24">
              <w:rPr>
                <w:rFonts w:cs="Arial"/>
                <w:sz w:val="18"/>
              </w:rPr>
              <w:t>7</w:t>
            </w:r>
            <w:r w:rsidR="00B37B24" w:rsidRPr="00B37B24">
              <w:rPr>
                <w:rFonts w:cs="Arial"/>
                <w:sz w:val="18"/>
              </w:rPr>
              <w:t>_Maßnahmeteil Arbeitgeber (Praktikum)*</w:t>
            </w:r>
          </w:p>
        </w:tc>
        <w:permStart w:id="230974123" w:edGrp="everyone"/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14:paraId="5F9B5179" w14:textId="1F1ED74B" w:rsidR="00B37B24" w:rsidRPr="00F92768" w:rsidRDefault="00620093" w:rsidP="00B37B24">
            <w:pPr>
              <w:ind w:left="284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-1494099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B37B24" w:rsidRPr="00F92768">
              <w:rPr>
                <w:rFonts w:cs="Arial"/>
                <w:sz w:val="18"/>
              </w:rPr>
              <w:t xml:space="preserve">  </w:t>
            </w:r>
            <w:permEnd w:id="230974123"/>
            <w:r w:rsidR="00B37B24" w:rsidRPr="00F92768">
              <w:rPr>
                <w:rFonts w:cs="Arial"/>
                <w:sz w:val="18"/>
              </w:rPr>
              <w:t>10-0</w:t>
            </w:r>
            <w:r w:rsidR="00B37B24">
              <w:rPr>
                <w:rFonts w:cs="Arial"/>
                <w:sz w:val="18"/>
              </w:rPr>
              <w:t>7</w:t>
            </w:r>
            <w:r w:rsidR="00B37B24" w:rsidRPr="00F92768">
              <w:rPr>
                <w:rFonts w:cs="Arial"/>
                <w:sz w:val="18"/>
              </w:rPr>
              <w:t xml:space="preserve">_Betriebliche Lernphase (Praktikum)* </w:t>
            </w:r>
          </w:p>
        </w:tc>
      </w:tr>
      <w:permStart w:id="86992982" w:edGrp="everyone"/>
      <w:tr w:rsidR="00B37B24" w14:paraId="7FB0A12B" w14:textId="77777777" w:rsidTr="00982305">
        <w:tc>
          <w:tcPr>
            <w:tcW w:w="5088" w:type="dxa"/>
            <w:tcBorders>
              <w:left w:val="single" w:sz="12" w:space="0" w:color="auto"/>
              <w:right w:val="single" w:sz="12" w:space="0" w:color="auto"/>
            </w:tcBorders>
          </w:tcPr>
          <w:p w14:paraId="3C9E870E" w14:textId="231A646B" w:rsidR="00B37B24" w:rsidRPr="00B37B24" w:rsidRDefault="00620093" w:rsidP="00B37B24">
            <w:pPr>
              <w:ind w:left="227"/>
              <w:jc w:val="left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1262568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B37B24" w:rsidRPr="00B37B24">
              <w:rPr>
                <w:rFonts w:cs="Arial"/>
                <w:sz w:val="18"/>
              </w:rPr>
              <w:t xml:space="preserve">  </w:t>
            </w:r>
            <w:permEnd w:id="86992982"/>
            <w:r w:rsidR="00B37B24" w:rsidRPr="00B37B24">
              <w:rPr>
                <w:rFonts w:cs="Arial"/>
                <w:sz w:val="18"/>
              </w:rPr>
              <w:t>10-</w:t>
            </w:r>
            <w:r w:rsidR="00B37B24">
              <w:rPr>
                <w:rFonts w:cs="Arial"/>
                <w:sz w:val="18"/>
              </w:rPr>
              <w:t>08</w:t>
            </w:r>
            <w:r w:rsidR="00B37B24" w:rsidRPr="00B37B24">
              <w:rPr>
                <w:rFonts w:cs="Arial"/>
                <w:sz w:val="18"/>
              </w:rPr>
              <w:t xml:space="preserve">_Anlage Personal* </w:t>
            </w:r>
          </w:p>
        </w:tc>
        <w:permStart w:id="1895241001" w:edGrp="everyone"/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14:paraId="28AFE9FF" w14:textId="65F35040" w:rsidR="00B37B24" w:rsidRPr="00F92768" w:rsidRDefault="00620093" w:rsidP="00B37B24">
            <w:pPr>
              <w:ind w:left="284"/>
              <w:jc w:val="left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-267083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B37B24" w:rsidRPr="00F92768">
              <w:rPr>
                <w:rFonts w:cs="Arial"/>
                <w:sz w:val="18"/>
              </w:rPr>
              <w:t xml:space="preserve">  </w:t>
            </w:r>
            <w:permEnd w:id="1895241001"/>
            <w:r w:rsidR="00B37B24" w:rsidRPr="00F92768">
              <w:rPr>
                <w:rFonts w:cs="Arial"/>
                <w:sz w:val="18"/>
              </w:rPr>
              <w:t>10-</w:t>
            </w:r>
            <w:r w:rsidR="00B37B24">
              <w:rPr>
                <w:rFonts w:cs="Arial"/>
                <w:sz w:val="18"/>
              </w:rPr>
              <w:t>08</w:t>
            </w:r>
            <w:r w:rsidR="00B37B24" w:rsidRPr="00F92768">
              <w:rPr>
                <w:rFonts w:cs="Arial"/>
                <w:sz w:val="18"/>
              </w:rPr>
              <w:t xml:space="preserve">_Anlage Personal* </w:t>
            </w:r>
          </w:p>
        </w:tc>
      </w:tr>
      <w:permStart w:id="333151567" w:edGrp="everyone"/>
      <w:tr w:rsidR="00B37B24" w14:paraId="30300FE8" w14:textId="77777777" w:rsidTr="00982305">
        <w:tc>
          <w:tcPr>
            <w:tcW w:w="5088" w:type="dxa"/>
            <w:tcBorders>
              <w:left w:val="single" w:sz="12" w:space="0" w:color="auto"/>
              <w:right w:val="single" w:sz="12" w:space="0" w:color="auto"/>
            </w:tcBorders>
          </w:tcPr>
          <w:p w14:paraId="3623DE0A" w14:textId="52C7CAD0" w:rsidR="00B37B24" w:rsidRPr="00B37B24" w:rsidRDefault="00620093" w:rsidP="00B37B24">
            <w:pPr>
              <w:ind w:left="227"/>
              <w:jc w:val="left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388852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B37B24" w:rsidRPr="00B37B24">
              <w:rPr>
                <w:rFonts w:cs="Arial"/>
                <w:sz w:val="18"/>
              </w:rPr>
              <w:t xml:space="preserve"> </w:t>
            </w:r>
            <w:r w:rsidR="00B37B24">
              <w:rPr>
                <w:rFonts w:cs="Arial"/>
                <w:sz w:val="18"/>
              </w:rPr>
              <w:t xml:space="preserve"> </w:t>
            </w:r>
            <w:permEnd w:id="333151567"/>
            <w:r w:rsidR="00B37B24" w:rsidRPr="00B37B24">
              <w:rPr>
                <w:rFonts w:cs="Arial"/>
                <w:sz w:val="18"/>
              </w:rPr>
              <w:t>10-0</w:t>
            </w:r>
            <w:r w:rsidR="00B37B24">
              <w:rPr>
                <w:rFonts w:cs="Arial"/>
                <w:sz w:val="18"/>
              </w:rPr>
              <w:t>9</w:t>
            </w:r>
            <w:r w:rsidR="00B37B24" w:rsidRPr="00B37B24">
              <w:rPr>
                <w:rFonts w:cs="Arial"/>
                <w:sz w:val="18"/>
              </w:rPr>
              <w:t>_Module*</w:t>
            </w:r>
          </w:p>
        </w:tc>
        <w:permStart w:id="1806395254" w:edGrp="everyone"/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14:paraId="190A035F" w14:textId="756E7FA0" w:rsidR="00B37B24" w:rsidRDefault="00620093" w:rsidP="00B37B24">
            <w:pPr>
              <w:ind w:left="284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1829249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B37B24" w:rsidRPr="00F92768">
              <w:rPr>
                <w:rFonts w:cs="Arial"/>
                <w:sz w:val="18"/>
              </w:rPr>
              <w:t xml:space="preserve">  </w:t>
            </w:r>
            <w:permEnd w:id="1806395254"/>
            <w:r w:rsidR="00B37B24" w:rsidRPr="00F92768">
              <w:rPr>
                <w:rFonts w:cs="Arial"/>
                <w:sz w:val="18"/>
              </w:rPr>
              <w:t>10-0</w:t>
            </w:r>
            <w:r w:rsidR="00B37B24">
              <w:rPr>
                <w:rFonts w:cs="Arial"/>
                <w:sz w:val="18"/>
              </w:rPr>
              <w:t>9</w:t>
            </w:r>
            <w:r w:rsidR="00B37B24" w:rsidRPr="00F92768">
              <w:rPr>
                <w:rFonts w:cs="Arial"/>
                <w:sz w:val="18"/>
              </w:rPr>
              <w:t>_Module*</w:t>
            </w:r>
          </w:p>
        </w:tc>
      </w:tr>
      <w:permStart w:id="944570735" w:edGrp="everyone"/>
      <w:tr w:rsidR="00B37B24" w14:paraId="73934EAB" w14:textId="77777777" w:rsidTr="00982305">
        <w:tc>
          <w:tcPr>
            <w:tcW w:w="5088" w:type="dxa"/>
            <w:tcBorders>
              <w:left w:val="single" w:sz="12" w:space="0" w:color="auto"/>
              <w:right w:val="single" w:sz="12" w:space="0" w:color="auto"/>
            </w:tcBorders>
          </w:tcPr>
          <w:p w14:paraId="3EDEFA31" w14:textId="44740278" w:rsidR="00B37B24" w:rsidRPr="00B37B24" w:rsidRDefault="00620093" w:rsidP="00B37B24">
            <w:pPr>
              <w:ind w:left="227"/>
              <w:jc w:val="left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-1619445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B37B24" w:rsidRPr="00B37B24">
              <w:rPr>
                <w:rFonts w:cs="Arial"/>
                <w:sz w:val="18"/>
              </w:rPr>
              <w:t xml:space="preserve">  </w:t>
            </w:r>
            <w:permEnd w:id="944570735"/>
            <w:r w:rsidR="00B37B24" w:rsidRPr="00B37B24">
              <w:rPr>
                <w:rFonts w:cs="Arial"/>
                <w:sz w:val="18"/>
              </w:rPr>
              <w:t>10-</w:t>
            </w:r>
            <w:r w:rsidR="00B37B24">
              <w:rPr>
                <w:rFonts w:cs="Arial"/>
                <w:sz w:val="18"/>
              </w:rPr>
              <w:t>10</w:t>
            </w:r>
            <w:r w:rsidR="00B37B24" w:rsidRPr="00B37B24">
              <w:rPr>
                <w:rFonts w:cs="Arial"/>
                <w:sz w:val="18"/>
              </w:rPr>
              <w:t>_Detaillierte Ablaufplanung</w:t>
            </w:r>
          </w:p>
        </w:tc>
        <w:permStart w:id="113213315" w:edGrp="everyone"/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14:paraId="0B310B83" w14:textId="288263C9" w:rsidR="00B37B24" w:rsidRDefault="00620093" w:rsidP="00B37B24">
            <w:pPr>
              <w:ind w:left="284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1951502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B37B24" w:rsidRPr="00F92768">
              <w:rPr>
                <w:rFonts w:cs="Arial"/>
                <w:sz w:val="18"/>
              </w:rPr>
              <w:t xml:space="preserve">  </w:t>
            </w:r>
            <w:permEnd w:id="113213315"/>
            <w:r w:rsidR="00B37B24" w:rsidRPr="00F92768">
              <w:rPr>
                <w:rFonts w:cs="Arial"/>
                <w:sz w:val="18"/>
              </w:rPr>
              <w:t>10-</w:t>
            </w:r>
            <w:r w:rsidR="00B37B24">
              <w:rPr>
                <w:rFonts w:cs="Arial"/>
                <w:sz w:val="18"/>
              </w:rPr>
              <w:t>10</w:t>
            </w:r>
            <w:r w:rsidR="00B37B24" w:rsidRPr="00F92768">
              <w:rPr>
                <w:rFonts w:cs="Arial"/>
                <w:sz w:val="18"/>
              </w:rPr>
              <w:t>_</w:t>
            </w:r>
            <w:r w:rsidR="00B37B24">
              <w:rPr>
                <w:rFonts w:cs="Arial"/>
                <w:sz w:val="18"/>
              </w:rPr>
              <w:t>Detaillierte Ablaufplanung</w:t>
            </w:r>
          </w:p>
        </w:tc>
      </w:tr>
      <w:permStart w:id="615982583" w:edGrp="everyone"/>
      <w:tr w:rsidR="00B37B24" w14:paraId="5A4D5926" w14:textId="77777777" w:rsidTr="00982305">
        <w:tc>
          <w:tcPr>
            <w:tcW w:w="5088" w:type="dxa"/>
            <w:tcBorders>
              <w:left w:val="single" w:sz="12" w:space="0" w:color="auto"/>
              <w:right w:val="single" w:sz="12" w:space="0" w:color="auto"/>
            </w:tcBorders>
          </w:tcPr>
          <w:p w14:paraId="753DEB28" w14:textId="7A1D5D7B" w:rsidR="00B37B24" w:rsidRPr="00B37B24" w:rsidRDefault="00620093" w:rsidP="00B37B24">
            <w:pPr>
              <w:ind w:left="227"/>
              <w:jc w:val="left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383998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B37B24" w:rsidRPr="00B37B24">
              <w:rPr>
                <w:rFonts w:cs="Arial"/>
                <w:sz w:val="18"/>
              </w:rPr>
              <w:t xml:space="preserve">  </w:t>
            </w:r>
            <w:permEnd w:id="615982583"/>
            <w:r w:rsidR="00B37B24" w:rsidRPr="00B37B24">
              <w:rPr>
                <w:rFonts w:cs="Arial"/>
                <w:sz w:val="18"/>
              </w:rPr>
              <w:t>10-1</w:t>
            </w:r>
            <w:r w:rsidR="00B37B24">
              <w:rPr>
                <w:rFonts w:cs="Arial"/>
                <w:sz w:val="18"/>
              </w:rPr>
              <w:t>1</w:t>
            </w:r>
            <w:r w:rsidR="00B37B24" w:rsidRPr="00B37B24">
              <w:rPr>
                <w:rFonts w:cs="Arial"/>
                <w:sz w:val="18"/>
              </w:rPr>
              <w:t>_Teilnahmebescheinigung*</w:t>
            </w:r>
          </w:p>
        </w:tc>
        <w:permStart w:id="1974996755" w:edGrp="everyone"/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14:paraId="6373533E" w14:textId="47E68F7F" w:rsidR="00B37B24" w:rsidRDefault="00620093" w:rsidP="00B37B24">
            <w:pPr>
              <w:ind w:left="284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-709415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B37B24" w:rsidRPr="00F92768">
              <w:rPr>
                <w:rFonts w:cs="Arial"/>
                <w:sz w:val="18"/>
              </w:rPr>
              <w:t xml:space="preserve">  </w:t>
            </w:r>
            <w:permEnd w:id="1974996755"/>
            <w:r w:rsidR="00B37B24" w:rsidRPr="00F92768">
              <w:rPr>
                <w:rFonts w:cs="Arial"/>
                <w:sz w:val="18"/>
              </w:rPr>
              <w:t>10-1</w:t>
            </w:r>
            <w:r w:rsidR="00B37B24">
              <w:rPr>
                <w:rFonts w:cs="Arial"/>
                <w:sz w:val="18"/>
              </w:rPr>
              <w:t>1</w:t>
            </w:r>
            <w:r w:rsidR="00B37B24" w:rsidRPr="00F92768">
              <w:rPr>
                <w:rFonts w:cs="Arial"/>
                <w:sz w:val="18"/>
              </w:rPr>
              <w:t>_Teilnahmebescheinigung*</w:t>
            </w:r>
          </w:p>
        </w:tc>
      </w:tr>
      <w:permStart w:id="1794123617" w:edGrp="everyone"/>
      <w:tr w:rsidR="00B37B24" w14:paraId="551101B9" w14:textId="77777777" w:rsidTr="00982305">
        <w:tc>
          <w:tcPr>
            <w:tcW w:w="5088" w:type="dxa"/>
            <w:tcBorders>
              <w:left w:val="single" w:sz="12" w:space="0" w:color="auto"/>
              <w:right w:val="single" w:sz="12" w:space="0" w:color="auto"/>
            </w:tcBorders>
          </w:tcPr>
          <w:p w14:paraId="6461E8A9" w14:textId="67662BC2" w:rsidR="00B37B24" w:rsidRPr="00B37B24" w:rsidRDefault="00620093" w:rsidP="00B37B24">
            <w:pPr>
              <w:ind w:left="227"/>
              <w:jc w:val="left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1452829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B37B24" w:rsidRPr="00B37B24">
              <w:rPr>
                <w:rFonts w:cs="Arial"/>
                <w:sz w:val="18"/>
              </w:rPr>
              <w:t xml:space="preserve">  </w:t>
            </w:r>
            <w:permEnd w:id="1794123617"/>
            <w:r w:rsidR="00B37B24" w:rsidRPr="00B37B24">
              <w:rPr>
                <w:rFonts w:cs="Arial"/>
                <w:sz w:val="18"/>
              </w:rPr>
              <w:t>10-1</w:t>
            </w:r>
            <w:r w:rsidR="00B37B24">
              <w:rPr>
                <w:rFonts w:cs="Arial"/>
                <w:sz w:val="18"/>
              </w:rPr>
              <w:t>2</w:t>
            </w:r>
            <w:r w:rsidR="00B37B24" w:rsidRPr="00B37B24">
              <w:rPr>
                <w:rFonts w:cs="Arial"/>
                <w:sz w:val="18"/>
              </w:rPr>
              <w:t>_Werbung*</w:t>
            </w:r>
          </w:p>
        </w:tc>
        <w:permStart w:id="233585527" w:edGrp="everyone"/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14:paraId="1B277DC7" w14:textId="5E0FEE57" w:rsidR="00B37B24" w:rsidRDefault="00620093" w:rsidP="00B37B24">
            <w:pPr>
              <w:ind w:left="284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-920483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B37B24" w:rsidRPr="00F92768">
              <w:rPr>
                <w:rFonts w:cs="Arial"/>
                <w:sz w:val="18"/>
              </w:rPr>
              <w:t xml:space="preserve">  </w:t>
            </w:r>
            <w:permEnd w:id="233585527"/>
            <w:r w:rsidR="00B37B24" w:rsidRPr="00F92768">
              <w:rPr>
                <w:rFonts w:cs="Arial"/>
                <w:sz w:val="18"/>
              </w:rPr>
              <w:t>10-1</w:t>
            </w:r>
            <w:r w:rsidR="00B37B24">
              <w:rPr>
                <w:rFonts w:cs="Arial"/>
                <w:sz w:val="18"/>
              </w:rPr>
              <w:t>2</w:t>
            </w:r>
            <w:r w:rsidR="00B37B24" w:rsidRPr="00F92768">
              <w:rPr>
                <w:rFonts w:cs="Arial"/>
                <w:sz w:val="18"/>
              </w:rPr>
              <w:t>_Werbung*</w:t>
            </w:r>
          </w:p>
        </w:tc>
      </w:tr>
      <w:permStart w:id="848315931" w:edGrp="everyone"/>
      <w:tr w:rsidR="00B37B24" w14:paraId="04D610C0" w14:textId="77777777" w:rsidTr="00982305">
        <w:tc>
          <w:tcPr>
            <w:tcW w:w="5088" w:type="dxa"/>
            <w:tcBorders>
              <w:left w:val="single" w:sz="12" w:space="0" w:color="auto"/>
              <w:right w:val="single" w:sz="12" w:space="0" w:color="auto"/>
            </w:tcBorders>
          </w:tcPr>
          <w:p w14:paraId="087C0C86" w14:textId="706D4C9C" w:rsidR="00B37B24" w:rsidRPr="00B37B24" w:rsidRDefault="00620093" w:rsidP="00B37B24">
            <w:pPr>
              <w:ind w:left="227"/>
              <w:jc w:val="left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-259535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B37B24" w:rsidRPr="00B37B24">
              <w:rPr>
                <w:rFonts w:cs="Arial"/>
                <w:sz w:val="18"/>
              </w:rPr>
              <w:t xml:space="preserve">  </w:t>
            </w:r>
            <w:permEnd w:id="848315931"/>
            <w:r w:rsidR="00B37B24" w:rsidRPr="00B37B24">
              <w:rPr>
                <w:rFonts w:cs="Arial"/>
                <w:sz w:val="18"/>
              </w:rPr>
              <w:t>10-</w:t>
            </w:r>
            <w:r w:rsidR="00B37B24">
              <w:rPr>
                <w:rFonts w:cs="Arial"/>
                <w:sz w:val="18"/>
              </w:rPr>
              <w:t>13</w:t>
            </w:r>
            <w:r w:rsidR="00B37B24" w:rsidRPr="00B37B24">
              <w:rPr>
                <w:rFonts w:cs="Arial"/>
                <w:sz w:val="18"/>
              </w:rPr>
              <w:t>_Kalkulation*</w:t>
            </w:r>
          </w:p>
        </w:tc>
        <w:permStart w:id="1949722473" w:edGrp="everyone"/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14:paraId="19F91CE4" w14:textId="09C8EF0C" w:rsidR="00B37B24" w:rsidRDefault="00620093" w:rsidP="00B37B24">
            <w:pPr>
              <w:ind w:left="284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-383639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B37B24">
              <w:rPr>
                <w:rFonts w:cs="Arial"/>
                <w:sz w:val="18"/>
              </w:rPr>
              <w:t xml:space="preserve">  </w:t>
            </w:r>
            <w:permEnd w:id="1949722473"/>
            <w:r w:rsidR="00B37B24" w:rsidRPr="00F92768">
              <w:rPr>
                <w:rFonts w:cs="Arial"/>
                <w:sz w:val="18"/>
              </w:rPr>
              <w:t>10-</w:t>
            </w:r>
            <w:r w:rsidR="00B37B24">
              <w:rPr>
                <w:rFonts w:cs="Arial"/>
                <w:sz w:val="18"/>
              </w:rPr>
              <w:t>13</w:t>
            </w:r>
            <w:r w:rsidR="00B37B24" w:rsidRPr="00F92768">
              <w:rPr>
                <w:rFonts w:cs="Arial"/>
                <w:sz w:val="18"/>
              </w:rPr>
              <w:t>_Kalkulation*</w:t>
            </w:r>
          </w:p>
        </w:tc>
      </w:tr>
      <w:permStart w:id="475429326" w:edGrp="everyone"/>
      <w:tr w:rsidR="00B37B24" w14:paraId="6855508F" w14:textId="77777777" w:rsidTr="00982305">
        <w:tc>
          <w:tcPr>
            <w:tcW w:w="5088" w:type="dxa"/>
            <w:tcBorders>
              <w:left w:val="single" w:sz="12" w:space="0" w:color="auto"/>
              <w:right w:val="single" w:sz="12" w:space="0" w:color="auto"/>
            </w:tcBorders>
          </w:tcPr>
          <w:p w14:paraId="234D58E3" w14:textId="20092BDC" w:rsidR="00B37B24" w:rsidRPr="00F92768" w:rsidRDefault="00620093" w:rsidP="007F0E02">
            <w:pPr>
              <w:ind w:left="227"/>
              <w:jc w:val="left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-51323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permEnd w:id="475429326"/>
            <w:r w:rsidR="007F0E02" w:rsidRPr="00B37B24">
              <w:rPr>
                <w:rFonts w:cs="Arial"/>
                <w:sz w:val="18"/>
              </w:rPr>
              <w:t xml:space="preserve">  10-</w:t>
            </w:r>
            <w:r w:rsidR="007F0E02">
              <w:rPr>
                <w:rFonts w:cs="Arial"/>
                <w:sz w:val="18"/>
              </w:rPr>
              <w:t>14</w:t>
            </w:r>
            <w:r w:rsidR="007F0E02" w:rsidRPr="00B37B24">
              <w:rPr>
                <w:rFonts w:cs="Arial"/>
                <w:sz w:val="18"/>
              </w:rPr>
              <w:t>_</w:t>
            </w:r>
            <w:r w:rsidR="007F0E02">
              <w:rPr>
                <w:rFonts w:cs="Arial"/>
                <w:sz w:val="18"/>
              </w:rPr>
              <w:t>Sonstiges</w:t>
            </w:r>
            <w:r w:rsidR="007F0E02" w:rsidRPr="00B37B24">
              <w:rPr>
                <w:rFonts w:cs="Arial"/>
                <w:sz w:val="18"/>
              </w:rPr>
              <w:t>*</w:t>
            </w:r>
          </w:p>
        </w:tc>
        <w:permStart w:id="2084519649" w:edGrp="everyone"/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14:paraId="6957CCB6" w14:textId="0F5F1D07" w:rsidR="00B37B24" w:rsidRPr="00F92768" w:rsidRDefault="00620093" w:rsidP="00B37B24">
            <w:pPr>
              <w:ind w:left="284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928860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B37B24" w:rsidRPr="00F92768">
              <w:rPr>
                <w:rFonts w:cs="Arial"/>
                <w:sz w:val="18"/>
              </w:rPr>
              <w:t xml:space="preserve">  </w:t>
            </w:r>
            <w:permEnd w:id="2084519649"/>
            <w:r w:rsidR="00B37B24" w:rsidRPr="00F92768">
              <w:rPr>
                <w:rFonts w:cs="Arial"/>
                <w:sz w:val="18"/>
              </w:rPr>
              <w:t>10-</w:t>
            </w:r>
            <w:r w:rsidR="00B37B24">
              <w:rPr>
                <w:rFonts w:cs="Arial"/>
                <w:sz w:val="18"/>
              </w:rPr>
              <w:t>14</w:t>
            </w:r>
            <w:r w:rsidR="00B37B24" w:rsidRPr="00F92768">
              <w:rPr>
                <w:rFonts w:cs="Arial"/>
                <w:sz w:val="18"/>
              </w:rPr>
              <w:t>_Sonderprogramm*</w:t>
            </w:r>
          </w:p>
        </w:tc>
      </w:tr>
      <w:permStart w:id="2084582879" w:edGrp="everyone"/>
      <w:tr w:rsidR="00B37B24" w14:paraId="6897F725" w14:textId="77777777" w:rsidTr="00982305">
        <w:tc>
          <w:tcPr>
            <w:tcW w:w="5088" w:type="dxa"/>
            <w:tcBorders>
              <w:left w:val="single" w:sz="12" w:space="0" w:color="auto"/>
              <w:right w:val="single" w:sz="12" w:space="0" w:color="auto"/>
            </w:tcBorders>
          </w:tcPr>
          <w:p w14:paraId="2C00741D" w14:textId="0C5F13D7" w:rsidR="00B37B24" w:rsidRPr="00F92768" w:rsidRDefault="00620093" w:rsidP="007F0E02">
            <w:pPr>
              <w:ind w:left="227"/>
              <w:jc w:val="left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1755861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7F0E02" w:rsidRPr="00B37B24">
              <w:rPr>
                <w:rFonts w:cs="Arial"/>
                <w:sz w:val="18"/>
              </w:rPr>
              <w:t xml:space="preserve">  </w:t>
            </w:r>
            <w:permEnd w:id="2084582879"/>
            <w:r w:rsidR="007F0E02" w:rsidRPr="00B37B24">
              <w:rPr>
                <w:rFonts w:cs="Arial"/>
                <w:sz w:val="18"/>
              </w:rPr>
              <w:t>10-</w:t>
            </w:r>
            <w:r w:rsidR="007F0E02">
              <w:rPr>
                <w:rFonts w:cs="Arial"/>
                <w:sz w:val="18"/>
              </w:rPr>
              <w:t>15</w:t>
            </w:r>
            <w:r w:rsidR="007F0E02" w:rsidRPr="00B37B24">
              <w:rPr>
                <w:rFonts w:cs="Arial"/>
                <w:sz w:val="18"/>
              </w:rPr>
              <w:t>_</w:t>
            </w:r>
            <w:r w:rsidR="007F0E02">
              <w:rPr>
                <w:rFonts w:cs="Arial"/>
                <w:sz w:val="18"/>
              </w:rPr>
              <w:t>Datenschutz</w:t>
            </w:r>
            <w:r w:rsidR="007F0E02" w:rsidRPr="00B37B24">
              <w:rPr>
                <w:rFonts w:cs="Arial"/>
                <w:sz w:val="18"/>
              </w:rPr>
              <w:t>*</w:t>
            </w:r>
          </w:p>
        </w:tc>
        <w:permStart w:id="1914197050" w:edGrp="everyone"/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14:paraId="2873412C" w14:textId="4D7FDC33" w:rsidR="00B37B24" w:rsidRPr="00F92768" w:rsidRDefault="00620093" w:rsidP="00B37B24">
            <w:pPr>
              <w:ind w:left="284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1576087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7F0E02" w:rsidRPr="00B37B24">
              <w:rPr>
                <w:rFonts w:cs="Arial"/>
                <w:sz w:val="18"/>
              </w:rPr>
              <w:t xml:space="preserve">  </w:t>
            </w:r>
            <w:permEnd w:id="1914197050"/>
            <w:r w:rsidR="007F0E02" w:rsidRPr="00B37B24">
              <w:rPr>
                <w:rFonts w:cs="Arial"/>
                <w:sz w:val="18"/>
              </w:rPr>
              <w:t>10-</w:t>
            </w:r>
            <w:r w:rsidR="007F0E02">
              <w:rPr>
                <w:rFonts w:cs="Arial"/>
                <w:sz w:val="18"/>
              </w:rPr>
              <w:t>15</w:t>
            </w:r>
            <w:r w:rsidR="007F0E02" w:rsidRPr="00B37B24">
              <w:rPr>
                <w:rFonts w:cs="Arial"/>
                <w:sz w:val="18"/>
              </w:rPr>
              <w:t>_</w:t>
            </w:r>
            <w:r w:rsidR="007F0E02">
              <w:rPr>
                <w:rFonts w:cs="Arial"/>
                <w:sz w:val="18"/>
              </w:rPr>
              <w:t>Datenschutz</w:t>
            </w:r>
            <w:r w:rsidR="007F0E02" w:rsidRPr="00B37B24">
              <w:rPr>
                <w:rFonts w:cs="Arial"/>
                <w:sz w:val="18"/>
              </w:rPr>
              <w:t>*</w:t>
            </w:r>
          </w:p>
        </w:tc>
      </w:tr>
      <w:permStart w:id="2045929792" w:edGrp="everyone"/>
      <w:tr w:rsidR="00B37B24" w14:paraId="36705DA6" w14:textId="77777777" w:rsidTr="007A3E62">
        <w:tc>
          <w:tcPr>
            <w:tcW w:w="50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F12F31" w14:textId="01607FB8" w:rsidR="00B37B24" w:rsidRPr="00F92768" w:rsidRDefault="00620093" w:rsidP="007A3E62">
            <w:pPr>
              <w:ind w:left="227"/>
              <w:jc w:val="left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2092732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7A3E62">
              <w:rPr>
                <w:rFonts w:cs="Arial"/>
                <w:sz w:val="18"/>
              </w:rPr>
              <w:t xml:space="preserve"> </w:t>
            </w:r>
            <w:r w:rsidR="0002198D" w:rsidRPr="007A3E62">
              <w:rPr>
                <w:rFonts w:cs="Arial"/>
                <w:sz w:val="18"/>
              </w:rPr>
              <w:t xml:space="preserve"> </w:t>
            </w:r>
            <w:permEnd w:id="2045929792"/>
            <w:r w:rsidR="0002198D" w:rsidRPr="007A3E62">
              <w:rPr>
                <w:rFonts w:cs="Arial"/>
                <w:sz w:val="18"/>
              </w:rPr>
              <w:t>10-16_Kostenzustimmung*</w:t>
            </w:r>
          </w:p>
        </w:tc>
        <w:permStart w:id="787118576" w:edGrp="everyone"/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14:paraId="47AC4218" w14:textId="5798E84A" w:rsidR="00B37B24" w:rsidRPr="00F92768" w:rsidRDefault="00620093" w:rsidP="0002198D">
            <w:pPr>
              <w:ind w:left="284"/>
              <w:rPr>
                <w:rFonts w:cs="Arial"/>
                <w:sz w:val="18"/>
              </w:rPr>
            </w:pPr>
            <w:sdt>
              <w:sdtPr>
                <w:rPr>
                  <w:rFonts w:cs="Arial"/>
                  <w:sz w:val="18"/>
                </w:rPr>
                <w:id w:val="-1173409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9D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sdtContent>
            </w:sdt>
            <w:r w:rsidR="0002198D" w:rsidRPr="007A3E62">
              <w:rPr>
                <w:rFonts w:cs="Arial"/>
                <w:sz w:val="18"/>
              </w:rPr>
              <w:t xml:space="preserve">  </w:t>
            </w:r>
            <w:permEnd w:id="787118576"/>
            <w:r w:rsidR="0002198D" w:rsidRPr="007A3E62">
              <w:rPr>
                <w:rFonts w:cs="Arial"/>
                <w:sz w:val="18"/>
              </w:rPr>
              <w:t>10-16_Kostenzustimmung*</w:t>
            </w:r>
          </w:p>
        </w:tc>
      </w:tr>
      <w:tr w:rsidR="00B37B24" w14:paraId="58B9BA0B" w14:textId="77777777" w:rsidTr="00982305">
        <w:tc>
          <w:tcPr>
            <w:tcW w:w="5088" w:type="dxa"/>
            <w:tcBorders>
              <w:left w:val="single" w:sz="12" w:space="0" w:color="auto"/>
              <w:right w:val="single" w:sz="12" w:space="0" w:color="auto"/>
            </w:tcBorders>
          </w:tcPr>
          <w:p w14:paraId="0FC5755C" w14:textId="77777777" w:rsidR="00B37B24" w:rsidRDefault="00B37B24" w:rsidP="00B37B24">
            <w:pPr>
              <w:ind w:left="227"/>
              <w:jc w:val="left"/>
              <w:rPr>
                <w:rFonts w:cs="Arial"/>
                <w:sz w:val="18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14:paraId="25340BE9" w14:textId="77777777" w:rsidR="00B37B24" w:rsidRDefault="00B37B24" w:rsidP="00B37B24">
            <w:pPr>
              <w:ind w:left="284"/>
              <w:rPr>
                <w:rFonts w:cs="Arial"/>
                <w:sz w:val="18"/>
              </w:rPr>
            </w:pPr>
          </w:p>
        </w:tc>
      </w:tr>
      <w:tr w:rsidR="00B37B24" w14:paraId="022B737A" w14:textId="77777777" w:rsidTr="00982305">
        <w:tc>
          <w:tcPr>
            <w:tcW w:w="5088" w:type="dxa"/>
            <w:tcBorders>
              <w:left w:val="single" w:sz="12" w:space="0" w:color="auto"/>
              <w:right w:val="single" w:sz="12" w:space="0" w:color="auto"/>
            </w:tcBorders>
          </w:tcPr>
          <w:p w14:paraId="68230E03" w14:textId="77777777" w:rsidR="00B37B24" w:rsidRPr="00F92768" w:rsidRDefault="00B37B24" w:rsidP="00B37B24">
            <w:pPr>
              <w:ind w:left="227"/>
              <w:jc w:val="left"/>
              <w:rPr>
                <w:rFonts w:cs="Arial"/>
                <w:sz w:val="18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14:paraId="23DD7703" w14:textId="77777777" w:rsidR="00B37B24" w:rsidRPr="00F92768" w:rsidRDefault="00B37B24" w:rsidP="00B37B24">
            <w:pPr>
              <w:ind w:left="284"/>
              <w:rPr>
                <w:rFonts w:cs="Arial"/>
                <w:sz w:val="18"/>
              </w:rPr>
            </w:pPr>
          </w:p>
        </w:tc>
      </w:tr>
      <w:tr w:rsidR="00B37B24" w14:paraId="100162E6" w14:textId="77777777" w:rsidTr="00982305">
        <w:tc>
          <w:tcPr>
            <w:tcW w:w="5088" w:type="dxa"/>
            <w:tcBorders>
              <w:left w:val="single" w:sz="12" w:space="0" w:color="auto"/>
              <w:right w:val="single" w:sz="12" w:space="0" w:color="auto"/>
            </w:tcBorders>
          </w:tcPr>
          <w:p w14:paraId="57F9CA70" w14:textId="77777777" w:rsidR="00B37B24" w:rsidRPr="00F92768" w:rsidRDefault="00B37B24" w:rsidP="00B37B24">
            <w:pPr>
              <w:ind w:left="227"/>
              <w:jc w:val="left"/>
              <w:rPr>
                <w:rFonts w:cs="Arial"/>
                <w:sz w:val="18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14:paraId="24D81098" w14:textId="77777777" w:rsidR="00B37B24" w:rsidRPr="00F92768" w:rsidRDefault="00B37B24" w:rsidP="00B37B24">
            <w:pPr>
              <w:ind w:left="284"/>
              <w:rPr>
                <w:rFonts w:cs="Arial"/>
                <w:sz w:val="18"/>
              </w:rPr>
            </w:pPr>
          </w:p>
        </w:tc>
      </w:tr>
      <w:tr w:rsidR="00B37B24" w14:paraId="3A8DF292" w14:textId="77777777" w:rsidTr="00982305">
        <w:tc>
          <w:tcPr>
            <w:tcW w:w="5088" w:type="dxa"/>
            <w:tcBorders>
              <w:left w:val="single" w:sz="12" w:space="0" w:color="auto"/>
              <w:right w:val="single" w:sz="12" w:space="0" w:color="auto"/>
            </w:tcBorders>
          </w:tcPr>
          <w:p w14:paraId="203BD691" w14:textId="77777777" w:rsidR="00B37B24" w:rsidRPr="00F92768" w:rsidRDefault="00B37B24" w:rsidP="00B37B24">
            <w:pPr>
              <w:ind w:left="227"/>
              <w:jc w:val="left"/>
              <w:rPr>
                <w:rFonts w:cs="Arial"/>
                <w:sz w:val="18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14:paraId="32A33751" w14:textId="77777777" w:rsidR="00B37B24" w:rsidRPr="00F92768" w:rsidRDefault="00B37B24" w:rsidP="00B37B24">
            <w:pPr>
              <w:ind w:left="284"/>
              <w:rPr>
                <w:rFonts w:cs="Arial"/>
                <w:sz w:val="18"/>
              </w:rPr>
            </w:pPr>
          </w:p>
        </w:tc>
      </w:tr>
      <w:tr w:rsidR="00B37B24" w14:paraId="3A4C6598" w14:textId="77777777" w:rsidTr="00982305">
        <w:tc>
          <w:tcPr>
            <w:tcW w:w="5088" w:type="dxa"/>
            <w:tcBorders>
              <w:left w:val="single" w:sz="12" w:space="0" w:color="auto"/>
              <w:right w:val="single" w:sz="12" w:space="0" w:color="auto"/>
            </w:tcBorders>
          </w:tcPr>
          <w:p w14:paraId="729FA433" w14:textId="77777777" w:rsidR="00B37B24" w:rsidRPr="00F92768" w:rsidRDefault="00B37B24" w:rsidP="00B37B24">
            <w:pPr>
              <w:ind w:left="227"/>
              <w:jc w:val="left"/>
              <w:rPr>
                <w:rFonts w:cs="Arial"/>
                <w:sz w:val="18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14:paraId="716B3E92" w14:textId="77777777" w:rsidR="00B37B24" w:rsidRPr="00F92768" w:rsidRDefault="00B37B24" w:rsidP="00B37B24">
            <w:pPr>
              <w:ind w:left="284"/>
              <w:rPr>
                <w:rFonts w:cs="Arial"/>
                <w:sz w:val="18"/>
              </w:rPr>
            </w:pPr>
          </w:p>
        </w:tc>
      </w:tr>
      <w:tr w:rsidR="00B37B24" w14:paraId="5025353D" w14:textId="77777777" w:rsidTr="007A3E62">
        <w:trPr>
          <w:trHeight w:val="80"/>
        </w:trPr>
        <w:tc>
          <w:tcPr>
            <w:tcW w:w="5088" w:type="dxa"/>
            <w:tcBorders>
              <w:left w:val="single" w:sz="12" w:space="0" w:color="auto"/>
              <w:right w:val="single" w:sz="12" w:space="0" w:color="auto"/>
            </w:tcBorders>
          </w:tcPr>
          <w:p w14:paraId="1FE24A1E" w14:textId="77777777" w:rsidR="00B37B24" w:rsidRPr="00F92768" w:rsidRDefault="00B37B24" w:rsidP="00B37B24">
            <w:pPr>
              <w:ind w:left="227"/>
              <w:jc w:val="left"/>
              <w:rPr>
                <w:rFonts w:cs="Arial"/>
                <w:sz w:val="18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14:paraId="474228D4" w14:textId="77777777" w:rsidR="00B37B24" w:rsidRPr="00F92768" w:rsidRDefault="00B37B24" w:rsidP="00B37B24">
            <w:pPr>
              <w:ind w:left="284"/>
              <w:rPr>
                <w:rFonts w:cs="Arial"/>
                <w:sz w:val="18"/>
              </w:rPr>
            </w:pPr>
          </w:p>
        </w:tc>
      </w:tr>
      <w:tr w:rsidR="00B37B24" w14:paraId="30FF3CCF" w14:textId="77777777" w:rsidTr="00982305">
        <w:tc>
          <w:tcPr>
            <w:tcW w:w="5088" w:type="dxa"/>
            <w:tcBorders>
              <w:left w:val="single" w:sz="12" w:space="0" w:color="auto"/>
              <w:right w:val="single" w:sz="12" w:space="0" w:color="auto"/>
            </w:tcBorders>
          </w:tcPr>
          <w:p w14:paraId="3E785866" w14:textId="77777777" w:rsidR="00B37B24" w:rsidRDefault="00B37B24" w:rsidP="00B37B24">
            <w:pPr>
              <w:ind w:left="227"/>
              <w:jc w:val="left"/>
              <w:rPr>
                <w:rFonts w:cs="Arial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</w:tcPr>
          <w:p w14:paraId="29E428D5" w14:textId="77777777" w:rsidR="00B37B24" w:rsidRPr="00F92768" w:rsidRDefault="00B37B24" w:rsidP="00B37B24">
            <w:pPr>
              <w:ind w:left="284"/>
              <w:rPr>
                <w:rFonts w:cs="Arial"/>
                <w:sz w:val="18"/>
              </w:rPr>
            </w:pPr>
          </w:p>
        </w:tc>
      </w:tr>
      <w:tr w:rsidR="00B37B24" w14:paraId="325CE14A" w14:textId="77777777" w:rsidTr="007A3E62">
        <w:trPr>
          <w:trHeight w:val="80"/>
        </w:trPr>
        <w:tc>
          <w:tcPr>
            <w:tcW w:w="50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CCAB56" w14:textId="77777777" w:rsidR="00B37B24" w:rsidRDefault="00B37B24" w:rsidP="00B37B24">
            <w:pPr>
              <w:ind w:left="227"/>
              <w:jc w:val="left"/>
              <w:rPr>
                <w:rFonts w:cs="Arial"/>
              </w:rPr>
            </w:pPr>
          </w:p>
        </w:tc>
        <w:tc>
          <w:tcPr>
            <w:tcW w:w="496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D5EFCA" w14:textId="77777777" w:rsidR="00B37B24" w:rsidRPr="00F92768" w:rsidRDefault="00B37B24" w:rsidP="00B37B24">
            <w:pPr>
              <w:ind w:left="284"/>
              <w:rPr>
                <w:rFonts w:cs="Arial"/>
                <w:sz w:val="18"/>
              </w:rPr>
            </w:pPr>
          </w:p>
        </w:tc>
      </w:tr>
    </w:tbl>
    <w:p w14:paraId="303BA39C" w14:textId="77777777" w:rsidR="00E04C21" w:rsidRPr="00E713E9" w:rsidRDefault="00E04C21" w:rsidP="004702F9">
      <w:pPr>
        <w:tabs>
          <w:tab w:val="left" w:pos="709"/>
        </w:tabs>
        <w:ind w:left="705" w:right="142" w:hanging="705"/>
        <w:rPr>
          <w:rFonts w:cs="Arial"/>
          <w:sz w:val="16"/>
        </w:rPr>
      </w:pPr>
    </w:p>
    <w:p w14:paraId="7B005556" w14:textId="77777777" w:rsidR="0029581A" w:rsidRPr="004702F9" w:rsidRDefault="0029581A" w:rsidP="00472FCC">
      <w:pPr>
        <w:spacing w:after="120"/>
        <w:ind w:right="142"/>
        <w:rPr>
          <w:rFonts w:cs="Arial"/>
          <w:sz w:val="10"/>
        </w:rPr>
      </w:pPr>
    </w:p>
    <w:p w14:paraId="56D6B0E3" w14:textId="77777777" w:rsidR="0029581A" w:rsidRPr="00AE190D" w:rsidRDefault="0029581A" w:rsidP="0029581A">
      <w:pPr>
        <w:spacing w:after="120"/>
        <w:ind w:right="142"/>
        <w:jc w:val="right"/>
        <w:rPr>
          <w:rFonts w:cs="Arial"/>
          <w:b/>
          <w:sz w:val="18"/>
          <w:szCs w:val="28"/>
        </w:rPr>
      </w:pPr>
      <w:r w:rsidRPr="00AE190D">
        <w:rPr>
          <w:rFonts w:cs="Arial"/>
          <w:b/>
          <w:sz w:val="18"/>
        </w:rPr>
        <w:t>*</w:t>
      </w:r>
      <w:r w:rsidRPr="00AE190D">
        <w:rPr>
          <w:rFonts w:cs="Arial"/>
          <w:b/>
          <w:sz w:val="18"/>
          <w:szCs w:val="28"/>
        </w:rPr>
        <w:t xml:space="preserve">Bitte beachten Sie die Hinweise in der beigefügten Ordnerstruktur. </w:t>
      </w:r>
    </w:p>
    <w:p w14:paraId="054CDCFE" w14:textId="77777777" w:rsidR="007F0E02" w:rsidRDefault="007F0E02" w:rsidP="00472FCC">
      <w:pPr>
        <w:spacing w:after="120"/>
        <w:ind w:right="142"/>
        <w:rPr>
          <w:rFonts w:cs="Arial"/>
        </w:rPr>
      </w:pPr>
    </w:p>
    <w:p w14:paraId="70C6BEA8" w14:textId="77777777" w:rsidR="007F0E02" w:rsidRPr="007F0E02" w:rsidRDefault="007F0E02" w:rsidP="007F0E02">
      <w:pPr>
        <w:rPr>
          <w:rFonts w:cs="Arial"/>
        </w:rPr>
      </w:pPr>
    </w:p>
    <w:p w14:paraId="138D30B0" w14:textId="77777777" w:rsidR="007F0E02" w:rsidRPr="007F0E02" w:rsidRDefault="007F0E02" w:rsidP="007F0E02">
      <w:pPr>
        <w:rPr>
          <w:rFonts w:cs="Arial"/>
        </w:rPr>
      </w:pPr>
    </w:p>
    <w:p w14:paraId="2A919AF1" w14:textId="77777777" w:rsidR="0029581A" w:rsidRPr="007F0E02" w:rsidRDefault="007F0E02" w:rsidP="007F0E02">
      <w:pPr>
        <w:tabs>
          <w:tab w:val="left" w:pos="2805"/>
        </w:tabs>
        <w:rPr>
          <w:rFonts w:cs="Arial"/>
        </w:rPr>
      </w:pPr>
      <w:r>
        <w:rPr>
          <w:rFonts w:cs="Arial"/>
        </w:rPr>
        <w:tab/>
      </w:r>
    </w:p>
    <w:sectPr w:rsidR="0029581A" w:rsidRPr="007F0E02" w:rsidSect="00E003F1">
      <w:pgSz w:w="11906" w:h="16838" w:code="9"/>
      <w:pgMar w:top="709" w:right="680" w:bottom="851" w:left="1134" w:header="84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E86C3" w14:textId="77777777" w:rsidR="004D5B82" w:rsidRDefault="004D5B82">
      <w:r>
        <w:separator/>
      </w:r>
    </w:p>
  </w:endnote>
  <w:endnote w:type="continuationSeparator" w:id="0">
    <w:p w14:paraId="7FA7C4F4" w14:textId="77777777" w:rsidR="004D5B82" w:rsidRDefault="004D5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8C294" w14:textId="4D1850D2" w:rsidR="004D5B82" w:rsidRPr="00EF16BC" w:rsidRDefault="004D5B82" w:rsidP="00516C8B">
    <w:pPr>
      <w:pStyle w:val="Fuzeile"/>
      <w:ind w:left="0"/>
      <w:rPr>
        <w:sz w:val="16"/>
        <w:szCs w:val="16"/>
      </w:rPr>
    </w:pPr>
    <w:r w:rsidRPr="00B704D0">
      <w:rPr>
        <w:sz w:val="16"/>
        <w:szCs w:val="16"/>
      </w:rPr>
      <w:t>Antrag</w:t>
    </w:r>
    <w:r>
      <w:rPr>
        <w:sz w:val="16"/>
        <w:szCs w:val="16"/>
      </w:rPr>
      <w:t xml:space="preserve"> Maßnahmezulassung </w:t>
    </w:r>
    <w:r w:rsidRPr="00B704D0">
      <w:rPr>
        <w:sz w:val="16"/>
        <w:szCs w:val="16"/>
      </w:rPr>
      <w:t>Rev.</w:t>
    </w:r>
    <w:r>
      <w:rPr>
        <w:sz w:val="16"/>
        <w:szCs w:val="16"/>
      </w:rPr>
      <w:t xml:space="preserve"> 2</w:t>
    </w:r>
    <w:r w:rsidR="00404487">
      <w:rPr>
        <w:sz w:val="16"/>
        <w:szCs w:val="16"/>
      </w:rPr>
      <w:t>3</w:t>
    </w:r>
    <w:r>
      <w:rPr>
        <w:sz w:val="16"/>
        <w:szCs w:val="16"/>
      </w:rPr>
      <w:t>.0</w:t>
    </w:r>
    <w:r w:rsidRPr="00B704D0">
      <w:rPr>
        <w:sz w:val="16"/>
        <w:szCs w:val="16"/>
      </w:rPr>
      <w:t xml:space="preserve"> </w:t>
    </w:r>
    <w:r w:rsidR="0074462E">
      <w:rPr>
        <w:sz w:val="16"/>
        <w:szCs w:val="16"/>
      </w:rPr>
      <w:t>(</w:t>
    </w:r>
    <w:r w:rsidR="00404487">
      <w:rPr>
        <w:sz w:val="16"/>
        <w:szCs w:val="16"/>
      </w:rPr>
      <w:t>12</w:t>
    </w:r>
    <w:r w:rsidR="008D2DF7">
      <w:rPr>
        <w:sz w:val="16"/>
        <w:szCs w:val="16"/>
      </w:rPr>
      <w:t>.2023</w:t>
    </w:r>
    <w:r w:rsidRPr="00B704D0">
      <w:rPr>
        <w:sz w:val="16"/>
        <w:szCs w:val="16"/>
      </w:rPr>
      <w:t>)</w:t>
    </w:r>
    <w:r>
      <w:rPr>
        <w:sz w:val="16"/>
        <w:szCs w:val="16"/>
      </w:rPr>
      <w:tab/>
      <w:t xml:space="preserve">Seite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  \* MERGEFORMAT </w:instrText>
    </w:r>
    <w:r>
      <w:rPr>
        <w:sz w:val="16"/>
        <w:szCs w:val="16"/>
      </w:rPr>
      <w:fldChar w:fldCharType="separate"/>
    </w:r>
    <w:r w:rsidR="005C1811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von </w:t>
    </w:r>
    <w:r w:rsidR="00982305">
      <w:rPr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1E293" w14:textId="77777777" w:rsidR="004D5B82" w:rsidRDefault="004D5B82">
      <w:r>
        <w:separator/>
      </w:r>
    </w:p>
  </w:footnote>
  <w:footnote w:type="continuationSeparator" w:id="0">
    <w:p w14:paraId="2DA7FC57" w14:textId="77777777" w:rsidR="004D5B82" w:rsidRDefault="004D5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33" w:type="dxa"/>
      <w:tblInd w:w="-127" w:type="dxa"/>
      <w:tblBorders>
        <w:top w:val="single" w:sz="18" w:space="0" w:color="auto"/>
        <w:left w:val="single" w:sz="18" w:space="0" w:color="auto"/>
        <w:bottom w:val="single" w:sz="8" w:space="0" w:color="auto"/>
        <w:right w:val="single" w:sz="18" w:space="0" w:color="auto"/>
        <w:insideV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254"/>
      <w:gridCol w:w="5670"/>
      <w:gridCol w:w="2409"/>
    </w:tblGrid>
    <w:tr w:rsidR="004D5B82" w14:paraId="70ECEF9A" w14:textId="77777777" w:rsidTr="00AC5802">
      <w:trPr>
        <w:cantSplit/>
        <w:trHeight w:hRule="exact" w:val="1319"/>
      </w:trPr>
      <w:tc>
        <w:tcPr>
          <w:tcW w:w="2254" w:type="dxa"/>
          <w:vAlign w:val="center"/>
        </w:tcPr>
        <w:p w14:paraId="4CCBB72F" w14:textId="77777777" w:rsidR="004D5B82" w:rsidRPr="002C7439" w:rsidRDefault="004D5B82" w:rsidP="002C7439">
          <w:pPr>
            <w:spacing w:after="0"/>
            <w:jc w:val="center"/>
            <w:rPr>
              <w:b/>
              <w:sz w:val="28"/>
              <w:szCs w:val="28"/>
            </w:rPr>
          </w:pPr>
          <w:r w:rsidRPr="002C7439">
            <w:rPr>
              <w:b/>
              <w:sz w:val="28"/>
              <w:szCs w:val="28"/>
            </w:rPr>
            <w:t xml:space="preserve">Fachkundige </w:t>
          </w:r>
        </w:p>
        <w:p w14:paraId="3E3F6323" w14:textId="77777777" w:rsidR="004D5B82" w:rsidRPr="002C7439" w:rsidRDefault="004D5B82" w:rsidP="002C7439">
          <w:pPr>
            <w:spacing w:before="0" w:after="0"/>
            <w:jc w:val="center"/>
            <w:rPr>
              <w:b/>
              <w:sz w:val="28"/>
              <w:szCs w:val="28"/>
            </w:rPr>
          </w:pPr>
          <w:r w:rsidRPr="002C7439">
            <w:rPr>
              <w:b/>
              <w:sz w:val="28"/>
              <w:szCs w:val="28"/>
            </w:rPr>
            <w:t xml:space="preserve">Stelle </w:t>
          </w:r>
        </w:p>
        <w:p w14:paraId="20CB001F" w14:textId="77777777" w:rsidR="004D5B82" w:rsidRDefault="004D5B82" w:rsidP="002C7439">
          <w:pPr>
            <w:spacing w:before="0"/>
            <w:jc w:val="center"/>
            <w:rPr>
              <w:b/>
              <w:sz w:val="32"/>
            </w:rPr>
          </w:pPr>
          <w:r>
            <w:rPr>
              <w:b/>
            </w:rPr>
            <w:t>(SGB III / AZAV)</w:t>
          </w:r>
        </w:p>
      </w:tc>
      <w:tc>
        <w:tcPr>
          <w:tcW w:w="5670" w:type="dxa"/>
          <w:vAlign w:val="center"/>
        </w:tcPr>
        <w:p w14:paraId="26D066E7" w14:textId="77777777" w:rsidR="004D5B82" w:rsidRDefault="004D5B82" w:rsidP="00883946">
          <w:pPr>
            <w:pStyle w:val="Header14ptBoldCentered"/>
          </w:pPr>
          <w:r>
            <w:t xml:space="preserve">Antrag auf Maßnahmezulassung nach SGB III / AZAV </w:t>
          </w:r>
        </w:p>
      </w:tc>
      <w:tc>
        <w:tcPr>
          <w:tcW w:w="2409" w:type="dxa"/>
          <w:vAlign w:val="center"/>
        </w:tcPr>
        <w:p w14:paraId="240863E4" w14:textId="77777777" w:rsidR="004D5B82" w:rsidRDefault="004D5B82">
          <w:pPr>
            <w:jc w:val="center"/>
            <w:rPr>
              <w:b/>
              <w:sz w:val="24"/>
            </w:rPr>
          </w:pPr>
          <w:r>
            <w:rPr>
              <w:noProof/>
            </w:rPr>
            <w:drawing>
              <wp:inline distT="0" distB="0" distL="0" distR="0" wp14:anchorId="48DA329C" wp14:editId="75D4591E">
                <wp:extent cx="1472565" cy="403860"/>
                <wp:effectExtent l="0" t="0" r="0" b="0"/>
                <wp:docPr id="5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2565" cy="403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B0D59D" w14:textId="77777777" w:rsidR="004D5B82" w:rsidRPr="00834117" w:rsidRDefault="004D5B82" w:rsidP="00174195">
    <w:pPr>
      <w:pStyle w:val="Kopfzeile"/>
      <w:spacing w:before="0" w:after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1EC4F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AB1FB8"/>
    <w:multiLevelType w:val="hybridMultilevel"/>
    <w:tmpl w:val="2C3AFB5C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C73C1"/>
    <w:multiLevelType w:val="hybridMultilevel"/>
    <w:tmpl w:val="7B7CD6C6"/>
    <w:lvl w:ilvl="0" w:tplc="4C68C1E4">
      <w:numFmt w:val="decimal"/>
      <w:pStyle w:val="ListNumber11ptFeed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D5D49"/>
    <w:multiLevelType w:val="hybridMultilevel"/>
    <w:tmpl w:val="B4860086"/>
    <w:lvl w:ilvl="0" w:tplc="72D48926">
      <w:start w:val="1"/>
      <w:numFmt w:val="bullet"/>
      <w:pStyle w:val="ListBar11p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15B58"/>
    <w:multiLevelType w:val="hybridMultilevel"/>
    <w:tmpl w:val="D1F68B46"/>
    <w:lvl w:ilvl="0" w:tplc="D416F79E">
      <w:start w:val="1"/>
      <w:numFmt w:val="bullet"/>
      <w:pStyle w:val="ListBar8ptFeeder"/>
      <w:lvlText w:val="-"/>
      <w:lvlJc w:val="left"/>
      <w:pPr>
        <w:tabs>
          <w:tab w:val="num" w:pos="644"/>
        </w:tabs>
        <w:ind w:left="567" w:hanging="283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B581C"/>
    <w:multiLevelType w:val="hybridMultilevel"/>
    <w:tmpl w:val="43DA71F2"/>
    <w:lvl w:ilvl="0" w:tplc="21806D8C">
      <w:start w:val="1"/>
      <w:numFmt w:val="bullet"/>
      <w:pStyle w:val="ListBar9ptFeeder"/>
      <w:lvlText w:val="-"/>
      <w:lvlJc w:val="left"/>
      <w:pPr>
        <w:tabs>
          <w:tab w:val="num" w:pos="1288"/>
        </w:tabs>
        <w:ind w:left="1288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47C0570"/>
    <w:multiLevelType w:val="hybridMultilevel"/>
    <w:tmpl w:val="A62A16A8"/>
    <w:lvl w:ilvl="0" w:tplc="CBF042F4">
      <w:numFmt w:val="bullet"/>
      <w:lvlText w:val=""/>
      <w:lvlJc w:val="left"/>
      <w:pPr>
        <w:tabs>
          <w:tab w:val="num" w:pos="768"/>
        </w:tabs>
        <w:ind w:left="768" w:hanging="360"/>
      </w:pPr>
      <w:rPr>
        <w:rFonts w:ascii="Wingdings" w:eastAsia="Times New Roman" w:hAnsi="Wingdings" w:cs="Times New Roman" w:hint="default"/>
      </w:rPr>
    </w:lvl>
    <w:lvl w:ilvl="1" w:tplc="4AC24E02">
      <w:start w:val="1"/>
      <w:numFmt w:val="bullet"/>
      <w:pStyle w:val="Punktliste9"/>
      <w:lvlText w:val=""/>
      <w:lvlJc w:val="left"/>
      <w:pPr>
        <w:tabs>
          <w:tab w:val="num" w:pos="1794"/>
        </w:tabs>
        <w:ind w:left="1794" w:hanging="567"/>
      </w:pPr>
      <w:rPr>
        <w:rFonts w:ascii="Wingdings" w:hAnsi="Wingdings" w:hint="default"/>
        <w:color w:val="auto"/>
        <w:sz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hint="default"/>
      </w:rPr>
    </w:lvl>
  </w:abstractNum>
  <w:abstractNum w:abstractNumId="7" w15:restartNumberingAfterBreak="0">
    <w:nsid w:val="14EF3BCF"/>
    <w:multiLevelType w:val="singleLevel"/>
    <w:tmpl w:val="E108704C"/>
    <w:lvl w:ilvl="0">
      <w:start w:val="1"/>
      <w:numFmt w:val="lowerLetter"/>
      <w:pStyle w:val="ListCharacter11pt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904583A"/>
    <w:multiLevelType w:val="hybridMultilevel"/>
    <w:tmpl w:val="DDCA43FC"/>
    <w:lvl w:ilvl="0" w:tplc="B6928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3282D"/>
    <w:multiLevelType w:val="hybridMultilevel"/>
    <w:tmpl w:val="F4261826"/>
    <w:lvl w:ilvl="0" w:tplc="B69281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481A7E"/>
    <w:multiLevelType w:val="multilevel"/>
    <w:tmpl w:val="E578B0F4"/>
    <w:lvl w:ilvl="0">
      <w:start w:val="1"/>
      <w:numFmt w:val="decimal"/>
      <w:pStyle w:val="berschrift1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F7B5847"/>
    <w:multiLevelType w:val="singleLevel"/>
    <w:tmpl w:val="EDF0AB56"/>
    <w:lvl w:ilvl="0">
      <w:start w:val="1"/>
      <w:numFmt w:val="decimal"/>
      <w:pStyle w:val="ListParagraph8ptFeeder"/>
      <w:lvlText w:val="§%1"/>
      <w:lvlJc w:val="left"/>
      <w:pPr>
        <w:tabs>
          <w:tab w:val="num" w:pos="644"/>
        </w:tabs>
        <w:ind w:left="567" w:hanging="283"/>
      </w:pPr>
      <w:rPr>
        <w:rFonts w:hint="default"/>
      </w:rPr>
    </w:lvl>
  </w:abstractNum>
  <w:abstractNum w:abstractNumId="12" w15:restartNumberingAfterBreak="0">
    <w:nsid w:val="279D7C9D"/>
    <w:multiLevelType w:val="hybridMultilevel"/>
    <w:tmpl w:val="94EA3970"/>
    <w:lvl w:ilvl="0" w:tplc="9662C7A2">
      <w:start w:val="1"/>
      <w:numFmt w:val="bullet"/>
      <w:lvlText w:val=""/>
      <w:lvlJc w:val="left"/>
      <w:pPr>
        <w:tabs>
          <w:tab w:val="num" w:pos="2484"/>
        </w:tabs>
        <w:ind w:left="2484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3" w15:restartNumberingAfterBreak="0">
    <w:nsid w:val="2CD51356"/>
    <w:multiLevelType w:val="hybridMultilevel"/>
    <w:tmpl w:val="58CAB63E"/>
    <w:lvl w:ilvl="0" w:tplc="183AD04A">
      <w:start w:val="4"/>
      <w:numFmt w:val="bullet"/>
      <w:lvlText w:val=""/>
      <w:lvlJc w:val="left"/>
      <w:pPr>
        <w:ind w:left="502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34944522"/>
    <w:multiLevelType w:val="hybridMultilevel"/>
    <w:tmpl w:val="94E249E2"/>
    <w:lvl w:ilvl="0" w:tplc="497C8298">
      <w:start w:val="1"/>
      <w:numFmt w:val="bullet"/>
      <w:pStyle w:val="ListBar11ptFeeder"/>
      <w:lvlText w:val="-"/>
      <w:lvlJc w:val="left"/>
      <w:pPr>
        <w:tabs>
          <w:tab w:val="num" w:pos="927"/>
        </w:tabs>
        <w:ind w:left="924" w:hanging="357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CF649A"/>
    <w:multiLevelType w:val="hybridMultilevel"/>
    <w:tmpl w:val="33440DAE"/>
    <w:lvl w:ilvl="0" w:tplc="DB140FA0">
      <w:start w:val="1"/>
      <w:numFmt w:val="bullet"/>
      <w:pStyle w:val="ListDot9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34C64"/>
    <w:multiLevelType w:val="hybridMultilevel"/>
    <w:tmpl w:val="D11E0498"/>
    <w:lvl w:ilvl="0" w:tplc="C8B67178">
      <w:start w:val="1"/>
      <w:numFmt w:val="decimal"/>
      <w:pStyle w:val="ListNumber9p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723102"/>
    <w:multiLevelType w:val="hybridMultilevel"/>
    <w:tmpl w:val="7C240B90"/>
    <w:lvl w:ilvl="0" w:tplc="E2FEC1F4">
      <w:start w:val="1"/>
      <w:numFmt w:val="decimal"/>
      <w:pStyle w:val="ListNumber9ptFeed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4A1157"/>
    <w:multiLevelType w:val="hybridMultilevel"/>
    <w:tmpl w:val="AF00089A"/>
    <w:lvl w:ilvl="0" w:tplc="FAD44CB0">
      <w:start w:val="1"/>
      <w:numFmt w:val="bullet"/>
      <w:pStyle w:val="ListDot11ptFeed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E3F4B"/>
    <w:multiLevelType w:val="hybridMultilevel"/>
    <w:tmpl w:val="E59E5F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1309DB"/>
    <w:multiLevelType w:val="hybridMultilevel"/>
    <w:tmpl w:val="6332EF1A"/>
    <w:lvl w:ilvl="0" w:tplc="33E4F7CA">
      <w:start w:val="1"/>
      <w:numFmt w:val="bullet"/>
      <w:pStyle w:val="ListBar9p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B12187"/>
    <w:multiLevelType w:val="hybridMultilevel"/>
    <w:tmpl w:val="46F824AC"/>
    <w:lvl w:ilvl="0" w:tplc="EBB06C0C">
      <w:start w:val="1"/>
      <w:numFmt w:val="bullet"/>
      <w:pStyle w:val="ListDot8ptFeeder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7D1720B"/>
    <w:multiLevelType w:val="singleLevel"/>
    <w:tmpl w:val="D922740C"/>
    <w:lvl w:ilvl="0">
      <w:start w:val="1"/>
      <w:numFmt w:val="decimal"/>
      <w:pStyle w:val="ListNumber11p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09F2C56"/>
    <w:multiLevelType w:val="hybridMultilevel"/>
    <w:tmpl w:val="5588B674"/>
    <w:lvl w:ilvl="0" w:tplc="B69281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B4206A"/>
    <w:multiLevelType w:val="hybridMultilevel"/>
    <w:tmpl w:val="2662D5A8"/>
    <w:lvl w:ilvl="0" w:tplc="F8F0B01E">
      <w:start w:val="15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5507B"/>
    <w:multiLevelType w:val="hybridMultilevel"/>
    <w:tmpl w:val="4B628724"/>
    <w:lvl w:ilvl="0" w:tplc="5A90BE1E">
      <w:start w:val="1"/>
      <w:numFmt w:val="bullet"/>
      <w:pStyle w:val="ListDot9ptFeeder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506743"/>
    <w:multiLevelType w:val="hybridMultilevel"/>
    <w:tmpl w:val="742E86FA"/>
    <w:lvl w:ilvl="0" w:tplc="8312DCB0">
      <w:start w:val="1"/>
      <w:numFmt w:val="bullet"/>
      <w:pStyle w:val="ListDot11p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51496D"/>
    <w:multiLevelType w:val="hybridMultilevel"/>
    <w:tmpl w:val="9AF67AEC"/>
    <w:lvl w:ilvl="0" w:tplc="72C46CC8">
      <w:start w:val="15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3C2575"/>
    <w:multiLevelType w:val="hybridMultilevel"/>
    <w:tmpl w:val="14CE6916"/>
    <w:lvl w:ilvl="0" w:tplc="8AA20C3C">
      <w:start w:val="1"/>
      <w:numFmt w:val="decimal"/>
      <w:pStyle w:val="ListNumber8ptFeeder"/>
      <w:lvlText w:val="%1.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08D0E1F"/>
    <w:multiLevelType w:val="multilevel"/>
    <w:tmpl w:val="E276652C"/>
    <w:lvl w:ilvl="0">
      <w:start w:val="1"/>
      <w:numFmt w:val="decimal"/>
      <w:lvlText w:val="%1"/>
      <w:lvlJc w:val="left"/>
      <w:pPr>
        <w:tabs>
          <w:tab w:val="num" w:pos="851"/>
        </w:tabs>
        <w:ind w:left="851" w:hanging="567"/>
      </w:pPr>
      <w:rPr>
        <w:rFonts w:ascii="Arial" w:hAnsi="Arial" w:hint="default"/>
      </w:rPr>
    </w:lvl>
    <w:lvl w:ilvl="1">
      <w:start w:val="1"/>
      <w:numFmt w:val="decimal"/>
      <w:pStyle w:val="Headline210pt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hint="default"/>
      </w:r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30" w15:restartNumberingAfterBreak="0">
    <w:nsid w:val="743610DA"/>
    <w:multiLevelType w:val="hybridMultilevel"/>
    <w:tmpl w:val="A1D29624"/>
    <w:lvl w:ilvl="0" w:tplc="3244E4AA">
      <w:start w:val="1"/>
      <w:numFmt w:val="lowerLetter"/>
      <w:pStyle w:val="ListCharacter11ptFeed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30182"/>
    <w:multiLevelType w:val="multilevel"/>
    <w:tmpl w:val="890E5B96"/>
    <w:lvl w:ilvl="0">
      <w:start w:val="1"/>
      <w:numFmt w:val="decimal"/>
      <w:pStyle w:val="Headline110pt"/>
      <w:lvlText w:val="%1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rFonts w:hint="default"/>
      </w:rPr>
    </w:lvl>
    <w:lvl w:ilvl="3">
      <w:start w:val="1"/>
      <w:numFmt w:val="decimal"/>
      <w:lvlText w:val="g%1.%2.%3.%4"/>
      <w:lvlJc w:val="left"/>
      <w:pPr>
        <w:tabs>
          <w:tab w:val="num" w:pos="1931"/>
        </w:tabs>
        <w:ind w:left="1305" w:hanging="454"/>
      </w:pPr>
      <w:rPr>
        <w:rFonts w:hint="default"/>
      </w:rPr>
    </w:lvl>
    <w:lvl w:ilvl="4">
      <w:start w:val="1"/>
      <w:numFmt w:val="decimal"/>
      <w:suff w:val="nothing"/>
      <w:lvlText w:val="r%1.%2.%3.%4.%5"/>
      <w:lvlJc w:val="left"/>
      <w:pPr>
        <w:ind w:left="1305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32" w15:restartNumberingAfterBreak="0">
    <w:nsid w:val="76BF45F8"/>
    <w:multiLevelType w:val="hybridMultilevel"/>
    <w:tmpl w:val="0B9E303A"/>
    <w:lvl w:ilvl="0" w:tplc="658E8D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E8695E"/>
    <w:multiLevelType w:val="multilevel"/>
    <w:tmpl w:val="9CF60878"/>
    <w:lvl w:ilvl="0">
      <w:start w:val="1"/>
      <w:numFmt w:val="decimal"/>
      <w:pStyle w:val="ListSub-division8ptFeeder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1040984">
    <w:abstractNumId w:val="31"/>
  </w:num>
  <w:num w:numId="2" w16cid:durableId="1979409492">
    <w:abstractNumId w:val="29"/>
  </w:num>
  <w:num w:numId="3" w16cid:durableId="1333096352">
    <w:abstractNumId w:val="3"/>
  </w:num>
  <w:num w:numId="4" w16cid:durableId="1548760108">
    <w:abstractNumId w:val="14"/>
  </w:num>
  <w:num w:numId="5" w16cid:durableId="1754428423">
    <w:abstractNumId w:val="4"/>
  </w:num>
  <w:num w:numId="6" w16cid:durableId="1749500097">
    <w:abstractNumId w:val="20"/>
  </w:num>
  <w:num w:numId="7" w16cid:durableId="1199002036">
    <w:abstractNumId w:val="5"/>
  </w:num>
  <w:num w:numId="8" w16cid:durableId="1028023831">
    <w:abstractNumId w:val="7"/>
  </w:num>
  <w:num w:numId="9" w16cid:durableId="348609498">
    <w:abstractNumId w:val="30"/>
  </w:num>
  <w:num w:numId="10" w16cid:durableId="1311329607">
    <w:abstractNumId w:val="26"/>
  </w:num>
  <w:num w:numId="11" w16cid:durableId="1114516319">
    <w:abstractNumId w:val="18"/>
  </w:num>
  <w:num w:numId="12" w16cid:durableId="2099402467">
    <w:abstractNumId w:val="21"/>
  </w:num>
  <w:num w:numId="13" w16cid:durableId="1000498168">
    <w:abstractNumId w:val="15"/>
  </w:num>
  <w:num w:numId="14" w16cid:durableId="1394809510">
    <w:abstractNumId w:val="25"/>
  </w:num>
  <w:num w:numId="15" w16cid:durableId="300498678">
    <w:abstractNumId w:val="22"/>
  </w:num>
  <w:num w:numId="16" w16cid:durableId="1699357491">
    <w:abstractNumId w:val="2"/>
  </w:num>
  <w:num w:numId="17" w16cid:durableId="1738429741">
    <w:abstractNumId w:val="28"/>
  </w:num>
  <w:num w:numId="18" w16cid:durableId="2047631339">
    <w:abstractNumId w:val="16"/>
  </w:num>
  <w:num w:numId="19" w16cid:durableId="1503471071">
    <w:abstractNumId w:val="17"/>
  </w:num>
  <w:num w:numId="20" w16cid:durableId="1405641799">
    <w:abstractNumId w:val="11"/>
  </w:num>
  <w:num w:numId="21" w16cid:durableId="2114133798">
    <w:abstractNumId w:val="33"/>
  </w:num>
  <w:num w:numId="22" w16cid:durableId="1022895513">
    <w:abstractNumId w:val="10"/>
  </w:num>
  <w:num w:numId="23" w16cid:durableId="452866385">
    <w:abstractNumId w:val="10"/>
  </w:num>
  <w:num w:numId="24" w16cid:durableId="182089780">
    <w:abstractNumId w:val="10"/>
  </w:num>
  <w:num w:numId="25" w16cid:durableId="1520004194">
    <w:abstractNumId w:val="1"/>
  </w:num>
  <w:num w:numId="26" w16cid:durableId="873539609">
    <w:abstractNumId w:val="6"/>
  </w:num>
  <w:num w:numId="27" w16cid:durableId="74742797">
    <w:abstractNumId w:val="0"/>
  </w:num>
  <w:num w:numId="28" w16cid:durableId="1968732470">
    <w:abstractNumId w:val="19"/>
  </w:num>
  <w:num w:numId="29" w16cid:durableId="499852026">
    <w:abstractNumId w:val="32"/>
  </w:num>
  <w:num w:numId="30" w16cid:durableId="1463504309">
    <w:abstractNumId w:val="12"/>
  </w:num>
  <w:num w:numId="31" w16cid:durableId="600993648">
    <w:abstractNumId w:val="9"/>
  </w:num>
  <w:num w:numId="32" w16cid:durableId="643462671">
    <w:abstractNumId w:val="13"/>
  </w:num>
  <w:num w:numId="33" w16cid:durableId="2104452820">
    <w:abstractNumId w:val="23"/>
  </w:num>
  <w:num w:numId="34" w16cid:durableId="405762969">
    <w:abstractNumId w:val="8"/>
  </w:num>
  <w:num w:numId="35" w16cid:durableId="20014754">
    <w:abstractNumId w:val="27"/>
  </w:num>
  <w:num w:numId="36" w16cid:durableId="636574383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lignBordersAndEdges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ENUCd82nZXOPT2vaQtpH9Rf82iCkurvAe/v1C3XHxks31SeBIGVD2N61B0KsCQbi/DlxjRJqkNT6VzYQ68YTJw==" w:salt="xDZa+p0xJgMMfggufx/z6A=="/>
  <w:defaultTabStop w:val="709"/>
  <w:autoHyphenation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AD0"/>
    <w:rsid w:val="000057AF"/>
    <w:rsid w:val="000112BE"/>
    <w:rsid w:val="0002198D"/>
    <w:rsid w:val="0002319F"/>
    <w:rsid w:val="0002752F"/>
    <w:rsid w:val="00034CAF"/>
    <w:rsid w:val="00036C33"/>
    <w:rsid w:val="0005620C"/>
    <w:rsid w:val="000608AC"/>
    <w:rsid w:val="00061DAE"/>
    <w:rsid w:val="00062666"/>
    <w:rsid w:val="00063088"/>
    <w:rsid w:val="00064230"/>
    <w:rsid w:val="00072181"/>
    <w:rsid w:val="00073E21"/>
    <w:rsid w:val="00075F9F"/>
    <w:rsid w:val="0008642A"/>
    <w:rsid w:val="0008659D"/>
    <w:rsid w:val="000A0F0D"/>
    <w:rsid w:val="000A4D9C"/>
    <w:rsid w:val="000B03E9"/>
    <w:rsid w:val="000B2E2E"/>
    <w:rsid w:val="000B4753"/>
    <w:rsid w:val="000B50DC"/>
    <w:rsid w:val="000B6043"/>
    <w:rsid w:val="000C077A"/>
    <w:rsid w:val="000C3006"/>
    <w:rsid w:val="000C3F36"/>
    <w:rsid w:val="000C5DE4"/>
    <w:rsid w:val="000D5B3E"/>
    <w:rsid w:val="000E4009"/>
    <w:rsid w:val="000E5271"/>
    <w:rsid w:val="000E78F9"/>
    <w:rsid w:val="000F4DD9"/>
    <w:rsid w:val="000F6F81"/>
    <w:rsid w:val="00102BF0"/>
    <w:rsid w:val="0010465A"/>
    <w:rsid w:val="00106E35"/>
    <w:rsid w:val="00113433"/>
    <w:rsid w:val="001239B5"/>
    <w:rsid w:val="00123A6D"/>
    <w:rsid w:val="00126C5A"/>
    <w:rsid w:val="00131641"/>
    <w:rsid w:val="001352D1"/>
    <w:rsid w:val="00145197"/>
    <w:rsid w:val="00146C19"/>
    <w:rsid w:val="00147E21"/>
    <w:rsid w:val="00151B3B"/>
    <w:rsid w:val="00152DC5"/>
    <w:rsid w:val="001735EF"/>
    <w:rsid w:val="00174195"/>
    <w:rsid w:val="00174E7A"/>
    <w:rsid w:val="001765F8"/>
    <w:rsid w:val="00187064"/>
    <w:rsid w:val="00190B9A"/>
    <w:rsid w:val="0019437E"/>
    <w:rsid w:val="0019495F"/>
    <w:rsid w:val="00195711"/>
    <w:rsid w:val="00197CF4"/>
    <w:rsid w:val="001A4CCC"/>
    <w:rsid w:val="001A7908"/>
    <w:rsid w:val="001B079A"/>
    <w:rsid w:val="001B5C07"/>
    <w:rsid w:val="001C0080"/>
    <w:rsid w:val="001C3F3D"/>
    <w:rsid w:val="001C5059"/>
    <w:rsid w:val="001D174C"/>
    <w:rsid w:val="001D2C4E"/>
    <w:rsid w:val="001D7729"/>
    <w:rsid w:val="001E5FD4"/>
    <w:rsid w:val="001E75C6"/>
    <w:rsid w:val="00201016"/>
    <w:rsid w:val="00201C45"/>
    <w:rsid w:val="00202A73"/>
    <w:rsid w:val="00202C54"/>
    <w:rsid w:val="002035E5"/>
    <w:rsid w:val="0021408A"/>
    <w:rsid w:val="0021511D"/>
    <w:rsid w:val="00216A69"/>
    <w:rsid w:val="002177E8"/>
    <w:rsid w:val="00226A87"/>
    <w:rsid w:val="00235AA8"/>
    <w:rsid w:val="002404C0"/>
    <w:rsid w:val="00253E37"/>
    <w:rsid w:val="002547E7"/>
    <w:rsid w:val="002554CB"/>
    <w:rsid w:val="00255902"/>
    <w:rsid w:val="0026069C"/>
    <w:rsid w:val="00260B5D"/>
    <w:rsid w:val="002614C2"/>
    <w:rsid w:val="002637D4"/>
    <w:rsid w:val="002703D2"/>
    <w:rsid w:val="00270671"/>
    <w:rsid w:val="00271189"/>
    <w:rsid w:val="00274F5D"/>
    <w:rsid w:val="00275138"/>
    <w:rsid w:val="00293ADD"/>
    <w:rsid w:val="0029581A"/>
    <w:rsid w:val="002A2ADD"/>
    <w:rsid w:val="002A5124"/>
    <w:rsid w:val="002A6727"/>
    <w:rsid w:val="002B788A"/>
    <w:rsid w:val="002C7439"/>
    <w:rsid w:val="002D1CF1"/>
    <w:rsid w:val="002D2F5F"/>
    <w:rsid w:val="002D5358"/>
    <w:rsid w:val="002D5DBB"/>
    <w:rsid w:val="002E2FE6"/>
    <w:rsid w:val="002E62FE"/>
    <w:rsid w:val="002F1EAD"/>
    <w:rsid w:val="002F2959"/>
    <w:rsid w:val="002F2B0C"/>
    <w:rsid w:val="002F34DD"/>
    <w:rsid w:val="003024AA"/>
    <w:rsid w:val="00302FD7"/>
    <w:rsid w:val="00304C07"/>
    <w:rsid w:val="0030533F"/>
    <w:rsid w:val="0030691B"/>
    <w:rsid w:val="00306D6C"/>
    <w:rsid w:val="00312F4A"/>
    <w:rsid w:val="0031526A"/>
    <w:rsid w:val="00323AE5"/>
    <w:rsid w:val="00326B0F"/>
    <w:rsid w:val="00326CF3"/>
    <w:rsid w:val="00330FB1"/>
    <w:rsid w:val="0033476D"/>
    <w:rsid w:val="0033584F"/>
    <w:rsid w:val="00335ED1"/>
    <w:rsid w:val="00340B10"/>
    <w:rsid w:val="003424EE"/>
    <w:rsid w:val="00353D7E"/>
    <w:rsid w:val="00353FD9"/>
    <w:rsid w:val="00377494"/>
    <w:rsid w:val="00383278"/>
    <w:rsid w:val="00395222"/>
    <w:rsid w:val="003972F9"/>
    <w:rsid w:val="00397897"/>
    <w:rsid w:val="003A2A7A"/>
    <w:rsid w:val="003A72B3"/>
    <w:rsid w:val="003B3F34"/>
    <w:rsid w:val="003B6B12"/>
    <w:rsid w:val="003B7766"/>
    <w:rsid w:val="003C3809"/>
    <w:rsid w:val="003C4811"/>
    <w:rsid w:val="003C4CAE"/>
    <w:rsid w:val="003D19E9"/>
    <w:rsid w:val="003D5AB3"/>
    <w:rsid w:val="003E0DCB"/>
    <w:rsid w:val="003E4D3A"/>
    <w:rsid w:val="003E6F08"/>
    <w:rsid w:val="003F5898"/>
    <w:rsid w:val="003F5FF4"/>
    <w:rsid w:val="00404487"/>
    <w:rsid w:val="00404C0C"/>
    <w:rsid w:val="004100F5"/>
    <w:rsid w:val="00411957"/>
    <w:rsid w:val="004149C2"/>
    <w:rsid w:val="0044277D"/>
    <w:rsid w:val="00445964"/>
    <w:rsid w:val="00450B35"/>
    <w:rsid w:val="00460715"/>
    <w:rsid w:val="00462D34"/>
    <w:rsid w:val="004633D7"/>
    <w:rsid w:val="004702F9"/>
    <w:rsid w:val="00472FCC"/>
    <w:rsid w:val="00480666"/>
    <w:rsid w:val="004827BE"/>
    <w:rsid w:val="004910F5"/>
    <w:rsid w:val="00491D18"/>
    <w:rsid w:val="004A4329"/>
    <w:rsid w:val="004B1FE1"/>
    <w:rsid w:val="004B31FD"/>
    <w:rsid w:val="004B3698"/>
    <w:rsid w:val="004C2565"/>
    <w:rsid w:val="004C7C12"/>
    <w:rsid w:val="004D1C8F"/>
    <w:rsid w:val="004D1F4B"/>
    <w:rsid w:val="004D5296"/>
    <w:rsid w:val="004D5B82"/>
    <w:rsid w:val="004D65FC"/>
    <w:rsid w:val="004D6719"/>
    <w:rsid w:val="004E086F"/>
    <w:rsid w:val="005138D4"/>
    <w:rsid w:val="00513DF0"/>
    <w:rsid w:val="00514C4B"/>
    <w:rsid w:val="00516C8B"/>
    <w:rsid w:val="005228FD"/>
    <w:rsid w:val="005237EA"/>
    <w:rsid w:val="00524AA8"/>
    <w:rsid w:val="00530D67"/>
    <w:rsid w:val="00535F96"/>
    <w:rsid w:val="00536290"/>
    <w:rsid w:val="00536F76"/>
    <w:rsid w:val="00544161"/>
    <w:rsid w:val="00552658"/>
    <w:rsid w:val="00557ED4"/>
    <w:rsid w:val="00560A79"/>
    <w:rsid w:val="0056423A"/>
    <w:rsid w:val="00565E03"/>
    <w:rsid w:val="00567061"/>
    <w:rsid w:val="0057243A"/>
    <w:rsid w:val="005827A3"/>
    <w:rsid w:val="00583D2C"/>
    <w:rsid w:val="005861FA"/>
    <w:rsid w:val="00586D61"/>
    <w:rsid w:val="005870CC"/>
    <w:rsid w:val="00587FED"/>
    <w:rsid w:val="00592028"/>
    <w:rsid w:val="00592269"/>
    <w:rsid w:val="00592359"/>
    <w:rsid w:val="005A2E7E"/>
    <w:rsid w:val="005A77E6"/>
    <w:rsid w:val="005C1811"/>
    <w:rsid w:val="005C5682"/>
    <w:rsid w:val="005C769B"/>
    <w:rsid w:val="005C76A5"/>
    <w:rsid w:val="005D5F92"/>
    <w:rsid w:val="005F0FF4"/>
    <w:rsid w:val="005F54D1"/>
    <w:rsid w:val="005F753F"/>
    <w:rsid w:val="006018F4"/>
    <w:rsid w:val="00604231"/>
    <w:rsid w:val="006049C2"/>
    <w:rsid w:val="00610ACB"/>
    <w:rsid w:val="006132DF"/>
    <w:rsid w:val="00615306"/>
    <w:rsid w:val="00620093"/>
    <w:rsid w:val="0062682E"/>
    <w:rsid w:val="0063133F"/>
    <w:rsid w:val="00641EB2"/>
    <w:rsid w:val="00690678"/>
    <w:rsid w:val="006921DE"/>
    <w:rsid w:val="006A434E"/>
    <w:rsid w:val="006A5169"/>
    <w:rsid w:val="006B005A"/>
    <w:rsid w:val="006C3557"/>
    <w:rsid w:val="006C6A69"/>
    <w:rsid w:val="006E0FAE"/>
    <w:rsid w:val="006E11E7"/>
    <w:rsid w:val="006E2532"/>
    <w:rsid w:val="006E25EF"/>
    <w:rsid w:val="006F297B"/>
    <w:rsid w:val="00705A3D"/>
    <w:rsid w:val="00707D34"/>
    <w:rsid w:val="007147A6"/>
    <w:rsid w:val="00715419"/>
    <w:rsid w:val="00720E20"/>
    <w:rsid w:val="00725D15"/>
    <w:rsid w:val="0073082B"/>
    <w:rsid w:val="00735BC5"/>
    <w:rsid w:val="0074462E"/>
    <w:rsid w:val="00750245"/>
    <w:rsid w:val="007574F4"/>
    <w:rsid w:val="007611EF"/>
    <w:rsid w:val="007633B7"/>
    <w:rsid w:val="007645BB"/>
    <w:rsid w:val="0077130D"/>
    <w:rsid w:val="0077714E"/>
    <w:rsid w:val="0077718C"/>
    <w:rsid w:val="0078551D"/>
    <w:rsid w:val="00787734"/>
    <w:rsid w:val="00787E56"/>
    <w:rsid w:val="007940E2"/>
    <w:rsid w:val="00795455"/>
    <w:rsid w:val="007A3E62"/>
    <w:rsid w:val="007A60A4"/>
    <w:rsid w:val="007A615F"/>
    <w:rsid w:val="007A729D"/>
    <w:rsid w:val="007B09DA"/>
    <w:rsid w:val="007B391E"/>
    <w:rsid w:val="007B674F"/>
    <w:rsid w:val="007C2A10"/>
    <w:rsid w:val="007C3AAD"/>
    <w:rsid w:val="007C3B4E"/>
    <w:rsid w:val="007C5F36"/>
    <w:rsid w:val="007D0BBF"/>
    <w:rsid w:val="007D294E"/>
    <w:rsid w:val="007D3327"/>
    <w:rsid w:val="007D3AE6"/>
    <w:rsid w:val="007D5E17"/>
    <w:rsid w:val="007D70EE"/>
    <w:rsid w:val="007D780D"/>
    <w:rsid w:val="007E0C2B"/>
    <w:rsid w:val="007E1D75"/>
    <w:rsid w:val="007E5281"/>
    <w:rsid w:val="007F0A4F"/>
    <w:rsid w:val="007F0E02"/>
    <w:rsid w:val="007F27C3"/>
    <w:rsid w:val="007F59BC"/>
    <w:rsid w:val="007F5FC6"/>
    <w:rsid w:val="007F7B01"/>
    <w:rsid w:val="00804CDA"/>
    <w:rsid w:val="00805E87"/>
    <w:rsid w:val="00806FBB"/>
    <w:rsid w:val="008123F9"/>
    <w:rsid w:val="0081706B"/>
    <w:rsid w:val="008213D4"/>
    <w:rsid w:val="00827428"/>
    <w:rsid w:val="008274F7"/>
    <w:rsid w:val="00830F65"/>
    <w:rsid w:val="0083119D"/>
    <w:rsid w:val="00833106"/>
    <w:rsid w:val="00834117"/>
    <w:rsid w:val="00834F35"/>
    <w:rsid w:val="00836770"/>
    <w:rsid w:val="0084416B"/>
    <w:rsid w:val="00844FDC"/>
    <w:rsid w:val="008542D3"/>
    <w:rsid w:val="008545E4"/>
    <w:rsid w:val="008556C7"/>
    <w:rsid w:val="00860728"/>
    <w:rsid w:val="00860AE1"/>
    <w:rsid w:val="00867FEE"/>
    <w:rsid w:val="00873576"/>
    <w:rsid w:val="00874E46"/>
    <w:rsid w:val="00875D23"/>
    <w:rsid w:val="008801AF"/>
    <w:rsid w:val="00883946"/>
    <w:rsid w:val="00887CC4"/>
    <w:rsid w:val="00887DE5"/>
    <w:rsid w:val="008948C3"/>
    <w:rsid w:val="008A1A91"/>
    <w:rsid w:val="008B3BA9"/>
    <w:rsid w:val="008B3DA2"/>
    <w:rsid w:val="008D14FF"/>
    <w:rsid w:val="008D2DF7"/>
    <w:rsid w:val="008D4CD6"/>
    <w:rsid w:val="008E15A5"/>
    <w:rsid w:val="008E44E5"/>
    <w:rsid w:val="008E70A9"/>
    <w:rsid w:val="008F3CAA"/>
    <w:rsid w:val="008F51B3"/>
    <w:rsid w:val="008F6CAF"/>
    <w:rsid w:val="008F7E89"/>
    <w:rsid w:val="00901198"/>
    <w:rsid w:val="00902329"/>
    <w:rsid w:val="00911AFB"/>
    <w:rsid w:val="00915129"/>
    <w:rsid w:val="00915C34"/>
    <w:rsid w:val="00925C46"/>
    <w:rsid w:val="00926DA3"/>
    <w:rsid w:val="0093451B"/>
    <w:rsid w:val="00937D4B"/>
    <w:rsid w:val="00941C0B"/>
    <w:rsid w:val="00944966"/>
    <w:rsid w:val="00946410"/>
    <w:rsid w:val="00951B54"/>
    <w:rsid w:val="009529DE"/>
    <w:rsid w:val="00954CB8"/>
    <w:rsid w:val="00965236"/>
    <w:rsid w:val="0097302E"/>
    <w:rsid w:val="0097304D"/>
    <w:rsid w:val="009822AE"/>
    <w:rsid w:val="00982305"/>
    <w:rsid w:val="0098526D"/>
    <w:rsid w:val="00991C0A"/>
    <w:rsid w:val="009953E5"/>
    <w:rsid w:val="009A0D59"/>
    <w:rsid w:val="009A5619"/>
    <w:rsid w:val="009B0F07"/>
    <w:rsid w:val="009B3E8E"/>
    <w:rsid w:val="009B6992"/>
    <w:rsid w:val="009B7E8B"/>
    <w:rsid w:val="009C01D0"/>
    <w:rsid w:val="009C0356"/>
    <w:rsid w:val="009C04B9"/>
    <w:rsid w:val="009C54DF"/>
    <w:rsid w:val="009C6D95"/>
    <w:rsid w:val="009E0E20"/>
    <w:rsid w:val="009E0E7E"/>
    <w:rsid w:val="009F7E7F"/>
    <w:rsid w:val="00A119AE"/>
    <w:rsid w:val="00A13281"/>
    <w:rsid w:val="00A13769"/>
    <w:rsid w:val="00A256D6"/>
    <w:rsid w:val="00A25E81"/>
    <w:rsid w:val="00A3168F"/>
    <w:rsid w:val="00A33A04"/>
    <w:rsid w:val="00A34600"/>
    <w:rsid w:val="00A356FB"/>
    <w:rsid w:val="00A37469"/>
    <w:rsid w:val="00A42CFC"/>
    <w:rsid w:val="00A44C60"/>
    <w:rsid w:val="00A57A12"/>
    <w:rsid w:val="00A750F7"/>
    <w:rsid w:val="00A76C2A"/>
    <w:rsid w:val="00A84E04"/>
    <w:rsid w:val="00A85791"/>
    <w:rsid w:val="00A91792"/>
    <w:rsid w:val="00A95888"/>
    <w:rsid w:val="00A95CD2"/>
    <w:rsid w:val="00AA0DFD"/>
    <w:rsid w:val="00AA25AF"/>
    <w:rsid w:val="00AC0301"/>
    <w:rsid w:val="00AC5802"/>
    <w:rsid w:val="00AD5588"/>
    <w:rsid w:val="00AD78B6"/>
    <w:rsid w:val="00AE190D"/>
    <w:rsid w:val="00AE3001"/>
    <w:rsid w:val="00AE308D"/>
    <w:rsid w:val="00AF6B9B"/>
    <w:rsid w:val="00B02B19"/>
    <w:rsid w:val="00B04FAF"/>
    <w:rsid w:val="00B14829"/>
    <w:rsid w:val="00B15542"/>
    <w:rsid w:val="00B17116"/>
    <w:rsid w:val="00B24337"/>
    <w:rsid w:val="00B30C93"/>
    <w:rsid w:val="00B33019"/>
    <w:rsid w:val="00B379FB"/>
    <w:rsid w:val="00B37B24"/>
    <w:rsid w:val="00B47D44"/>
    <w:rsid w:val="00B517F9"/>
    <w:rsid w:val="00B5278B"/>
    <w:rsid w:val="00B530DB"/>
    <w:rsid w:val="00B579AD"/>
    <w:rsid w:val="00B60D5D"/>
    <w:rsid w:val="00B61F5F"/>
    <w:rsid w:val="00B64696"/>
    <w:rsid w:val="00B67AAD"/>
    <w:rsid w:val="00B704D0"/>
    <w:rsid w:val="00B71AFA"/>
    <w:rsid w:val="00B737D8"/>
    <w:rsid w:val="00B76028"/>
    <w:rsid w:val="00B827A1"/>
    <w:rsid w:val="00B85EB6"/>
    <w:rsid w:val="00B86B8B"/>
    <w:rsid w:val="00B91E26"/>
    <w:rsid w:val="00B922E9"/>
    <w:rsid w:val="00BA011A"/>
    <w:rsid w:val="00BA5D7A"/>
    <w:rsid w:val="00BA601F"/>
    <w:rsid w:val="00BB31CA"/>
    <w:rsid w:val="00BB784C"/>
    <w:rsid w:val="00BC05FD"/>
    <w:rsid w:val="00BC23CD"/>
    <w:rsid w:val="00BC2671"/>
    <w:rsid w:val="00BC3DC4"/>
    <w:rsid w:val="00BD0EE6"/>
    <w:rsid w:val="00BD378D"/>
    <w:rsid w:val="00BD7832"/>
    <w:rsid w:val="00BE52BB"/>
    <w:rsid w:val="00C000C7"/>
    <w:rsid w:val="00C03951"/>
    <w:rsid w:val="00C055C4"/>
    <w:rsid w:val="00C1121E"/>
    <w:rsid w:val="00C16E6B"/>
    <w:rsid w:val="00C16F9A"/>
    <w:rsid w:val="00C22842"/>
    <w:rsid w:val="00C3102D"/>
    <w:rsid w:val="00C31CB7"/>
    <w:rsid w:val="00C331D1"/>
    <w:rsid w:val="00C35914"/>
    <w:rsid w:val="00C40B3D"/>
    <w:rsid w:val="00C45B5A"/>
    <w:rsid w:val="00C5477E"/>
    <w:rsid w:val="00C61433"/>
    <w:rsid w:val="00C7253E"/>
    <w:rsid w:val="00C8224E"/>
    <w:rsid w:val="00C82EAC"/>
    <w:rsid w:val="00C8341A"/>
    <w:rsid w:val="00C84311"/>
    <w:rsid w:val="00C91DED"/>
    <w:rsid w:val="00CA2DBE"/>
    <w:rsid w:val="00CA4CC9"/>
    <w:rsid w:val="00CB10B6"/>
    <w:rsid w:val="00CB5088"/>
    <w:rsid w:val="00CB5700"/>
    <w:rsid w:val="00CD36B9"/>
    <w:rsid w:val="00CE131C"/>
    <w:rsid w:val="00CE1765"/>
    <w:rsid w:val="00CE4028"/>
    <w:rsid w:val="00CE402C"/>
    <w:rsid w:val="00CE7A34"/>
    <w:rsid w:val="00D0279E"/>
    <w:rsid w:val="00D073D7"/>
    <w:rsid w:val="00D10BFC"/>
    <w:rsid w:val="00D10F82"/>
    <w:rsid w:val="00D153F2"/>
    <w:rsid w:val="00D17842"/>
    <w:rsid w:val="00D22F5F"/>
    <w:rsid w:val="00D30E95"/>
    <w:rsid w:val="00D32591"/>
    <w:rsid w:val="00D350E2"/>
    <w:rsid w:val="00D358F2"/>
    <w:rsid w:val="00D35E96"/>
    <w:rsid w:val="00D42E76"/>
    <w:rsid w:val="00D47ED5"/>
    <w:rsid w:val="00D52439"/>
    <w:rsid w:val="00D5253C"/>
    <w:rsid w:val="00D603B9"/>
    <w:rsid w:val="00D64817"/>
    <w:rsid w:val="00D66C7C"/>
    <w:rsid w:val="00D70729"/>
    <w:rsid w:val="00D87339"/>
    <w:rsid w:val="00D952C7"/>
    <w:rsid w:val="00D95A07"/>
    <w:rsid w:val="00D9656B"/>
    <w:rsid w:val="00DB3BCC"/>
    <w:rsid w:val="00DB416C"/>
    <w:rsid w:val="00DB488A"/>
    <w:rsid w:val="00DB6793"/>
    <w:rsid w:val="00DB784C"/>
    <w:rsid w:val="00DC4FCC"/>
    <w:rsid w:val="00DD13CE"/>
    <w:rsid w:val="00DE11D0"/>
    <w:rsid w:val="00DE3267"/>
    <w:rsid w:val="00DE761E"/>
    <w:rsid w:val="00DF2A44"/>
    <w:rsid w:val="00DF6151"/>
    <w:rsid w:val="00E003F1"/>
    <w:rsid w:val="00E01872"/>
    <w:rsid w:val="00E04C21"/>
    <w:rsid w:val="00E10EB4"/>
    <w:rsid w:val="00E141D3"/>
    <w:rsid w:val="00E2343F"/>
    <w:rsid w:val="00E23E3D"/>
    <w:rsid w:val="00E25B53"/>
    <w:rsid w:val="00E27217"/>
    <w:rsid w:val="00E60905"/>
    <w:rsid w:val="00E66220"/>
    <w:rsid w:val="00E713E9"/>
    <w:rsid w:val="00E72871"/>
    <w:rsid w:val="00E81309"/>
    <w:rsid w:val="00E82349"/>
    <w:rsid w:val="00E86599"/>
    <w:rsid w:val="00E90D68"/>
    <w:rsid w:val="00E9207A"/>
    <w:rsid w:val="00E94CA4"/>
    <w:rsid w:val="00EA07FE"/>
    <w:rsid w:val="00EA1E89"/>
    <w:rsid w:val="00EA78B5"/>
    <w:rsid w:val="00EB1C67"/>
    <w:rsid w:val="00EC2EDD"/>
    <w:rsid w:val="00EC6DC8"/>
    <w:rsid w:val="00EE3A3E"/>
    <w:rsid w:val="00EE3C18"/>
    <w:rsid w:val="00EE3CBA"/>
    <w:rsid w:val="00EE7168"/>
    <w:rsid w:val="00EF16BC"/>
    <w:rsid w:val="00EF2F04"/>
    <w:rsid w:val="00F03EF3"/>
    <w:rsid w:val="00F05E0C"/>
    <w:rsid w:val="00F0753F"/>
    <w:rsid w:val="00F10ACE"/>
    <w:rsid w:val="00F2150A"/>
    <w:rsid w:val="00F239B7"/>
    <w:rsid w:val="00F24294"/>
    <w:rsid w:val="00F26040"/>
    <w:rsid w:val="00F272FD"/>
    <w:rsid w:val="00F30A98"/>
    <w:rsid w:val="00F35F29"/>
    <w:rsid w:val="00F41267"/>
    <w:rsid w:val="00F416C8"/>
    <w:rsid w:val="00F43D42"/>
    <w:rsid w:val="00F47860"/>
    <w:rsid w:val="00F522E0"/>
    <w:rsid w:val="00F52D0F"/>
    <w:rsid w:val="00F54E37"/>
    <w:rsid w:val="00F55003"/>
    <w:rsid w:val="00F55193"/>
    <w:rsid w:val="00F62710"/>
    <w:rsid w:val="00F6707C"/>
    <w:rsid w:val="00F70AE3"/>
    <w:rsid w:val="00F80435"/>
    <w:rsid w:val="00F87867"/>
    <w:rsid w:val="00F92768"/>
    <w:rsid w:val="00FA5A25"/>
    <w:rsid w:val="00FA6802"/>
    <w:rsid w:val="00FB11B2"/>
    <w:rsid w:val="00FB1370"/>
    <w:rsid w:val="00FB4BAD"/>
    <w:rsid w:val="00FC3CBB"/>
    <w:rsid w:val="00FC505F"/>
    <w:rsid w:val="00FD0AA3"/>
    <w:rsid w:val="00FD3AD0"/>
    <w:rsid w:val="00FE0853"/>
    <w:rsid w:val="00FE6D21"/>
    <w:rsid w:val="00FE76F9"/>
    <w:rsid w:val="00FF0341"/>
    <w:rsid w:val="00FF3C5D"/>
    <w:rsid w:val="00FF5164"/>
    <w:rsid w:val="00FF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ABA4F80"/>
  <w15:docId w15:val="{9E7931E6-80AE-4153-8730-A9EF6467F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before="60" w:after="60"/>
      <w:jc w:val="both"/>
    </w:pPr>
    <w:rPr>
      <w:rFonts w:ascii="Arial" w:hAnsi="Arial"/>
      <w:sz w:val="22"/>
    </w:rPr>
  </w:style>
  <w:style w:type="paragraph" w:styleId="berschrift1">
    <w:name w:val="heading 1"/>
    <w:aliases w:val="CaptionXL"/>
    <w:basedOn w:val="Standard"/>
    <w:next w:val="Standard"/>
    <w:qFormat/>
    <w:pPr>
      <w:keepNext/>
      <w:keepLines/>
      <w:numPr>
        <w:numId w:val="22"/>
      </w:numPr>
      <w:tabs>
        <w:tab w:val="left" w:pos="284"/>
        <w:tab w:val="left" w:pos="567"/>
      </w:tabs>
      <w:spacing w:before="480" w:after="120"/>
      <w:outlineLvl w:val="0"/>
    </w:pPr>
    <w:rPr>
      <w:b/>
      <w:sz w:val="24"/>
    </w:rPr>
  </w:style>
  <w:style w:type="paragraph" w:styleId="berschrift2">
    <w:name w:val="heading 2"/>
    <w:aliases w:val="CaptionL"/>
    <w:basedOn w:val="Standard"/>
    <w:next w:val="Standard"/>
    <w:qFormat/>
    <w:pPr>
      <w:keepNext/>
      <w:keepLines/>
      <w:numPr>
        <w:ilvl w:val="1"/>
        <w:numId w:val="23"/>
      </w:numPr>
      <w:spacing w:before="360" w:after="120"/>
      <w:outlineLvl w:val="1"/>
    </w:pPr>
    <w:rPr>
      <w:b/>
      <w:sz w:val="24"/>
    </w:rPr>
  </w:style>
  <w:style w:type="paragraph" w:styleId="berschrift3">
    <w:name w:val="heading 3"/>
    <w:aliases w:val="CaptionM"/>
    <w:basedOn w:val="Standard"/>
    <w:next w:val="Standard"/>
    <w:qFormat/>
    <w:pPr>
      <w:keepNext/>
      <w:numPr>
        <w:ilvl w:val="2"/>
        <w:numId w:val="24"/>
      </w:numPr>
      <w:spacing w:before="360" w:after="40"/>
      <w:outlineLvl w:val="2"/>
    </w:pPr>
    <w:rPr>
      <w:b/>
    </w:rPr>
  </w:style>
  <w:style w:type="paragraph" w:styleId="berschrift4">
    <w:name w:val="heading 4"/>
    <w:aliases w:val="CaptionS"/>
    <w:basedOn w:val="Standard"/>
    <w:next w:val="Standard"/>
    <w:qFormat/>
    <w:pPr>
      <w:keepNext/>
      <w:tabs>
        <w:tab w:val="left" w:pos="1134"/>
      </w:tabs>
      <w:spacing w:before="240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spacing w:before="240"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spacing w:before="240"/>
      <w:outlineLvl w:val="5"/>
    </w:pPr>
    <w:rPr>
      <w:b/>
      <w:sz w:val="24"/>
    </w:rPr>
  </w:style>
  <w:style w:type="paragraph" w:styleId="berschrift7">
    <w:name w:val="heading 7"/>
    <w:basedOn w:val="Standard"/>
    <w:next w:val="Standard"/>
    <w:qFormat/>
    <w:pPr>
      <w:spacing w:before="240"/>
      <w:outlineLvl w:val="6"/>
    </w:pPr>
    <w:rPr>
      <w:b/>
      <w:sz w:val="24"/>
    </w:rPr>
  </w:style>
  <w:style w:type="paragraph" w:styleId="berschrift8">
    <w:name w:val="heading 8"/>
    <w:basedOn w:val="Standard"/>
    <w:next w:val="Standard"/>
    <w:qFormat/>
    <w:pPr>
      <w:spacing w:before="240"/>
      <w:outlineLvl w:val="7"/>
    </w:pPr>
    <w:rPr>
      <w:b/>
      <w:sz w:val="24"/>
    </w:rPr>
  </w:style>
  <w:style w:type="paragraph" w:styleId="berschrift9">
    <w:name w:val="heading 9"/>
    <w:basedOn w:val="Standard"/>
    <w:next w:val="Standard"/>
    <w:qFormat/>
    <w:pPr>
      <w:spacing w:before="240"/>
      <w:outlineLvl w:val="8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ody10ptAS0">
    <w:name w:val="Body 10pt AS0"/>
    <w:basedOn w:val="Standard"/>
    <w:pPr>
      <w:spacing w:before="40" w:after="40"/>
    </w:pPr>
    <w:rPr>
      <w:sz w:val="20"/>
    </w:rPr>
  </w:style>
  <w:style w:type="paragraph" w:customStyle="1" w:styleId="Body11ptAS0">
    <w:name w:val="Body 11pt AS0"/>
    <w:basedOn w:val="Standard"/>
  </w:style>
  <w:style w:type="paragraph" w:customStyle="1" w:styleId="Body11ptFeeder">
    <w:name w:val="Body 11pt Feeder"/>
    <w:basedOn w:val="Standard"/>
    <w:pPr>
      <w:tabs>
        <w:tab w:val="left" w:pos="284"/>
      </w:tabs>
      <w:ind w:left="567" w:right="567"/>
    </w:pPr>
  </w:style>
  <w:style w:type="paragraph" w:customStyle="1" w:styleId="Body8ptFeederBold">
    <w:name w:val="Body 8pt Feeder Bold"/>
    <w:basedOn w:val="Standard"/>
    <w:pPr>
      <w:tabs>
        <w:tab w:val="center" w:pos="4819"/>
        <w:tab w:val="right" w:pos="9071"/>
      </w:tabs>
      <w:spacing w:before="40" w:after="40"/>
      <w:ind w:left="284" w:right="284"/>
    </w:pPr>
    <w:rPr>
      <w:b/>
      <w:sz w:val="16"/>
    </w:rPr>
  </w:style>
  <w:style w:type="paragraph" w:customStyle="1" w:styleId="Body11ptFeederBold">
    <w:name w:val="Body 11pt Feeder Bold"/>
    <w:basedOn w:val="Standard"/>
    <w:pPr>
      <w:ind w:left="567" w:right="567"/>
    </w:pPr>
    <w:rPr>
      <w:b/>
    </w:rPr>
  </w:style>
  <w:style w:type="paragraph" w:customStyle="1" w:styleId="Body11ptFeederItalic">
    <w:name w:val="Body 11pt Feeder Italic"/>
    <w:basedOn w:val="Standard"/>
    <w:pPr>
      <w:ind w:left="567" w:right="567"/>
    </w:pPr>
    <w:rPr>
      <w:i/>
    </w:rPr>
  </w:style>
  <w:style w:type="paragraph" w:customStyle="1" w:styleId="Body11ptItalic">
    <w:name w:val="Body 11pt Italic"/>
    <w:basedOn w:val="Standard"/>
    <w:rPr>
      <w:i/>
    </w:rPr>
  </w:style>
  <w:style w:type="paragraph" w:customStyle="1" w:styleId="Body11ptPS0AS0">
    <w:name w:val="Body 11pt PS0 AS0"/>
    <w:basedOn w:val="Standard"/>
    <w:pPr>
      <w:spacing w:before="0" w:after="0"/>
    </w:pPr>
  </w:style>
  <w:style w:type="paragraph" w:customStyle="1" w:styleId="Body11ptright-aligned">
    <w:name w:val="Body 11pt right-aligned"/>
    <w:basedOn w:val="Standard"/>
    <w:pPr>
      <w:tabs>
        <w:tab w:val="left" w:pos="1134"/>
      </w:tabs>
      <w:jc w:val="right"/>
    </w:pPr>
  </w:style>
  <w:style w:type="paragraph" w:customStyle="1" w:styleId="Body8ptFeeder">
    <w:name w:val="Body 8pt Feeder"/>
    <w:basedOn w:val="Standard"/>
    <w:next w:val="Standard"/>
    <w:pPr>
      <w:spacing w:before="40" w:after="40"/>
      <w:ind w:left="284" w:right="284"/>
    </w:pPr>
    <w:rPr>
      <w:sz w:val="16"/>
    </w:rPr>
  </w:style>
  <w:style w:type="paragraph" w:customStyle="1" w:styleId="Body9pt">
    <w:name w:val="Body 9pt"/>
    <w:basedOn w:val="Standard"/>
    <w:pPr>
      <w:spacing w:before="40" w:after="40"/>
    </w:pPr>
    <w:rPr>
      <w:sz w:val="18"/>
    </w:rPr>
  </w:style>
  <w:style w:type="paragraph" w:customStyle="1" w:styleId="Body9ptCentered">
    <w:name w:val="Body 9pt Centered"/>
    <w:basedOn w:val="Standard"/>
    <w:pPr>
      <w:spacing w:before="40" w:after="40"/>
      <w:jc w:val="center"/>
    </w:pPr>
    <w:rPr>
      <w:sz w:val="18"/>
    </w:rPr>
  </w:style>
  <w:style w:type="paragraph" w:customStyle="1" w:styleId="ListNumber9ptFeeder">
    <w:name w:val="List Number 9pt Feeder"/>
    <w:basedOn w:val="Standard"/>
    <w:pPr>
      <w:numPr>
        <w:numId w:val="19"/>
      </w:numPr>
      <w:tabs>
        <w:tab w:val="clear" w:pos="644"/>
        <w:tab w:val="left" w:pos="284"/>
        <w:tab w:val="left" w:pos="567"/>
      </w:tabs>
      <w:spacing w:before="40" w:after="0"/>
      <w:ind w:left="568" w:right="284" w:hanging="284"/>
    </w:pPr>
    <w:rPr>
      <w:sz w:val="18"/>
      <w:lang w:val="en-GB"/>
    </w:rPr>
  </w:style>
  <w:style w:type="paragraph" w:customStyle="1" w:styleId="Body9ptFeeder">
    <w:name w:val="Body 9pt Feeder"/>
    <w:basedOn w:val="Standard"/>
    <w:pPr>
      <w:tabs>
        <w:tab w:val="left" w:pos="284"/>
      </w:tabs>
      <w:spacing w:before="40" w:after="40"/>
      <w:ind w:left="284"/>
    </w:pPr>
    <w:rPr>
      <w:sz w:val="18"/>
    </w:rPr>
  </w:style>
  <w:style w:type="paragraph" w:customStyle="1" w:styleId="Body9ptItalic">
    <w:name w:val="Body 9pt Italic"/>
    <w:basedOn w:val="Standard"/>
    <w:pPr>
      <w:tabs>
        <w:tab w:val="left" w:pos="425"/>
      </w:tabs>
      <w:spacing w:before="40" w:after="40"/>
    </w:pPr>
    <w:rPr>
      <w:i/>
      <w:sz w:val="18"/>
    </w:rPr>
  </w:style>
  <w:style w:type="paragraph" w:customStyle="1" w:styleId="Footer7ptLandscapeFormat">
    <w:name w:val="Footer 7pt Landscape Format"/>
    <w:basedOn w:val="Standard"/>
    <w:pPr>
      <w:tabs>
        <w:tab w:val="right" w:pos="10008"/>
        <w:tab w:val="right" w:pos="14940"/>
      </w:tabs>
      <w:spacing w:before="120"/>
      <w:ind w:left="-113" w:right="-113"/>
    </w:pPr>
    <w:rPr>
      <w:sz w:val="14"/>
    </w:rPr>
  </w:style>
  <w:style w:type="paragraph" w:styleId="Fuzeile">
    <w:name w:val="footer"/>
    <w:aliases w:val="Footer 7pt"/>
    <w:basedOn w:val="Standard"/>
    <w:pPr>
      <w:tabs>
        <w:tab w:val="right" w:pos="10008"/>
      </w:tabs>
      <w:spacing w:before="120"/>
      <w:ind w:left="-113" w:right="-113"/>
    </w:pPr>
    <w:rPr>
      <w:sz w:val="14"/>
    </w:rPr>
  </w:style>
  <w:style w:type="paragraph" w:customStyle="1" w:styleId="Header11ptTablePS0">
    <w:name w:val="Header 11pt Table PS0"/>
    <w:basedOn w:val="Standard"/>
    <w:rPr>
      <w:b/>
    </w:rPr>
  </w:style>
  <w:style w:type="paragraph" w:customStyle="1" w:styleId="Header14ptBoldCentered">
    <w:name w:val="Header 14pt Bold Centered"/>
    <w:basedOn w:val="Standard"/>
    <w:pPr>
      <w:jc w:val="center"/>
    </w:pPr>
    <w:rPr>
      <w:b/>
      <w:sz w:val="28"/>
    </w:rPr>
  </w:style>
  <w:style w:type="paragraph" w:customStyle="1" w:styleId="Header20ptPS24AS12">
    <w:name w:val="Header 20pt PS24 AS12"/>
    <w:basedOn w:val="Standard"/>
    <w:pPr>
      <w:spacing w:before="480" w:after="240"/>
      <w:jc w:val="center"/>
    </w:pPr>
    <w:rPr>
      <w:sz w:val="40"/>
    </w:rPr>
  </w:style>
  <w:style w:type="paragraph" w:customStyle="1" w:styleId="Header9ptLandscapeFormat">
    <w:name w:val="Header 9pt Landscape Format"/>
    <w:basedOn w:val="Standard"/>
    <w:pPr>
      <w:tabs>
        <w:tab w:val="right" w:pos="9866"/>
        <w:tab w:val="right" w:pos="14402"/>
      </w:tabs>
      <w:spacing w:before="120" w:after="240"/>
      <w:jc w:val="right"/>
    </w:pPr>
    <w:rPr>
      <w:sz w:val="18"/>
    </w:rPr>
  </w:style>
  <w:style w:type="paragraph" w:customStyle="1" w:styleId="Header9ptTableCentered">
    <w:name w:val="Header 9pt Table Centered"/>
    <w:basedOn w:val="Standard"/>
    <w:pPr>
      <w:widowControl w:val="0"/>
      <w:spacing w:before="40" w:after="40"/>
      <w:jc w:val="center"/>
    </w:pPr>
    <w:rPr>
      <w:b/>
      <w:sz w:val="18"/>
    </w:rPr>
  </w:style>
  <w:style w:type="paragraph" w:customStyle="1" w:styleId="Headline110pt">
    <w:name w:val="Headline 1 10pt"/>
    <w:basedOn w:val="Standard"/>
    <w:next w:val="Body8ptFeeder"/>
    <w:pPr>
      <w:numPr>
        <w:numId w:val="1"/>
      </w:numPr>
      <w:spacing w:before="180"/>
      <w:ind w:right="284"/>
    </w:pPr>
    <w:rPr>
      <w:b/>
    </w:rPr>
  </w:style>
  <w:style w:type="paragraph" w:customStyle="1" w:styleId="Headline210pt">
    <w:name w:val="Headline 2 10pt"/>
    <w:basedOn w:val="Standard"/>
    <w:next w:val="Body8ptFeeder"/>
    <w:pPr>
      <w:numPr>
        <w:ilvl w:val="1"/>
        <w:numId w:val="2"/>
      </w:numPr>
      <w:spacing w:before="180"/>
      <w:ind w:right="284"/>
    </w:pPr>
    <w:rPr>
      <w:b/>
    </w:rPr>
  </w:style>
  <w:style w:type="paragraph" w:customStyle="1" w:styleId="Hidden9pt">
    <w:name w:val="Hidden 9pt"/>
    <w:basedOn w:val="Standard"/>
    <w:rPr>
      <w:vanish/>
      <w:color w:val="0000FF"/>
      <w:sz w:val="18"/>
    </w:rPr>
  </w:style>
  <w:style w:type="paragraph" w:styleId="Index1">
    <w:name w:val="index 1"/>
    <w:aliases w:val="11pt"/>
    <w:basedOn w:val="Standard"/>
    <w:next w:val="Standard"/>
    <w:semiHidden/>
    <w:pPr>
      <w:tabs>
        <w:tab w:val="left" w:pos="851"/>
        <w:tab w:val="right" w:leader="dot" w:pos="9072"/>
      </w:tabs>
      <w:spacing w:after="120"/>
      <w:ind w:left="964" w:right="851" w:hanging="851"/>
    </w:pPr>
    <w:rPr>
      <w:b/>
    </w:rPr>
  </w:style>
  <w:style w:type="paragraph" w:customStyle="1" w:styleId="Index211pt">
    <w:name w:val="Index2 11pt"/>
    <w:basedOn w:val="Standard"/>
    <w:pPr>
      <w:tabs>
        <w:tab w:val="left" w:pos="964"/>
      </w:tabs>
      <w:ind w:left="878" w:right="1134" w:hanging="680"/>
    </w:pPr>
    <w:rPr>
      <w:b/>
    </w:rPr>
  </w:style>
  <w:style w:type="paragraph" w:customStyle="1" w:styleId="Index311pt">
    <w:name w:val="Index3 11pt"/>
    <w:basedOn w:val="Standard"/>
    <w:pPr>
      <w:tabs>
        <w:tab w:val="left" w:pos="2268"/>
      </w:tabs>
      <w:ind w:left="1418" w:right="567" w:hanging="567"/>
    </w:pPr>
    <w:rPr>
      <w:b/>
    </w:rPr>
  </w:style>
  <w:style w:type="paragraph" w:styleId="Kopfzeile">
    <w:name w:val="header"/>
    <w:aliases w:val="Headline 9pt"/>
    <w:basedOn w:val="Standard"/>
    <w:pPr>
      <w:tabs>
        <w:tab w:val="right" w:pos="9923"/>
      </w:tabs>
      <w:spacing w:before="120" w:after="240"/>
      <w:jc w:val="right"/>
    </w:pPr>
    <w:rPr>
      <w:sz w:val="18"/>
    </w:rPr>
  </w:style>
  <w:style w:type="paragraph" w:customStyle="1" w:styleId="ListBar11pt">
    <w:name w:val="List Bar 11pt"/>
    <w:basedOn w:val="Standard"/>
    <w:pPr>
      <w:numPr>
        <w:numId w:val="3"/>
      </w:numPr>
      <w:tabs>
        <w:tab w:val="clear" w:pos="720"/>
        <w:tab w:val="num" w:pos="567"/>
      </w:tabs>
      <w:spacing w:after="0"/>
      <w:ind w:left="567" w:hanging="567"/>
    </w:pPr>
  </w:style>
  <w:style w:type="paragraph" w:customStyle="1" w:styleId="ListBar11ptFeeder">
    <w:name w:val="List Bar 11pt Feeder"/>
    <w:basedOn w:val="Standard"/>
    <w:pPr>
      <w:numPr>
        <w:numId w:val="4"/>
      </w:numPr>
      <w:tabs>
        <w:tab w:val="clear" w:pos="927"/>
      </w:tabs>
      <w:spacing w:after="0"/>
      <w:ind w:left="737" w:right="567" w:hanging="170"/>
    </w:pPr>
  </w:style>
  <w:style w:type="paragraph" w:customStyle="1" w:styleId="ListBar8ptFeeder">
    <w:name w:val="List Bar 8pt Feeder"/>
    <w:basedOn w:val="Standard"/>
    <w:pPr>
      <w:numPr>
        <w:numId w:val="5"/>
      </w:numPr>
      <w:tabs>
        <w:tab w:val="clear" w:pos="644"/>
        <w:tab w:val="left" w:pos="284"/>
        <w:tab w:val="left" w:pos="567"/>
      </w:tabs>
      <w:spacing w:before="40" w:after="0"/>
      <w:ind w:left="568" w:right="284" w:hanging="284"/>
    </w:pPr>
    <w:rPr>
      <w:sz w:val="16"/>
    </w:rPr>
  </w:style>
  <w:style w:type="paragraph" w:customStyle="1" w:styleId="ListBar9pt">
    <w:name w:val="List Bar 9pt"/>
    <w:basedOn w:val="Standard"/>
    <w:pPr>
      <w:numPr>
        <w:numId w:val="6"/>
      </w:numPr>
      <w:tabs>
        <w:tab w:val="clear" w:pos="720"/>
        <w:tab w:val="left" w:pos="284"/>
      </w:tabs>
      <w:spacing w:before="40" w:after="0"/>
      <w:ind w:left="284" w:hanging="284"/>
    </w:pPr>
    <w:rPr>
      <w:sz w:val="18"/>
    </w:rPr>
  </w:style>
  <w:style w:type="paragraph" w:customStyle="1" w:styleId="ListBar9ptFeeder">
    <w:name w:val="List Bar 9pt Feeder"/>
    <w:basedOn w:val="Standard"/>
    <w:pPr>
      <w:numPr>
        <w:numId w:val="7"/>
      </w:numPr>
      <w:tabs>
        <w:tab w:val="clear" w:pos="1288"/>
        <w:tab w:val="left" w:pos="284"/>
        <w:tab w:val="left" w:pos="567"/>
      </w:tabs>
      <w:spacing w:before="40" w:after="0"/>
      <w:ind w:left="567" w:right="284" w:hanging="283"/>
    </w:pPr>
    <w:rPr>
      <w:sz w:val="18"/>
    </w:rPr>
  </w:style>
  <w:style w:type="paragraph" w:customStyle="1" w:styleId="ListCharacter11pt">
    <w:name w:val="List Character 11pt"/>
    <w:basedOn w:val="Standard"/>
    <w:pPr>
      <w:numPr>
        <w:numId w:val="8"/>
      </w:numPr>
      <w:tabs>
        <w:tab w:val="clear" w:pos="360"/>
        <w:tab w:val="num" w:pos="567"/>
      </w:tabs>
      <w:spacing w:after="0"/>
      <w:ind w:left="567" w:hanging="567"/>
    </w:pPr>
  </w:style>
  <w:style w:type="paragraph" w:customStyle="1" w:styleId="ListCharacter11ptFeeder">
    <w:name w:val="List Character 11pt Feeder"/>
    <w:basedOn w:val="Standard"/>
    <w:pPr>
      <w:numPr>
        <w:numId w:val="9"/>
      </w:numPr>
      <w:tabs>
        <w:tab w:val="clear" w:pos="720"/>
      </w:tabs>
      <w:spacing w:after="0"/>
      <w:ind w:left="851" w:right="567" w:hanging="284"/>
    </w:pPr>
    <w:rPr>
      <w:snapToGrid w:val="0"/>
    </w:rPr>
  </w:style>
  <w:style w:type="paragraph" w:customStyle="1" w:styleId="ListDot11pt">
    <w:name w:val="List Dot 11pt"/>
    <w:basedOn w:val="Standard"/>
    <w:pPr>
      <w:keepLines/>
      <w:numPr>
        <w:numId w:val="10"/>
      </w:numPr>
      <w:tabs>
        <w:tab w:val="clear" w:pos="720"/>
        <w:tab w:val="num" w:pos="567"/>
      </w:tabs>
      <w:spacing w:after="0"/>
      <w:ind w:left="567" w:hanging="567"/>
    </w:pPr>
  </w:style>
  <w:style w:type="paragraph" w:customStyle="1" w:styleId="ListDot11ptFeeder">
    <w:name w:val="List Dot 11pt Feeder"/>
    <w:basedOn w:val="Standard"/>
    <w:pPr>
      <w:numPr>
        <w:numId w:val="11"/>
      </w:numPr>
      <w:tabs>
        <w:tab w:val="clear" w:pos="720"/>
        <w:tab w:val="left" w:pos="284"/>
        <w:tab w:val="left" w:pos="851"/>
      </w:tabs>
      <w:spacing w:after="0"/>
      <w:ind w:left="851" w:right="567" w:hanging="284"/>
    </w:pPr>
  </w:style>
  <w:style w:type="paragraph" w:customStyle="1" w:styleId="ListDot8ptFeeder">
    <w:name w:val="List Dot 8pt Feeder"/>
    <w:basedOn w:val="Standard"/>
    <w:pPr>
      <w:numPr>
        <w:numId w:val="12"/>
      </w:numPr>
      <w:tabs>
        <w:tab w:val="clear" w:pos="644"/>
        <w:tab w:val="left" w:pos="567"/>
      </w:tabs>
      <w:spacing w:before="40" w:after="0"/>
      <w:ind w:left="568" w:right="284" w:hanging="284"/>
    </w:pPr>
    <w:rPr>
      <w:sz w:val="16"/>
    </w:rPr>
  </w:style>
  <w:style w:type="paragraph" w:customStyle="1" w:styleId="ListDot9pt">
    <w:name w:val="List Dot 9pt"/>
    <w:basedOn w:val="Standard"/>
    <w:pPr>
      <w:numPr>
        <w:numId w:val="13"/>
      </w:numPr>
      <w:tabs>
        <w:tab w:val="clear" w:pos="360"/>
        <w:tab w:val="left" w:pos="284"/>
      </w:tabs>
      <w:spacing w:before="40" w:after="0"/>
      <w:ind w:left="284" w:hanging="284"/>
    </w:pPr>
    <w:rPr>
      <w:sz w:val="18"/>
    </w:rPr>
  </w:style>
  <w:style w:type="paragraph" w:customStyle="1" w:styleId="ListDot9ptFeeder">
    <w:name w:val="List Dot 9pt Feeder"/>
    <w:basedOn w:val="Standard"/>
    <w:pPr>
      <w:numPr>
        <w:numId w:val="14"/>
      </w:numPr>
      <w:tabs>
        <w:tab w:val="clear" w:pos="644"/>
        <w:tab w:val="left" w:pos="284"/>
        <w:tab w:val="left" w:pos="567"/>
      </w:tabs>
      <w:spacing w:before="40" w:after="0"/>
      <w:ind w:left="568" w:right="284" w:hanging="284"/>
    </w:pPr>
    <w:rPr>
      <w:sz w:val="18"/>
      <w:lang w:val="en-GB"/>
    </w:rPr>
  </w:style>
  <w:style w:type="paragraph" w:customStyle="1" w:styleId="ListNumber11pt">
    <w:name w:val="List Number 11pt"/>
    <w:basedOn w:val="Standard"/>
    <w:pPr>
      <w:numPr>
        <w:numId w:val="15"/>
      </w:numPr>
      <w:tabs>
        <w:tab w:val="clear" w:pos="360"/>
      </w:tabs>
      <w:spacing w:after="0"/>
      <w:ind w:left="567" w:hanging="567"/>
    </w:pPr>
  </w:style>
  <w:style w:type="paragraph" w:customStyle="1" w:styleId="ListNumber11ptFeeder">
    <w:name w:val="List Number 11pt Feeder"/>
    <w:basedOn w:val="Standard"/>
    <w:pPr>
      <w:numPr>
        <w:numId w:val="16"/>
      </w:numPr>
      <w:tabs>
        <w:tab w:val="clear" w:pos="720"/>
        <w:tab w:val="left" w:pos="567"/>
        <w:tab w:val="left" w:pos="851"/>
      </w:tabs>
      <w:spacing w:after="0"/>
      <w:ind w:left="851" w:right="567" w:hanging="284"/>
    </w:pPr>
  </w:style>
  <w:style w:type="paragraph" w:customStyle="1" w:styleId="ListNumber8ptFeeder">
    <w:name w:val="List Number 8pt Feeder"/>
    <w:basedOn w:val="Standard"/>
    <w:pPr>
      <w:numPr>
        <w:numId w:val="17"/>
      </w:numPr>
      <w:tabs>
        <w:tab w:val="clear" w:pos="644"/>
        <w:tab w:val="left" w:pos="567"/>
      </w:tabs>
      <w:spacing w:before="40" w:after="0"/>
      <w:ind w:left="568" w:right="284" w:hanging="284"/>
    </w:pPr>
    <w:rPr>
      <w:sz w:val="16"/>
    </w:rPr>
  </w:style>
  <w:style w:type="paragraph" w:customStyle="1" w:styleId="ListNumber9pt">
    <w:name w:val="List Number 9pt"/>
    <w:basedOn w:val="Standard"/>
    <w:pPr>
      <w:numPr>
        <w:numId w:val="18"/>
      </w:numPr>
      <w:tabs>
        <w:tab w:val="clear" w:pos="360"/>
        <w:tab w:val="left" w:pos="284"/>
      </w:tabs>
      <w:spacing w:before="40" w:after="0"/>
      <w:ind w:left="284" w:hanging="284"/>
    </w:pPr>
    <w:rPr>
      <w:sz w:val="18"/>
    </w:rPr>
  </w:style>
  <w:style w:type="paragraph" w:customStyle="1" w:styleId="ListParagraph8ptFeeder">
    <w:name w:val="List Paragraph 8pt Feeder"/>
    <w:basedOn w:val="Standard"/>
    <w:pPr>
      <w:numPr>
        <w:numId w:val="20"/>
      </w:numPr>
      <w:tabs>
        <w:tab w:val="clear" w:pos="644"/>
      </w:tabs>
      <w:spacing w:before="40" w:after="0"/>
      <w:ind w:left="568" w:right="284" w:hanging="284"/>
    </w:pPr>
    <w:rPr>
      <w:b/>
      <w:sz w:val="16"/>
    </w:rPr>
  </w:style>
  <w:style w:type="paragraph" w:customStyle="1" w:styleId="ListSub-division8ptFeeder">
    <w:name w:val="List Sub-division 8pt Feeder"/>
    <w:basedOn w:val="Standard"/>
    <w:pPr>
      <w:numPr>
        <w:numId w:val="21"/>
      </w:numPr>
      <w:tabs>
        <w:tab w:val="clear" w:pos="397"/>
      </w:tabs>
      <w:spacing w:before="40" w:after="0"/>
      <w:ind w:left="850" w:right="284" w:hanging="283"/>
    </w:pPr>
    <w:rPr>
      <w:sz w:val="16"/>
    </w:rPr>
  </w:style>
  <w:style w:type="paragraph" w:customStyle="1" w:styleId="ProcessStep11ptNumber">
    <w:name w:val="Process Step 11pt Number"/>
    <w:basedOn w:val="Standard"/>
    <w:pPr>
      <w:spacing w:before="40" w:after="40"/>
    </w:pPr>
    <w:rPr>
      <w:b/>
      <w:bCs/>
    </w:rPr>
  </w:style>
  <w:style w:type="paragraph" w:customStyle="1" w:styleId="ProcessStep11ptSub-number">
    <w:name w:val="Process Step 11pt Sub-number"/>
    <w:basedOn w:val="Standard"/>
    <w:pPr>
      <w:spacing w:before="40" w:after="40"/>
    </w:pPr>
    <w:rPr>
      <w:b/>
      <w:bCs/>
    </w:rPr>
  </w:style>
  <w:style w:type="paragraph" w:customStyle="1" w:styleId="ProcessStep11ptSubtitle">
    <w:name w:val="Process Step 11pt Subtitle"/>
    <w:basedOn w:val="Standard"/>
    <w:pPr>
      <w:spacing w:before="40" w:after="40"/>
    </w:pPr>
    <w:rPr>
      <w:b/>
      <w:u w:val="single"/>
    </w:rPr>
  </w:style>
  <w:style w:type="paragraph" w:customStyle="1" w:styleId="ProcessStep11ptTitle">
    <w:name w:val="Process Step 11pt Title"/>
    <w:basedOn w:val="Standard"/>
    <w:pPr>
      <w:spacing w:before="40" w:after="40"/>
    </w:pPr>
    <w:rPr>
      <w:b/>
      <w:u w:val="single"/>
    </w:rPr>
  </w:style>
  <w:style w:type="paragraph" w:customStyle="1" w:styleId="TMauDate">
    <w:name w:val="TM_auDate"/>
    <w:basedOn w:val="Standard"/>
    <w:pPr>
      <w:spacing w:after="120"/>
      <w:jc w:val="center"/>
    </w:pPr>
    <w:rPr>
      <w:b/>
      <w:sz w:val="40"/>
    </w:rPr>
  </w:style>
  <w:style w:type="paragraph" w:customStyle="1" w:styleId="TMCN">
    <w:name w:val="TM_CN"/>
    <w:basedOn w:val="Standard"/>
    <w:pPr>
      <w:spacing w:before="240" w:after="240"/>
      <w:jc w:val="center"/>
    </w:pPr>
    <w:rPr>
      <w:sz w:val="40"/>
    </w:rPr>
  </w:style>
  <w:style w:type="paragraph" w:customStyle="1" w:styleId="TMcompName">
    <w:name w:val="TM_compName"/>
    <w:basedOn w:val="Standard"/>
    <w:pPr>
      <w:spacing w:after="120"/>
      <w:jc w:val="center"/>
    </w:pPr>
    <w:rPr>
      <w:b/>
      <w:sz w:val="40"/>
    </w:rPr>
  </w:style>
  <w:style w:type="paragraph" w:customStyle="1" w:styleId="TMregion">
    <w:name w:val="TM_region"/>
    <w:basedOn w:val="Standard"/>
    <w:pPr>
      <w:spacing w:before="240"/>
      <w:ind w:left="397" w:hanging="340"/>
    </w:pPr>
    <w:rPr>
      <w:sz w:val="16"/>
    </w:rPr>
  </w:style>
  <w:style w:type="paragraph" w:customStyle="1" w:styleId="TMrevision">
    <w:name w:val="TM_revision"/>
    <w:basedOn w:val="Standard"/>
    <w:pPr>
      <w:tabs>
        <w:tab w:val="left" w:pos="1021"/>
        <w:tab w:val="right" w:pos="9866"/>
      </w:tabs>
      <w:ind w:left="397" w:hanging="340"/>
    </w:pPr>
    <w:rPr>
      <w:sz w:val="16"/>
    </w:rPr>
  </w:style>
  <w:style w:type="paragraph" w:customStyle="1" w:styleId="TMstandard">
    <w:name w:val="TM_standard"/>
    <w:basedOn w:val="Standard"/>
    <w:pPr>
      <w:tabs>
        <w:tab w:val="right" w:pos="9923"/>
      </w:tabs>
      <w:spacing w:before="120" w:after="240"/>
      <w:ind w:left="397" w:hanging="340"/>
      <w:jc w:val="right"/>
    </w:pPr>
    <w:rPr>
      <w:sz w:val="18"/>
    </w:rPr>
  </w:style>
  <w:style w:type="paragraph" w:customStyle="1" w:styleId="TMtitle">
    <w:name w:val="TM_title"/>
    <w:basedOn w:val="Standard"/>
    <w:pPr>
      <w:ind w:left="397" w:hanging="340"/>
      <w:jc w:val="center"/>
    </w:pPr>
    <w:rPr>
      <w:b/>
      <w:sz w:val="28"/>
    </w:rPr>
  </w:style>
  <w:style w:type="paragraph" w:styleId="Verzeichnis1">
    <w:name w:val="toc 1"/>
    <w:aliases w:val="Content PRC 1"/>
    <w:basedOn w:val="Standard"/>
    <w:next w:val="Standard"/>
    <w:semiHidden/>
    <w:pPr>
      <w:tabs>
        <w:tab w:val="left" w:pos="851"/>
        <w:tab w:val="right" w:leader="dot" w:pos="9071"/>
      </w:tabs>
      <w:spacing w:before="40"/>
    </w:pPr>
    <w:rPr>
      <w:b/>
      <w:noProof/>
    </w:rPr>
  </w:style>
  <w:style w:type="paragraph" w:styleId="Verzeichnis2">
    <w:name w:val="toc 2"/>
    <w:aliases w:val="Content PRC 2"/>
    <w:basedOn w:val="Standard"/>
    <w:next w:val="Standard"/>
    <w:semiHidden/>
    <w:pPr>
      <w:tabs>
        <w:tab w:val="left" w:pos="851"/>
        <w:tab w:val="right" w:leader="dot" w:pos="9071"/>
      </w:tabs>
      <w:spacing w:before="40"/>
    </w:pPr>
    <w:rPr>
      <w:b/>
      <w:noProof/>
    </w:rPr>
  </w:style>
  <w:style w:type="paragraph" w:styleId="Verzeichnis3">
    <w:name w:val="toc 3"/>
    <w:basedOn w:val="Standard"/>
    <w:next w:val="Standard"/>
    <w:semiHidden/>
    <w:pPr>
      <w:ind w:left="440"/>
    </w:pPr>
  </w:style>
  <w:style w:type="paragraph" w:styleId="Verzeichnis4">
    <w:name w:val="toc 4"/>
    <w:basedOn w:val="Standard"/>
    <w:next w:val="Standard"/>
    <w:semiHidden/>
    <w:pPr>
      <w:ind w:left="660"/>
    </w:pPr>
  </w:style>
  <w:style w:type="paragraph" w:styleId="Verzeichnis5">
    <w:name w:val="toc 5"/>
    <w:basedOn w:val="Standard"/>
    <w:next w:val="Standard"/>
    <w:semiHidden/>
    <w:pPr>
      <w:ind w:left="880"/>
    </w:pPr>
  </w:style>
  <w:style w:type="paragraph" w:styleId="Verzeichnis6">
    <w:name w:val="toc 6"/>
    <w:basedOn w:val="Standard"/>
    <w:next w:val="Standard"/>
    <w:semiHidden/>
    <w:pPr>
      <w:ind w:left="1100"/>
    </w:pPr>
  </w:style>
  <w:style w:type="paragraph" w:styleId="Verzeichnis7">
    <w:name w:val="toc 7"/>
    <w:basedOn w:val="Standard"/>
    <w:next w:val="Standard"/>
    <w:semiHidden/>
    <w:pPr>
      <w:ind w:left="1320"/>
    </w:pPr>
  </w:style>
  <w:style w:type="paragraph" w:styleId="Verzeichnis8">
    <w:name w:val="toc 8"/>
    <w:basedOn w:val="Standard"/>
    <w:next w:val="Standard"/>
    <w:semiHidden/>
    <w:pPr>
      <w:ind w:left="1540"/>
    </w:pPr>
  </w:style>
  <w:style w:type="paragraph" w:styleId="Verzeichnis9">
    <w:name w:val="toc 9"/>
    <w:basedOn w:val="Standard"/>
    <w:next w:val="Standard"/>
    <w:semiHidden/>
    <w:pPr>
      <w:ind w:left="1760"/>
    </w:pPr>
  </w:style>
  <w:style w:type="paragraph" w:customStyle="1" w:styleId="Body6pt">
    <w:name w:val="Body 6pt"/>
    <w:basedOn w:val="Standard"/>
    <w:pPr>
      <w:spacing w:before="0" w:after="0"/>
      <w:jc w:val="left"/>
    </w:pPr>
    <w:rPr>
      <w:sz w:val="12"/>
    </w:rPr>
  </w:style>
  <w:style w:type="paragraph" w:customStyle="1" w:styleId="Blocktext1">
    <w:name w:val="Blocktext1"/>
    <w:basedOn w:val="Standard"/>
    <w:pPr>
      <w:widowControl w:val="0"/>
      <w:spacing w:before="0" w:after="0"/>
      <w:ind w:left="57" w:right="57"/>
    </w:pPr>
  </w:style>
  <w:style w:type="paragraph" w:customStyle="1" w:styleId="Body7pt">
    <w:name w:val="Body 7pt"/>
    <w:basedOn w:val="Standard"/>
    <w:pPr>
      <w:spacing w:before="40" w:after="40"/>
      <w:jc w:val="left"/>
    </w:pPr>
    <w:rPr>
      <w:sz w:val="14"/>
    </w:rPr>
  </w:style>
  <w:style w:type="paragraph" w:customStyle="1" w:styleId="Body10pt">
    <w:name w:val="Body 10pt"/>
    <w:basedOn w:val="Standard"/>
    <w:pPr>
      <w:spacing w:before="0" w:after="120"/>
      <w:jc w:val="left"/>
    </w:pPr>
    <w:rPr>
      <w:sz w:val="20"/>
    </w:rPr>
  </w:style>
  <w:style w:type="paragraph" w:customStyle="1" w:styleId="Body10ptNA0">
    <w:name w:val="Body 10pt NA0"/>
    <w:basedOn w:val="Standard"/>
    <w:pPr>
      <w:spacing w:before="0" w:after="0"/>
    </w:pPr>
    <w:rPr>
      <w:sz w:val="20"/>
    </w:rPr>
  </w:style>
  <w:style w:type="paragraph" w:customStyle="1" w:styleId="Punktliste9">
    <w:name w:val="Punktliste9"/>
    <w:basedOn w:val="Standard"/>
    <w:pPr>
      <w:numPr>
        <w:ilvl w:val="1"/>
        <w:numId w:val="26"/>
      </w:numPr>
    </w:pPr>
  </w:style>
  <w:style w:type="paragraph" w:customStyle="1" w:styleId="Body11ptAS0Bold">
    <w:name w:val="Body 11pt AS0 Bold"/>
    <w:basedOn w:val="Body11ptAS0"/>
    <w:rPr>
      <w:b/>
    </w:rPr>
  </w:style>
  <w:style w:type="paragraph" w:styleId="Textkrper-Einzug2">
    <w:name w:val="Body Text Indent 2"/>
    <w:basedOn w:val="Standard"/>
    <w:pPr>
      <w:spacing w:before="0" w:after="120"/>
      <w:ind w:left="2126" w:hanging="1559"/>
      <w:jc w:val="left"/>
    </w:pPr>
    <w:rPr>
      <w:szCs w:val="24"/>
    </w:rPr>
  </w:style>
  <w:style w:type="paragraph" w:styleId="Sprechblasentext">
    <w:name w:val="Balloon Text"/>
    <w:basedOn w:val="Standard"/>
    <w:semiHidden/>
    <w:rsid w:val="00A3168F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A3168F"/>
    <w:rPr>
      <w:sz w:val="16"/>
      <w:szCs w:val="16"/>
    </w:rPr>
  </w:style>
  <w:style w:type="paragraph" w:styleId="Kommentartext">
    <w:name w:val="annotation text"/>
    <w:basedOn w:val="Standard"/>
    <w:semiHidden/>
    <w:rsid w:val="00A3168F"/>
    <w:rPr>
      <w:sz w:val="20"/>
    </w:rPr>
  </w:style>
  <w:style w:type="paragraph" w:styleId="Kommentarthema">
    <w:name w:val="annotation subject"/>
    <w:basedOn w:val="Kommentartext"/>
    <w:next w:val="Kommentartext"/>
    <w:semiHidden/>
    <w:rsid w:val="00A3168F"/>
    <w:rPr>
      <w:b/>
      <w:bCs/>
    </w:rPr>
  </w:style>
  <w:style w:type="paragraph" w:styleId="Textkrper">
    <w:name w:val="Body Text"/>
    <w:basedOn w:val="Standard"/>
    <w:rsid w:val="001E75C6"/>
    <w:pPr>
      <w:spacing w:after="120"/>
    </w:pPr>
  </w:style>
  <w:style w:type="paragraph" w:customStyle="1" w:styleId="Format">
    <w:name w:val="Format"/>
    <w:basedOn w:val="Standard"/>
    <w:rsid w:val="001E75C6"/>
    <w:pPr>
      <w:tabs>
        <w:tab w:val="left" w:pos="113"/>
      </w:tabs>
      <w:spacing w:before="120" w:after="48"/>
      <w:jc w:val="left"/>
    </w:pPr>
    <w:rPr>
      <w:sz w:val="16"/>
    </w:rPr>
  </w:style>
  <w:style w:type="table" w:styleId="Tabellenraster">
    <w:name w:val="Table Grid"/>
    <w:basedOn w:val="NormaleTabelle"/>
    <w:rsid w:val="00D32591"/>
    <w:rPr>
      <w:rFonts w:eastAsia="MS Mincho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nummer2">
    <w:name w:val="List Number 2"/>
    <w:basedOn w:val="Standard"/>
    <w:rsid w:val="006A434E"/>
    <w:pPr>
      <w:tabs>
        <w:tab w:val="num" w:pos="1288"/>
      </w:tabs>
      <w:spacing w:before="0" w:after="0"/>
      <w:ind w:left="1288" w:hanging="360"/>
      <w:jc w:val="left"/>
    </w:pPr>
  </w:style>
  <w:style w:type="character" w:styleId="Hyperlink">
    <w:name w:val="Hyperlink"/>
    <w:rsid w:val="0017419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C077A"/>
    <w:pPr>
      <w:spacing w:before="0" w:after="0"/>
      <w:ind w:left="720"/>
      <w:contextualSpacing/>
      <w:jc w:val="left"/>
    </w:pPr>
    <w:rPr>
      <w:sz w:val="24"/>
      <w:szCs w:val="32"/>
    </w:rPr>
  </w:style>
  <w:style w:type="character" w:styleId="Platzhaltertext">
    <w:name w:val="Placeholder Text"/>
    <w:basedOn w:val="Absatz-Standardschriftart"/>
    <w:uiPriority w:val="99"/>
    <w:semiHidden/>
    <w:rsid w:val="009C03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ks@de.tuv.com" TargetMode="External"/><Relationship Id="rId13" Type="http://schemas.openxmlformats.org/officeDocument/2006/relationships/hyperlink" Target="http://www.tuv.com/fk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rbeitsagentur.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uv.com/fk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STREHLE\zzzu_Bearbeitung_Dateien\vorlagen\styleguide_forms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11E49-F113-4102-BFAA-585DB6120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styleguide_forms.dot</Template>
  <TotalTime>0</TotalTime>
  <Pages>4</Pages>
  <Words>779</Words>
  <Characters>6078</Characters>
  <Application>Microsoft Office Word</Application>
  <DocSecurity>8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styleguide forms mit englischen bookmarks und englischen formatvorlagen</vt:lpstr>
    </vt:vector>
  </TitlesOfParts>
  <Company>TUEV</Company>
  <LinksUpToDate>false</LinksUpToDate>
  <CharactersWithSpaces>6844</CharactersWithSpaces>
  <SharedDoc>false</SharedDoc>
  <HLinks>
    <vt:vector size="24" baseType="variant">
      <vt:variant>
        <vt:i4>3276832</vt:i4>
      </vt:variant>
      <vt:variant>
        <vt:i4>25</vt:i4>
      </vt:variant>
      <vt:variant>
        <vt:i4>0</vt:i4>
      </vt:variant>
      <vt:variant>
        <vt:i4>5</vt:i4>
      </vt:variant>
      <vt:variant>
        <vt:lpwstr>http://www.tuv.com/fks</vt:lpwstr>
      </vt:variant>
      <vt:variant>
        <vt:lpwstr/>
      </vt:variant>
      <vt:variant>
        <vt:i4>327765</vt:i4>
      </vt:variant>
      <vt:variant>
        <vt:i4>22</vt:i4>
      </vt:variant>
      <vt:variant>
        <vt:i4>0</vt:i4>
      </vt:variant>
      <vt:variant>
        <vt:i4>5</vt:i4>
      </vt:variant>
      <vt:variant>
        <vt:lpwstr>http://www.arbeitsagentur.de/</vt:lpwstr>
      </vt:variant>
      <vt:variant>
        <vt:lpwstr/>
      </vt:variant>
      <vt:variant>
        <vt:i4>3932257</vt:i4>
      </vt:variant>
      <vt:variant>
        <vt:i4>19</vt:i4>
      </vt:variant>
      <vt:variant>
        <vt:i4>0</vt:i4>
      </vt:variant>
      <vt:variant>
        <vt:i4>5</vt:i4>
      </vt:variant>
      <vt:variant>
        <vt:lpwstr>http://www.tuv.com/fks.com</vt:lpwstr>
      </vt:variant>
      <vt:variant>
        <vt:lpwstr/>
      </vt:variant>
      <vt:variant>
        <vt:i4>589925</vt:i4>
      </vt:variant>
      <vt:variant>
        <vt:i4>0</vt:i4>
      </vt:variant>
      <vt:variant>
        <vt:i4>0</vt:i4>
      </vt:variant>
      <vt:variant>
        <vt:i4>5</vt:i4>
      </vt:variant>
      <vt:variant>
        <vt:lpwstr>mailto:fks@de.tuv.com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styleguide forms mit englischen bookmarks und englischen formatvorlagen</dc:title>
  <dc:creator>strehlek</dc:creator>
  <cp:lastModifiedBy>Elisabeth Sternal</cp:lastModifiedBy>
  <cp:revision>11</cp:revision>
  <cp:lastPrinted>2012-04-11T14:41:00Z</cp:lastPrinted>
  <dcterms:created xsi:type="dcterms:W3CDTF">2023-01-03T11:45:00Z</dcterms:created>
  <dcterms:modified xsi:type="dcterms:W3CDTF">2023-12-19T15:25:00Z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d538fd-7cd2-4b8b-bd42-f6ee8cc1e568_Enabled">
    <vt:lpwstr>true</vt:lpwstr>
  </property>
  <property fmtid="{D5CDD505-2E9C-101B-9397-08002B2CF9AE}" pid="3" name="MSIP_Label_d3d538fd-7cd2-4b8b-bd42-f6ee8cc1e568_SetDate">
    <vt:lpwstr>2021-10-18T14:46:17Z</vt:lpwstr>
  </property>
  <property fmtid="{D5CDD505-2E9C-101B-9397-08002B2CF9AE}" pid="4" name="MSIP_Label_d3d538fd-7cd2-4b8b-bd42-f6ee8cc1e568_Method">
    <vt:lpwstr>Standard</vt:lpwstr>
  </property>
  <property fmtid="{D5CDD505-2E9C-101B-9397-08002B2CF9AE}" pid="5" name="MSIP_Label_d3d538fd-7cd2-4b8b-bd42-f6ee8cc1e568_Name">
    <vt:lpwstr>d3d538fd-7cd2-4b8b-bd42-f6ee8cc1e568</vt:lpwstr>
  </property>
  <property fmtid="{D5CDD505-2E9C-101B-9397-08002B2CF9AE}" pid="6" name="MSIP_Label_d3d538fd-7cd2-4b8b-bd42-f6ee8cc1e568_SiteId">
    <vt:lpwstr>255bd3b3-8412-4e31-a3ec-56916c7ae8c0</vt:lpwstr>
  </property>
  <property fmtid="{D5CDD505-2E9C-101B-9397-08002B2CF9AE}" pid="7" name="MSIP_Label_d3d538fd-7cd2-4b8b-bd42-f6ee8cc1e568_ActionId">
    <vt:lpwstr>e1297979-bca0-4d95-8ce4-98e2feee58c0</vt:lpwstr>
  </property>
  <property fmtid="{D5CDD505-2E9C-101B-9397-08002B2CF9AE}" pid="8" name="MSIP_Label_d3d538fd-7cd2-4b8b-bd42-f6ee8cc1e568_ContentBits">
    <vt:lpwstr>0</vt:lpwstr>
  </property>
</Properties>
</file>