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A7540" w14:textId="77777777" w:rsidR="00BF7813" w:rsidRDefault="00BF7813" w:rsidP="003A10B0">
      <w:pPr>
        <w:pStyle w:val="Kopfzeile"/>
        <w:spacing w:before="0" w:after="120"/>
        <w:jc w:val="center"/>
        <w:rPr>
          <w:b/>
          <w:sz w:val="20"/>
        </w:rPr>
      </w:pPr>
      <w:r w:rsidRPr="00A00AC0">
        <w:rPr>
          <w:b/>
          <w:sz w:val="20"/>
        </w:rPr>
        <w:t xml:space="preserve">Bitte alle Unterlagen per Mail an:  </w:t>
      </w:r>
      <w:hyperlink r:id="rId7" w:history="1">
        <w:r w:rsidRPr="00A00AC0">
          <w:rPr>
            <w:rStyle w:val="Hyperlink"/>
            <w:b/>
            <w:sz w:val="20"/>
          </w:rPr>
          <w:t>fks@de.tuv.com</w:t>
        </w:r>
      </w:hyperlink>
      <w:r w:rsidRPr="00A00AC0">
        <w:rPr>
          <w:b/>
          <w:sz w:val="20"/>
        </w:rPr>
        <w:t xml:space="preserve">  </w:t>
      </w:r>
    </w:p>
    <w:tbl>
      <w:tblPr>
        <w:tblW w:w="9356" w:type="dxa"/>
        <w:tblInd w:w="26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52"/>
        <w:gridCol w:w="3440"/>
        <w:gridCol w:w="1285"/>
        <w:gridCol w:w="2679"/>
      </w:tblGrid>
      <w:tr w:rsidR="00CF5504" w:rsidRPr="00C455AB" w14:paraId="5E5B44EC" w14:textId="77777777" w:rsidTr="00CF5504">
        <w:trPr>
          <w:cantSplit/>
          <w:trHeight w:val="709"/>
        </w:trPr>
        <w:tc>
          <w:tcPr>
            <w:tcW w:w="1952" w:type="dxa"/>
            <w:tcBorders>
              <w:top w:val="single" w:sz="18" w:space="0" w:color="auto"/>
              <w:bottom w:val="single" w:sz="2" w:space="0" w:color="auto"/>
            </w:tcBorders>
            <w:shd w:val="pct5" w:color="auto" w:fill="auto"/>
          </w:tcPr>
          <w:p w14:paraId="0D10F5D7" w14:textId="77777777" w:rsidR="00CF5504" w:rsidRPr="006A466F" w:rsidRDefault="00CF5504" w:rsidP="00CF5504">
            <w:pPr>
              <w:spacing w:before="120" w:after="120"/>
              <w:ind w:left="72" w:right="-71"/>
              <w:rPr>
                <w:b/>
                <w:sz w:val="20"/>
              </w:rPr>
            </w:pPr>
            <w:r w:rsidRPr="006A466F">
              <w:rPr>
                <w:b/>
                <w:sz w:val="20"/>
              </w:rPr>
              <w:t>Träger:</w:t>
            </w:r>
          </w:p>
        </w:tc>
        <w:permStart w:id="2132347310" w:edGrp="everyone"/>
        <w:tc>
          <w:tcPr>
            <w:tcW w:w="3440" w:type="dxa"/>
            <w:shd w:val="clear" w:color="auto" w:fill="auto"/>
          </w:tcPr>
          <w:p w14:paraId="5EB3E78F" w14:textId="5F2B9A5B" w:rsidR="00CF5504" w:rsidRPr="006A466F" w:rsidRDefault="006A466F" w:rsidP="00CF5504">
            <w:pPr>
              <w:rPr>
                <w:sz w:val="20"/>
              </w:rPr>
            </w:pPr>
            <w:r w:rsidRPr="006A466F">
              <w:rPr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0" w:name="Text21"/>
            <w:r w:rsidRPr="006A466F">
              <w:rPr>
                <w:sz w:val="20"/>
              </w:rPr>
              <w:instrText xml:space="preserve"> FORMTEXT </w:instrText>
            </w:r>
            <w:r w:rsidRPr="006A466F">
              <w:rPr>
                <w:sz w:val="20"/>
              </w:rPr>
            </w:r>
            <w:r w:rsidRPr="006A466F">
              <w:rPr>
                <w:sz w:val="20"/>
              </w:rPr>
              <w:fldChar w:fldCharType="separate"/>
            </w:r>
            <w:r w:rsidRPr="006A466F">
              <w:rPr>
                <w:noProof/>
                <w:sz w:val="20"/>
              </w:rPr>
              <w:t> </w:t>
            </w:r>
            <w:r w:rsidRPr="006A466F">
              <w:rPr>
                <w:noProof/>
                <w:sz w:val="20"/>
              </w:rPr>
              <w:t> </w:t>
            </w:r>
            <w:r w:rsidRPr="006A466F">
              <w:rPr>
                <w:noProof/>
                <w:sz w:val="20"/>
              </w:rPr>
              <w:t> </w:t>
            </w:r>
            <w:r w:rsidRPr="006A466F">
              <w:rPr>
                <w:noProof/>
                <w:sz w:val="20"/>
              </w:rPr>
              <w:t> </w:t>
            </w:r>
            <w:r w:rsidRPr="006A466F">
              <w:rPr>
                <w:noProof/>
                <w:sz w:val="20"/>
              </w:rPr>
              <w:t> </w:t>
            </w:r>
            <w:r w:rsidRPr="006A466F">
              <w:rPr>
                <w:sz w:val="20"/>
              </w:rPr>
              <w:fldChar w:fldCharType="end"/>
            </w:r>
            <w:bookmarkEnd w:id="0"/>
            <w:permEnd w:id="2132347310"/>
          </w:p>
        </w:tc>
        <w:tc>
          <w:tcPr>
            <w:tcW w:w="1285" w:type="dxa"/>
            <w:tcBorders>
              <w:top w:val="single" w:sz="18" w:space="0" w:color="auto"/>
              <w:bottom w:val="single" w:sz="2" w:space="0" w:color="auto"/>
            </w:tcBorders>
            <w:shd w:val="pct5" w:color="auto" w:fill="auto"/>
          </w:tcPr>
          <w:p w14:paraId="36C74A77" w14:textId="77777777" w:rsidR="00CF5504" w:rsidRPr="006A466F" w:rsidRDefault="00CF5504" w:rsidP="00CF5504">
            <w:pPr>
              <w:spacing w:before="120" w:after="120"/>
              <w:ind w:left="72" w:right="-71"/>
              <w:jc w:val="left"/>
              <w:rPr>
                <w:b/>
                <w:sz w:val="20"/>
              </w:rPr>
            </w:pPr>
            <w:r w:rsidRPr="006A466F">
              <w:rPr>
                <w:b/>
                <w:sz w:val="20"/>
                <w:shd w:val="pct5" w:color="auto" w:fill="auto"/>
              </w:rPr>
              <w:t>Träger ZN:</w:t>
            </w:r>
            <w:r w:rsidRPr="006A466F">
              <w:rPr>
                <w:b/>
                <w:sz w:val="20"/>
                <w:shd w:val="pct5" w:color="auto" w:fill="auto"/>
              </w:rPr>
              <w:br/>
            </w:r>
            <w:r w:rsidRPr="006A466F">
              <w:rPr>
                <w:sz w:val="16"/>
                <w:szCs w:val="16"/>
                <w:shd w:val="pct5" w:color="auto" w:fill="auto"/>
              </w:rPr>
              <w:t>(bitte unbedingt angeben</w:t>
            </w:r>
            <w:r w:rsidRPr="006A466F">
              <w:rPr>
                <w:sz w:val="16"/>
                <w:szCs w:val="16"/>
              </w:rPr>
              <w:t>)</w:t>
            </w:r>
          </w:p>
        </w:tc>
        <w:permStart w:id="1614024046" w:edGrp="everyone"/>
        <w:tc>
          <w:tcPr>
            <w:tcW w:w="2679" w:type="dxa"/>
            <w:shd w:val="clear" w:color="auto" w:fill="auto"/>
          </w:tcPr>
          <w:p w14:paraId="16809831" w14:textId="623707DF" w:rsidR="00CF5504" w:rsidRPr="006A466F" w:rsidRDefault="006A466F" w:rsidP="00CF5504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"/>
            <w:permEnd w:id="1614024046"/>
          </w:p>
        </w:tc>
      </w:tr>
      <w:tr w:rsidR="00CF5504" w:rsidRPr="00C455AB" w14:paraId="25938B92" w14:textId="77777777" w:rsidTr="00CF5504">
        <w:trPr>
          <w:cantSplit/>
          <w:trHeight w:val="459"/>
        </w:trPr>
        <w:tc>
          <w:tcPr>
            <w:tcW w:w="1952" w:type="dxa"/>
            <w:tcBorders>
              <w:top w:val="single" w:sz="2" w:space="0" w:color="auto"/>
              <w:bottom w:val="single" w:sz="2" w:space="0" w:color="auto"/>
            </w:tcBorders>
            <w:shd w:val="pct5" w:color="auto" w:fill="auto"/>
          </w:tcPr>
          <w:p w14:paraId="6E70099E" w14:textId="77777777" w:rsidR="00CF5504" w:rsidRPr="006A466F" w:rsidRDefault="00CF5504" w:rsidP="00CF5504">
            <w:pPr>
              <w:spacing w:before="120" w:after="120"/>
              <w:ind w:left="72"/>
              <w:rPr>
                <w:b/>
                <w:sz w:val="20"/>
              </w:rPr>
            </w:pPr>
            <w:r w:rsidRPr="006A466F">
              <w:rPr>
                <w:b/>
                <w:sz w:val="20"/>
              </w:rPr>
              <w:t>Str. , Nr.:</w:t>
            </w:r>
          </w:p>
        </w:tc>
        <w:permStart w:id="1494231381" w:edGrp="everyone"/>
        <w:tc>
          <w:tcPr>
            <w:tcW w:w="3440" w:type="dxa"/>
            <w:shd w:val="clear" w:color="auto" w:fill="auto"/>
          </w:tcPr>
          <w:p w14:paraId="5B2DE437" w14:textId="497C3A5C" w:rsidR="00CF5504" w:rsidRPr="006A466F" w:rsidRDefault="006A466F" w:rsidP="00CF5504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"/>
            <w:permEnd w:id="1494231381"/>
          </w:p>
        </w:tc>
        <w:tc>
          <w:tcPr>
            <w:tcW w:w="1285" w:type="dxa"/>
            <w:tcBorders>
              <w:top w:val="single" w:sz="2" w:space="0" w:color="auto"/>
              <w:bottom w:val="single" w:sz="2" w:space="0" w:color="auto"/>
            </w:tcBorders>
            <w:shd w:val="pct5" w:color="auto" w:fill="auto"/>
          </w:tcPr>
          <w:p w14:paraId="0A98E887" w14:textId="77777777" w:rsidR="00CF5504" w:rsidRPr="006A466F" w:rsidRDefault="00CF5504" w:rsidP="00CF5504">
            <w:pPr>
              <w:spacing w:before="120" w:after="120"/>
              <w:ind w:left="72"/>
              <w:rPr>
                <w:b/>
                <w:sz w:val="20"/>
              </w:rPr>
            </w:pPr>
            <w:r w:rsidRPr="006A466F">
              <w:rPr>
                <w:b/>
                <w:sz w:val="20"/>
              </w:rPr>
              <w:t>PLZ , Ort:</w:t>
            </w:r>
          </w:p>
        </w:tc>
        <w:permStart w:id="794887148" w:edGrp="everyone"/>
        <w:tc>
          <w:tcPr>
            <w:tcW w:w="2679" w:type="dxa"/>
            <w:shd w:val="clear" w:color="auto" w:fill="auto"/>
          </w:tcPr>
          <w:p w14:paraId="271D2EA7" w14:textId="2E6D1EDB" w:rsidR="00CF5504" w:rsidRPr="006A466F" w:rsidRDefault="006A466F" w:rsidP="00CF5504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" w:name="Text2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"/>
            <w:permEnd w:id="794887148"/>
          </w:p>
        </w:tc>
      </w:tr>
      <w:tr w:rsidR="00CF5504" w:rsidRPr="00C455AB" w14:paraId="0D8F9B05" w14:textId="77777777" w:rsidTr="00CF5504">
        <w:trPr>
          <w:cantSplit/>
          <w:trHeight w:val="459"/>
        </w:trPr>
        <w:tc>
          <w:tcPr>
            <w:tcW w:w="1952" w:type="dxa"/>
            <w:tcBorders>
              <w:top w:val="single" w:sz="2" w:space="0" w:color="auto"/>
              <w:bottom w:val="single" w:sz="2" w:space="0" w:color="auto"/>
            </w:tcBorders>
            <w:shd w:val="pct5" w:color="auto" w:fill="auto"/>
          </w:tcPr>
          <w:p w14:paraId="285E1DC8" w14:textId="5D8F26DF" w:rsidR="00CF5504" w:rsidRPr="006A466F" w:rsidRDefault="00CF5504" w:rsidP="00CF5504">
            <w:pPr>
              <w:spacing w:before="120" w:after="120"/>
              <w:ind w:left="72"/>
              <w:rPr>
                <w:b/>
                <w:sz w:val="20"/>
              </w:rPr>
            </w:pPr>
            <w:r w:rsidRPr="006A466F">
              <w:rPr>
                <w:b/>
                <w:sz w:val="20"/>
              </w:rPr>
              <w:t>E</w:t>
            </w:r>
            <w:r w:rsidR="006A466F">
              <w:rPr>
                <w:b/>
                <w:sz w:val="20"/>
              </w:rPr>
              <w:t>-M</w:t>
            </w:r>
            <w:r w:rsidRPr="006A466F">
              <w:rPr>
                <w:b/>
                <w:sz w:val="20"/>
              </w:rPr>
              <w:t>ail:</w:t>
            </w:r>
          </w:p>
        </w:tc>
        <w:permStart w:id="1808689538" w:edGrp="everyone"/>
        <w:tc>
          <w:tcPr>
            <w:tcW w:w="3440" w:type="dxa"/>
            <w:shd w:val="clear" w:color="auto" w:fill="auto"/>
          </w:tcPr>
          <w:p w14:paraId="3DA94EE8" w14:textId="1D143B3D" w:rsidR="00CF5504" w:rsidRPr="006A466F" w:rsidRDefault="006A466F" w:rsidP="00CF5504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" w:name="Text2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"/>
            <w:permEnd w:id="1808689538"/>
          </w:p>
        </w:tc>
        <w:tc>
          <w:tcPr>
            <w:tcW w:w="1285" w:type="dxa"/>
            <w:tcBorders>
              <w:top w:val="single" w:sz="2" w:space="0" w:color="auto"/>
              <w:bottom w:val="single" w:sz="2" w:space="0" w:color="auto"/>
            </w:tcBorders>
            <w:shd w:val="pct5" w:color="auto" w:fill="auto"/>
          </w:tcPr>
          <w:p w14:paraId="2344FE8A" w14:textId="77777777" w:rsidR="00CF5504" w:rsidRPr="006A466F" w:rsidRDefault="00CF5504" w:rsidP="00CF5504">
            <w:pPr>
              <w:spacing w:before="120" w:after="120"/>
              <w:ind w:left="72"/>
              <w:rPr>
                <w:b/>
                <w:sz w:val="20"/>
              </w:rPr>
            </w:pPr>
            <w:r w:rsidRPr="006A466F">
              <w:rPr>
                <w:b/>
                <w:sz w:val="20"/>
              </w:rPr>
              <w:t>Homepage:</w:t>
            </w:r>
          </w:p>
        </w:tc>
        <w:permStart w:id="1824805398" w:edGrp="everyone"/>
        <w:tc>
          <w:tcPr>
            <w:tcW w:w="2679" w:type="dxa"/>
            <w:shd w:val="clear" w:color="auto" w:fill="auto"/>
          </w:tcPr>
          <w:p w14:paraId="28E5A8F6" w14:textId="42E16315" w:rsidR="00CF5504" w:rsidRPr="006A466F" w:rsidRDefault="006A466F" w:rsidP="00CF5504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" w:name="Text2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"/>
            <w:permEnd w:id="1824805398"/>
          </w:p>
        </w:tc>
      </w:tr>
      <w:tr w:rsidR="00CF5504" w:rsidRPr="00C455AB" w14:paraId="4DF0A942" w14:textId="77777777" w:rsidTr="00CF5504">
        <w:trPr>
          <w:cantSplit/>
          <w:trHeight w:val="459"/>
        </w:trPr>
        <w:tc>
          <w:tcPr>
            <w:tcW w:w="1952" w:type="dxa"/>
            <w:tcBorders>
              <w:top w:val="single" w:sz="2" w:space="0" w:color="auto"/>
              <w:bottom w:val="single" w:sz="18" w:space="0" w:color="auto"/>
            </w:tcBorders>
            <w:shd w:val="pct5" w:color="auto" w:fill="auto"/>
          </w:tcPr>
          <w:p w14:paraId="593AC464" w14:textId="2C844622" w:rsidR="00CF5504" w:rsidRPr="006A466F" w:rsidRDefault="00CF5504" w:rsidP="00CF5504">
            <w:pPr>
              <w:spacing w:before="120" w:after="120"/>
              <w:ind w:left="72"/>
              <w:rPr>
                <w:b/>
                <w:sz w:val="20"/>
              </w:rPr>
            </w:pPr>
            <w:r w:rsidRPr="006A466F">
              <w:rPr>
                <w:b/>
                <w:sz w:val="20"/>
              </w:rPr>
              <w:t>Ansprechpartner</w:t>
            </w:r>
            <w:r w:rsidR="006A466F">
              <w:rPr>
                <w:b/>
                <w:sz w:val="20"/>
              </w:rPr>
              <w:t>/in</w:t>
            </w:r>
            <w:r w:rsidRPr="006A466F">
              <w:rPr>
                <w:b/>
                <w:sz w:val="20"/>
              </w:rPr>
              <w:t>:</w:t>
            </w:r>
          </w:p>
        </w:tc>
        <w:permStart w:id="1050153365" w:edGrp="everyone"/>
        <w:tc>
          <w:tcPr>
            <w:tcW w:w="3440" w:type="dxa"/>
            <w:shd w:val="clear" w:color="auto" w:fill="auto"/>
          </w:tcPr>
          <w:p w14:paraId="3E8D054C" w14:textId="00C4BBB7" w:rsidR="00CF5504" w:rsidRPr="006A466F" w:rsidRDefault="006A466F" w:rsidP="00CF5504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6" w:name="Text2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6"/>
            <w:permEnd w:id="1050153365"/>
          </w:p>
        </w:tc>
        <w:tc>
          <w:tcPr>
            <w:tcW w:w="1285" w:type="dxa"/>
            <w:tcBorders>
              <w:top w:val="single" w:sz="2" w:space="0" w:color="auto"/>
              <w:bottom w:val="single" w:sz="18" w:space="0" w:color="auto"/>
            </w:tcBorders>
            <w:shd w:val="pct5" w:color="auto" w:fill="auto"/>
          </w:tcPr>
          <w:p w14:paraId="43110DB3" w14:textId="77777777" w:rsidR="00CF5504" w:rsidRPr="006A466F" w:rsidRDefault="00CF5504" w:rsidP="00CF5504">
            <w:pPr>
              <w:spacing w:before="120" w:after="120"/>
              <w:ind w:left="72"/>
              <w:rPr>
                <w:b/>
                <w:sz w:val="20"/>
              </w:rPr>
            </w:pPr>
            <w:r w:rsidRPr="006A466F">
              <w:rPr>
                <w:b/>
                <w:sz w:val="20"/>
              </w:rPr>
              <w:t>Telefon:</w:t>
            </w:r>
          </w:p>
        </w:tc>
        <w:permStart w:id="719217961" w:edGrp="everyone"/>
        <w:tc>
          <w:tcPr>
            <w:tcW w:w="2679" w:type="dxa"/>
            <w:shd w:val="clear" w:color="auto" w:fill="auto"/>
          </w:tcPr>
          <w:p w14:paraId="004764BF" w14:textId="3E24BDCC" w:rsidR="00CF5504" w:rsidRPr="006A466F" w:rsidRDefault="006A466F" w:rsidP="00CF5504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7" w:name="Text2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7"/>
            <w:permEnd w:id="719217961"/>
          </w:p>
        </w:tc>
      </w:tr>
    </w:tbl>
    <w:p w14:paraId="249A39D2" w14:textId="77777777" w:rsidR="00A00AC0" w:rsidRDefault="00A00AC0" w:rsidP="00A00AC0">
      <w:pPr>
        <w:pStyle w:val="Body8ptFeederBold"/>
        <w:spacing w:after="120"/>
        <w:ind w:left="142"/>
        <w:rPr>
          <w:sz w:val="22"/>
        </w:rPr>
      </w:pPr>
      <w:r>
        <w:rPr>
          <w:szCs w:val="16"/>
        </w:rPr>
        <w:br/>
      </w:r>
      <w:r w:rsidR="002C61DB">
        <w:rPr>
          <w:sz w:val="22"/>
        </w:rPr>
        <w:t xml:space="preserve">  </w:t>
      </w:r>
      <w:r w:rsidRPr="002F3DED">
        <w:rPr>
          <w:sz w:val="22"/>
        </w:rPr>
        <w:t>Wir beantragen nachstehend beschriebene Änderung:</w:t>
      </w:r>
    </w:p>
    <w:tbl>
      <w:tblPr>
        <w:tblW w:w="9356" w:type="dxa"/>
        <w:tblInd w:w="26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8647"/>
      </w:tblGrid>
      <w:tr w:rsidR="00BF7813" w:rsidRPr="00C455AB" w14:paraId="2030049A" w14:textId="77777777" w:rsidTr="00BF7813">
        <w:trPr>
          <w:cantSplit/>
          <w:trHeight w:val="459"/>
        </w:trPr>
        <w:tc>
          <w:tcPr>
            <w:tcW w:w="709" w:type="dxa"/>
            <w:shd w:val="clear" w:color="auto" w:fill="auto"/>
          </w:tcPr>
          <w:p w14:paraId="4BA90448" w14:textId="77777777" w:rsidR="004A3F1F" w:rsidRPr="006A466F" w:rsidRDefault="00BF7813" w:rsidP="00BF7813">
            <w:pPr>
              <w:pStyle w:val="Body8ptFeederBold"/>
              <w:ind w:left="0" w:right="34"/>
              <w:jc w:val="left"/>
              <w:rPr>
                <w:rFonts w:eastAsia="MS Mincho"/>
                <w:b w:val="0"/>
                <w:sz w:val="28"/>
                <w:szCs w:val="28"/>
              </w:rPr>
            </w:pPr>
            <w:r>
              <w:rPr>
                <w:sz w:val="22"/>
              </w:rPr>
              <w:t xml:space="preserve">   </w:t>
            </w:r>
            <w:permStart w:id="1815307803" w:edGrp="everyone"/>
            <w:sdt>
              <w:sdtPr>
                <w:rPr>
                  <w:rFonts w:eastAsia="MS Mincho"/>
                  <w:b w:val="0"/>
                  <w:sz w:val="28"/>
                  <w:szCs w:val="28"/>
                </w:rPr>
                <w:id w:val="-89317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FBB" w:rsidRPr="006A466F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1815307803"/>
          </w:p>
          <w:p w14:paraId="2E161393" w14:textId="77777777" w:rsidR="004A3F1F" w:rsidRDefault="004A3F1F" w:rsidP="00BF7813">
            <w:pPr>
              <w:pStyle w:val="Body8ptFeederBold"/>
              <w:ind w:left="0" w:right="34"/>
              <w:jc w:val="left"/>
              <w:rPr>
                <w:sz w:val="22"/>
              </w:rPr>
            </w:pPr>
          </w:p>
          <w:p w14:paraId="1FF9CAF1" w14:textId="77777777" w:rsidR="00BF7813" w:rsidRPr="006A466F" w:rsidRDefault="004A3F1F" w:rsidP="00BF7813">
            <w:pPr>
              <w:pStyle w:val="Body8ptFeederBold"/>
              <w:ind w:left="0" w:right="34"/>
              <w:jc w:val="left"/>
              <w:rPr>
                <w:sz w:val="28"/>
                <w:szCs w:val="28"/>
              </w:rPr>
            </w:pPr>
            <w:r>
              <w:rPr>
                <w:sz w:val="22"/>
              </w:rPr>
              <w:t xml:space="preserve">   </w:t>
            </w:r>
            <w:permStart w:id="969488862" w:edGrp="everyone"/>
            <w:sdt>
              <w:sdtPr>
                <w:rPr>
                  <w:rFonts w:eastAsia="MS Mincho"/>
                  <w:b w:val="0"/>
                  <w:sz w:val="28"/>
                  <w:szCs w:val="28"/>
                </w:rPr>
                <w:id w:val="20454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466F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r w:rsidR="00BF7813" w:rsidRPr="006A466F">
              <w:rPr>
                <w:rFonts w:eastAsia="MS Mincho"/>
                <w:sz w:val="28"/>
                <w:szCs w:val="28"/>
              </w:rPr>
              <w:t xml:space="preserve"> </w:t>
            </w:r>
            <w:permEnd w:id="969488862"/>
          </w:p>
        </w:tc>
        <w:tc>
          <w:tcPr>
            <w:tcW w:w="8647" w:type="dxa"/>
            <w:shd w:val="clear" w:color="auto" w:fill="auto"/>
          </w:tcPr>
          <w:p w14:paraId="4CEB3F8A" w14:textId="77777777" w:rsidR="00BF7813" w:rsidRDefault="00BF7813" w:rsidP="00BF7813">
            <w:pPr>
              <w:pStyle w:val="Body8ptFeederBold"/>
              <w:ind w:left="0"/>
              <w:jc w:val="left"/>
              <w:rPr>
                <w:b w:val="0"/>
                <w:sz w:val="18"/>
                <w:szCs w:val="18"/>
              </w:rPr>
            </w:pPr>
            <w:r w:rsidRPr="00BF7813">
              <w:rPr>
                <w:b w:val="0"/>
                <w:sz w:val="18"/>
                <w:szCs w:val="18"/>
              </w:rPr>
              <w:t>Änderung/Erweiterung in bestehender Trägerzulassung</w:t>
            </w:r>
            <w:r>
              <w:rPr>
                <w:b w:val="0"/>
                <w:sz w:val="18"/>
                <w:szCs w:val="18"/>
              </w:rPr>
              <w:t>:</w:t>
            </w:r>
          </w:p>
          <w:p w14:paraId="77F16F9D" w14:textId="77777777" w:rsidR="004A3F1F" w:rsidRDefault="004A3F1F" w:rsidP="00BF7813">
            <w:pPr>
              <w:pStyle w:val="Body8ptFeederBold"/>
              <w:ind w:lef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E</w:t>
            </w:r>
            <w:r w:rsidRPr="00BF7813">
              <w:rPr>
                <w:b w:val="0"/>
                <w:sz w:val="18"/>
                <w:szCs w:val="18"/>
              </w:rPr>
              <w:t xml:space="preserve">rforderliche Anlagen unter </w:t>
            </w:r>
            <w:r w:rsidRPr="00BF7813">
              <w:rPr>
                <w:sz w:val="18"/>
                <w:szCs w:val="18"/>
              </w:rPr>
              <w:t>A</w:t>
            </w:r>
            <w:r w:rsidRPr="00BF7813">
              <w:rPr>
                <w:b w:val="0"/>
                <w:sz w:val="18"/>
                <w:szCs w:val="18"/>
              </w:rPr>
              <w:t xml:space="preserve"> sind einzureichen</w:t>
            </w:r>
          </w:p>
          <w:p w14:paraId="0453DC1D" w14:textId="77777777" w:rsidR="004A3F1F" w:rsidRPr="004A3F1F" w:rsidRDefault="004A3F1F" w:rsidP="004A3F1F">
            <w:pPr>
              <w:pStyle w:val="Body8ptFeederBold"/>
              <w:spacing w:before="240"/>
              <w:ind w:lef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Änderung/Erweiterung in bestehender ISO-Zertifizierung ZN </w:t>
            </w:r>
            <w:permStart w:id="941819905" w:edGrp="everyone"/>
            <w:r>
              <w:rPr>
                <w:b w:val="0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8" w:name="Text20"/>
            <w:r>
              <w:rPr>
                <w:b w:val="0"/>
                <w:sz w:val="18"/>
                <w:szCs w:val="18"/>
              </w:rPr>
              <w:instrText xml:space="preserve"> FORMTEXT </w:instrText>
            </w:r>
            <w:r>
              <w:rPr>
                <w:b w:val="0"/>
                <w:sz w:val="18"/>
                <w:szCs w:val="18"/>
              </w:rPr>
            </w:r>
            <w:r>
              <w:rPr>
                <w:b w:val="0"/>
                <w:sz w:val="18"/>
                <w:szCs w:val="18"/>
              </w:rPr>
              <w:fldChar w:fldCharType="separate"/>
            </w:r>
            <w:r>
              <w:rPr>
                <w:b w:val="0"/>
                <w:noProof/>
                <w:sz w:val="18"/>
                <w:szCs w:val="18"/>
              </w:rPr>
              <w:t> </w:t>
            </w:r>
            <w:r>
              <w:rPr>
                <w:b w:val="0"/>
                <w:noProof/>
                <w:sz w:val="18"/>
                <w:szCs w:val="18"/>
              </w:rPr>
              <w:t> </w:t>
            </w:r>
            <w:r>
              <w:rPr>
                <w:b w:val="0"/>
                <w:noProof/>
                <w:sz w:val="18"/>
                <w:szCs w:val="18"/>
              </w:rPr>
              <w:t> </w:t>
            </w:r>
            <w:r>
              <w:rPr>
                <w:b w:val="0"/>
                <w:noProof/>
                <w:sz w:val="18"/>
                <w:szCs w:val="18"/>
              </w:rPr>
              <w:t> </w:t>
            </w:r>
            <w:r>
              <w:rPr>
                <w:b w:val="0"/>
                <w:noProof/>
                <w:sz w:val="18"/>
                <w:szCs w:val="18"/>
              </w:rPr>
              <w:t> </w:t>
            </w:r>
            <w:r>
              <w:rPr>
                <w:b w:val="0"/>
                <w:sz w:val="18"/>
                <w:szCs w:val="18"/>
              </w:rPr>
              <w:fldChar w:fldCharType="end"/>
            </w:r>
            <w:bookmarkEnd w:id="8"/>
            <w:permEnd w:id="941819905"/>
          </w:p>
        </w:tc>
      </w:tr>
      <w:tr w:rsidR="00BF7813" w:rsidRPr="00C455AB" w14:paraId="57B73415" w14:textId="77777777" w:rsidTr="00BF7813">
        <w:trPr>
          <w:cantSplit/>
          <w:trHeight w:val="459"/>
        </w:trPr>
        <w:tc>
          <w:tcPr>
            <w:tcW w:w="709" w:type="dxa"/>
            <w:shd w:val="clear" w:color="auto" w:fill="auto"/>
          </w:tcPr>
          <w:p w14:paraId="6D2D4708" w14:textId="76959712" w:rsidR="00BF7813" w:rsidRPr="006A466F" w:rsidRDefault="00BF7813" w:rsidP="00BF7813">
            <w:pPr>
              <w:pStyle w:val="Body8ptFeederBold"/>
              <w:ind w:left="0" w:right="34"/>
              <w:jc w:val="left"/>
              <w:rPr>
                <w:sz w:val="28"/>
                <w:szCs w:val="28"/>
              </w:rPr>
            </w:pPr>
            <w:r>
              <w:rPr>
                <w:sz w:val="22"/>
              </w:rPr>
              <w:t xml:space="preserve">   </w:t>
            </w:r>
            <w:permStart w:id="1891514814" w:edGrp="everyone"/>
            <w:sdt>
              <w:sdtPr>
                <w:rPr>
                  <w:rFonts w:eastAsia="MS Mincho"/>
                  <w:b w:val="0"/>
                  <w:sz w:val="28"/>
                  <w:szCs w:val="28"/>
                </w:rPr>
                <w:id w:val="578402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1DB" w:rsidRPr="006A466F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r w:rsidRPr="006A466F">
              <w:rPr>
                <w:rFonts w:eastAsia="MS Mincho"/>
                <w:sz w:val="28"/>
                <w:szCs w:val="28"/>
              </w:rPr>
              <w:t xml:space="preserve"> </w:t>
            </w:r>
            <w:permEnd w:id="1891514814"/>
          </w:p>
        </w:tc>
        <w:tc>
          <w:tcPr>
            <w:tcW w:w="8647" w:type="dxa"/>
            <w:shd w:val="clear" w:color="auto" w:fill="auto"/>
          </w:tcPr>
          <w:p w14:paraId="7D0AFBDB" w14:textId="77777777" w:rsidR="00BF7813" w:rsidRDefault="00BF7813" w:rsidP="00BF7813">
            <w:pPr>
              <w:pStyle w:val="Body8ptFeederBold"/>
              <w:ind w:left="0"/>
              <w:jc w:val="left"/>
              <w:rPr>
                <w:b w:val="0"/>
                <w:sz w:val="18"/>
                <w:szCs w:val="18"/>
              </w:rPr>
            </w:pPr>
            <w:r w:rsidRPr="00BF7813">
              <w:rPr>
                <w:b w:val="0"/>
                <w:sz w:val="18"/>
                <w:szCs w:val="18"/>
              </w:rPr>
              <w:t>Zulassung eines/von temporären Standortes/-en</w:t>
            </w:r>
            <w:r>
              <w:rPr>
                <w:b w:val="0"/>
                <w:sz w:val="18"/>
                <w:szCs w:val="18"/>
              </w:rPr>
              <w:t>:</w:t>
            </w:r>
          </w:p>
          <w:p w14:paraId="296D0DCD" w14:textId="77777777" w:rsidR="004A3F1F" w:rsidRPr="00BF7813" w:rsidRDefault="00BF7813" w:rsidP="00BF7813">
            <w:pPr>
              <w:pStyle w:val="Body8ptFeederBold"/>
              <w:ind w:lef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E</w:t>
            </w:r>
            <w:r w:rsidRPr="00BF7813">
              <w:rPr>
                <w:b w:val="0"/>
                <w:sz w:val="18"/>
                <w:szCs w:val="18"/>
              </w:rPr>
              <w:t xml:space="preserve">rforderliche Anlagen unter </w:t>
            </w:r>
            <w:r w:rsidRPr="00BF7813">
              <w:rPr>
                <w:sz w:val="18"/>
                <w:szCs w:val="18"/>
              </w:rPr>
              <w:t>B</w:t>
            </w:r>
            <w:r w:rsidRPr="00BF7813">
              <w:rPr>
                <w:b w:val="0"/>
                <w:sz w:val="18"/>
                <w:szCs w:val="18"/>
              </w:rPr>
              <w:t xml:space="preserve"> sind einzureichen</w:t>
            </w:r>
          </w:p>
        </w:tc>
      </w:tr>
      <w:tr w:rsidR="00BF7813" w:rsidRPr="00C455AB" w14:paraId="07812EA0" w14:textId="77777777" w:rsidTr="00BF7813">
        <w:trPr>
          <w:cantSplit/>
          <w:trHeight w:val="459"/>
        </w:trPr>
        <w:tc>
          <w:tcPr>
            <w:tcW w:w="709" w:type="dxa"/>
            <w:shd w:val="clear" w:color="auto" w:fill="auto"/>
          </w:tcPr>
          <w:p w14:paraId="2A55F5D4" w14:textId="0778A023" w:rsidR="00BF7813" w:rsidRPr="002F3DED" w:rsidRDefault="00BF7813" w:rsidP="00BF7813">
            <w:pPr>
              <w:pStyle w:val="Body8ptFeederBold"/>
              <w:ind w:left="0" w:right="34"/>
              <w:jc w:val="left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permStart w:id="158216698" w:edGrp="everyone"/>
            <w:sdt>
              <w:sdtPr>
                <w:rPr>
                  <w:rFonts w:eastAsia="MS Mincho"/>
                  <w:b w:val="0"/>
                  <w:sz w:val="28"/>
                  <w:szCs w:val="28"/>
                </w:rPr>
                <w:id w:val="-108657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6F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r w:rsidRPr="00C742D1">
              <w:rPr>
                <w:rFonts w:eastAsia="MS Mincho"/>
                <w:sz w:val="20"/>
              </w:rPr>
              <w:t xml:space="preserve">  </w:t>
            </w:r>
            <w:permEnd w:id="158216698"/>
          </w:p>
        </w:tc>
        <w:tc>
          <w:tcPr>
            <w:tcW w:w="8647" w:type="dxa"/>
            <w:shd w:val="clear" w:color="auto" w:fill="auto"/>
          </w:tcPr>
          <w:p w14:paraId="3EC48495" w14:textId="77777777" w:rsidR="00BF7813" w:rsidRDefault="00BF7813" w:rsidP="00BF7813">
            <w:pPr>
              <w:pStyle w:val="Body8ptFeederBold"/>
              <w:ind w:left="0"/>
              <w:jc w:val="left"/>
              <w:rPr>
                <w:b w:val="0"/>
                <w:sz w:val="18"/>
                <w:szCs w:val="18"/>
              </w:rPr>
            </w:pPr>
            <w:r w:rsidRPr="00BF7813">
              <w:rPr>
                <w:b w:val="0"/>
                <w:sz w:val="18"/>
                <w:szCs w:val="18"/>
              </w:rPr>
              <w:t>Änderung in bestehender/n Maßnahmezulassung(en)</w:t>
            </w:r>
            <w:r>
              <w:rPr>
                <w:b w:val="0"/>
                <w:sz w:val="18"/>
                <w:szCs w:val="18"/>
              </w:rPr>
              <w:t>:</w:t>
            </w:r>
          </w:p>
          <w:p w14:paraId="141F154F" w14:textId="77777777" w:rsidR="00BF7813" w:rsidRPr="00BF7813" w:rsidRDefault="00BF7813" w:rsidP="00BF7813">
            <w:pPr>
              <w:pStyle w:val="Body8ptFeederBold"/>
              <w:ind w:lef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E</w:t>
            </w:r>
            <w:r w:rsidRPr="00BF7813">
              <w:rPr>
                <w:b w:val="0"/>
                <w:sz w:val="18"/>
                <w:szCs w:val="18"/>
              </w:rPr>
              <w:t xml:space="preserve">rforderliche Anlagen unter </w:t>
            </w:r>
            <w:r w:rsidRPr="00BF7813">
              <w:rPr>
                <w:sz w:val="18"/>
                <w:szCs w:val="18"/>
              </w:rPr>
              <w:t>C</w:t>
            </w:r>
            <w:r w:rsidRPr="00BF7813">
              <w:rPr>
                <w:b w:val="0"/>
                <w:sz w:val="18"/>
                <w:szCs w:val="18"/>
              </w:rPr>
              <w:t xml:space="preserve"> sind einzureichen</w:t>
            </w:r>
          </w:p>
        </w:tc>
      </w:tr>
    </w:tbl>
    <w:p w14:paraId="01E66913" w14:textId="77777777" w:rsidR="00A00AC0" w:rsidRDefault="00A00AC0" w:rsidP="00A00AC0">
      <w:pPr>
        <w:rPr>
          <w:sz w:val="16"/>
          <w:szCs w:val="16"/>
        </w:rPr>
      </w:pPr>
    </w:p>
    <w:tbl>
      <w:tblPr>
        <w:tblStyle w:val="Tabellenraster"/>
        <w:tblW w:w="9337" w:type="dxa"/>
        <w:tblInd w:w="27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35"/>
        <w:gridCol w:w="2334"/>
        <w:gridCol w:w="2334"/>
        <w:gridCol w:w="2334"/>
      </w:tblGrid>
      <w:tr w:rsidR="00BF7813" w:rsidRPr="00253CE6" w14:paraId="6F57BD11" w14:textId="77777777" w:rsidTr="003E0229">
        <w:tc>
          <w:tcPr>
            <w:tcW w:w="1250" w:type="pct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7F59B32C" w14:textId="77777777" w:rsidR="00BF7813" w:rsidRPr="00FA4C52" w:rsidRDefault="00BF7813" w:rsidP="00BF7813">
            <w:pPr>
              <w:spacing w:line="0" w:lineRule="atLeast"/>
              <w:ind w:left="27"/>
              <w:jc w:val="center"/>
              <w:rPr>
                <w:b/>
                <w:sz w:val="16"/>
                <w:szCs w:val="16"/>
              </w:rPr>
            </w:pPr>
            <w:r w:rsidRPr="00FA4C52">
              <w:rPr>
                <w:b/>
                <w:sz w:val="16"/>
                <w:szCs w:val="16"/>
              </w:rPr>
              <w:t>Art der Änderung</w:t>
            </w:r>
          </w:p>
        </w:tc>
        <w:tc>
          <w:tcPr>
            <w:tcW w:w="1250" w:type="pct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2F3BA4CF" w14:textId="77777777" w:rsidR="00BF7813" w:rsidRPr="00FA4C52" w:rsidRDefault="00BF7813" w:rsidP="00E11B42">
            <w:pPr>
              <w:jc w:val="center"/>
              <w:rPr>
                <w:b/>
                <w:sz w:val="16"/>
                <w:szCs w:val="16"/>
              </w:rPr>
            </w:pPr>
            <w:r w:rsidRPr="00FA4C52">
              <w:rPr>
                <w:b/>
                <w:sz w:val="16"/>
                <w:szCs w:val="16"/>
              </w:rPr>
              <w:t>Grund der Änderung</w:t>
            </w:r>
          </w:p>
        </w:tc>
        <w:tc>
          <w:tcPr>
            <w:tcW w:w="1250" w:type="pct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1E2E737D" w14:textId="77777777" w:rsidR="00BF7813" w:rsidRPr="00FA4C52" w:rsidRDefault="00BF7813" w:rsidP="00E11B42">
            <w:pPr>
              <w:jc w:val="center"/>
              <w:rPr>
                <w:b/>
              </w:rPr>
            </w:pPr>
            <w:r w:rsidRPr="00FA4C52">
              <w:rPr>
                <w:b/>
                <w:sz w:val="16"/>
                <w:szCs w:val="16"/>
              </w:rPr>
              <w:t>Alter Stand</w:t>
            </w:r>
          </w:p>
        </w:tc>
        <w:tc>
          <w:tcPr>
            <w:tcW w:w="1250" w:type="pct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77115787" w14:textId="77777777" w:rsidR="00BF7813" w:rsidRPr="00FA4C52" w:rsidRDefault="00BF7813" w:rsidP="00E11B42">
            <w:pPr>
              <w:jc w:val="center"/>
              <w:rPr>
                <w:b/>
                <w:sz w:val="16"/>
                <w:szCs w:val="16"/>
              </w:rPr>
            </w:pPr>
            <w:r w:rsidRPr="00FA4C52">
              <w:rPr>
                <w:b/>
                <w:sz w:val="16"/>
                <w:szCs w:val="16"/>
              </w:rPr>
              <w:t>Neuer Stand</w:t>
            </w:r>
          </w:p>
        </w:tc>
      </w:tr>
      <w:permStart w:id="1963156432" w:edGrp="everyone"/>
      <w:tr w:rsidR="006A466F" w:rsidRPr="00253CE6" w14:paraId="1490A815" w14:textId="77777777" w:rsidTr="003E0229">
        <w:trPr>
          <w:trHeight w:val="541"/>
        </w:trPr>
        <w:tc>
          <w:tcPr>
            <w:tcW w:w="1250" w:type="pct"/>
            <w:tcBorders>
              <w:top w:val="single" w:sz="18" w:space="0" w:color="auto"/>
              <w:left w:val="single" w:sz="18" w:space="0" w:color="auto"/>
              <w:bottom w:val="dotted" w:sz="4" w:space="0" w:color="auto"/>
            </w:tcBorders>
          </w:tcPr>
          <w:p w14:paraId="13FD2C17" w14:textId="25E6A2BD" w:rsidR="006A466F" w:rsidRPr="006C661E" w:rsidRDefault="006A466F" w:rsidP="006A466F">
            <w:pPr>
              <w:ind w:left="27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</w:instrText>
            </w:r>
            <w:bookmarkStart w:id="9" w:name="Text29"/>
            <w:r>
              <w:rPr>
                <w:rFonts w:cs="Arial"/>
                <w:sz w:val="20"/>
              </w:rPr>
              <w:instrText xml:space="preserve">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9"/>
            <w:permEnd w:id="1963156432"/>
          </w:p>
        </w:tc>
        <w:permStart w:id="1410019903" w:edGrp="everyone"/>
        <w:tc>
          <w:tcPr>
            <w:tcW w:w="1250" w:type="pct"/>
            <w:tcBorders>
              <w:top w:val="single" w:sz="18" w:space="0" w:color="auto"/>
              <w:bottom w:val="dotted" w:sz="4" w:space="0" w:color="auto"/>
            </w:tcBorders>
          </w:tcPr>
          <w:p w14:paraId="72912C05" w14:textId="1C5A0364" w:rsidR="006A466F" w:rsidRPr="006C661E" w:rsidRDefault="006A466F" w:rsidP="006A466F">
            <w:pPr>
              <w:jc w:val="left"/>
              <w:rPr>
                <w:rFonts w:cs="Arial"/>
                <w:sz w:val="20"/>
              </w:rPr>
            </w:pPr>
            <w:r w:rsidRPr="007D031B">
              <w:rPr>
                <w:rFonts w:cs="Arial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D031B">
              <w:rPr>
                <w:rFonts w:cs="Arial"/>
                <w:sz w:val="20"/>
              </w:rPr>
              <w:instrText xml:space="preserve"> FORMTEXT </w:instrText>
            </w:r>
            <w:r w:rsidRPr="007D031B">
              <w:rPr>
                <w:rFonts w:cs="Arial"/>
                <w:sz w:val="20"/>
              </w:rPr>
            </w:r>
            <w:r w:rsidRPr="007D031B">
              <w:rPr>
                <w:rFonts w:cs="Arial"/>
                <w:sz w:val="20"/>
              </w:rPr>
              <w:fldChar w:fldCharType="separate"/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sz w:val="20"/>
              </w:rPr>
              <w:fldChar w:fldCharType="end"/>
            </w:r>
            <w:permEnd w:id="1410019903"/>
          </w:p>
        </w:tc>
        <w:permStart w:id="700722609" w:edGrp="everyone"/>
        <w:tc>
          <w:tcPr>
            <w:tcW w:w="1250" w:type="pct"/>
            <w:tcBorders>
              <w:top w:val="single" w:sz="18" w:space="0" w:color="auto"/>
              <w:bottom w:val="dotted" w:sz="4" w:space="0" w:color="auto"/>
            </w:tcBorders>
          </w:tcPr>
          <w:p w14:paraId="4652A876" w14:textId="31B937F6" w:rsidR="006A466F" w:rsidRPr="006B7D20" w:rsidRDefault="006A466F" w:rsidP="006A466F">
            <w:pPr>
              <w:ind w:right="-253"/>
              <w:jc w:val="left"/>
              <w:rPr>
                <w:sz w:val="20"/>
              </w:rPr>
            </w:pPr>
            <w:r w:rsidRPr="00853434">
              <w:rPr>
                <w:rFonts w:cs="Arial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53434">
              <w:rPr>
                <w:rFonts w:cs="Arial"/>
                <w:sz w:val="20"/>
              </w:rPr>
              <w:instrText xml:space="preserve"> FORMTEXT </w:instrText>
            </w:r>
            <w:r w:rsidRPr="00853434">
              <w:rPr>
                <w:rFonts w:cs="Arial"/>
                <w:sz w:val="20"/>
              </w:rPr>
            </w:r>
            <w:r w:rsidRPr="00853434">
              <w:rPr>
                <w:rFonts w:cs="Arial"/>
                <w:sz w:val="20"/>
              </w:rPr>
              <w:fldChar w:fldCharType="separate"/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sz w:val="20"/>
              </w:rPr>
              <w:fldChar w:fldCharType="end"/>
            </w:r>
            <w:permEnd w:id="700722609"/>
          </w:p>
        </w:tc>
        <w:permStart w:id="1224490416" w:edGrp="everyone"/>
        <w:tc>
          <w:tcPr>
            <w:tcW w:w="1250" w:type="pct"/>
            <w:tcBorders>
              <w:top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6C159F64" w14:textId="2E673463" w:rsidR="006A466F" w:rsidRPr="006C661E" w:rsidRDefault="006A466F" w:rsidP="006A466F">
            <w:pPr>
              <w:ind w:right="-253"/>
              <w:jc w:val="left"/>
              <w:rPr>
                <w:rFonts w:cs="Arial"/>
                <w:sz w:val="20"/>
              </w:rPr>
            </w:pPr>
            <w:r w:rsidRPr="00CA2D82">
              <w:rPr>
                <w:rFonts w:cs="Arial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A2D82">
              <w:rPr>
                <w:rFonts w:cs="Arial"/>
                <w:sz w:val="20"/>
              </w:rPr>
              <w:instrText xml:space="preserve"> FORMTEXT </w:instrText>
            </w:r>
            <w:r w:rsidRPr="00CA2D82">
              <w:rPr>
                <w:rFonts w:cs="Arial"/>
                <w:sz w:val="20"/>
              </w:rPr>
            </w:r>
            <w:r w:rsidRPr="00CA2D82">
              <w:rPr>
                <w:rFonts w:cs="Arial"/>
                <w:sz w:val="20"/>
              </w:rPr>
              <w:fldChar w:fldCharType="separate"/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sz w:val="20"/>
              </w:rPr>
              <w:fldChar w:fldCharType="end"/>
            </w:r>
            <w:permEnd w:id="1224490416"/>
          </w:p>
        </w:tc>
      </w:tr>
      <w:permStart w:id="1482901223" w:edGrp="everyone"/>
      <w:tr w:rsidR="006A466F" w:rsidRPr="00253CE6" w14:paraId="72AF06EE" w14:textId="77777777" w:rsidTr="003E0229">
        <w:trPr>
          <w:trHeight w:val="553"/>
        </w:trPr>
        <w:tc>
          <w:tcPr>
            <w:tcW w:w="1250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</w:tcPr>
          <w:p w14:paraId="0C8CDEB6" w14:textId="4EEAA551" w:rsidR="006A466F" w:rsidRDefault="006A466F" w:rsidP="006A466F">
            <w:r w:rsidRPr="002D6064">
              <w:rPr>
                <w:rFonts w:cs="Arial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6064">
              <w:rPr>
                <w:rFonts w:cs="Arial"/>
                <w:sz w:val="20"/>
              </w:rPr>
              <w:instrText xml:space="preserve"> FORMTEXT </w:instrText>
            </w:r>
            <w:r w:rsidRPr="002D6064">
              <w:rPr>
                <w:rFonts w:cs="Arial"/>
                <w:sz w:val="20"/>
              </w:rPr>
            </w:r>
            <w:r w:rsidRPr="002D6064">
              <w:rPr>
                <w:rFonts w:cs="Arial"/>
                <w:sz w:val="20"/>
              </w:rPr>
              <w:fldChar w:fldCharType="separate"/>
            </w:r>
            <w:r w:rsidRPr="002D6064">
              <w:rPr>
                <w:rFonts w:cs="Arial"/>
                <w:noProof/>
                <w:sz w:val="20"/>
              </w:rPr>
              <w:t> </w:t>
            </w:r>
            <w:r w:rsidRPr="002D6064">
              <w:rPr>
                <w:rFonts w:cs="Arial"/>
                <w:noProof/>
                <w:sz w:val="20"/>
              </w:rPr>
              <w:t> </w:t>
            </w:r>
            <w:r w:rsidRPr="002D6064">
              <w:rPr>
                <w:rFonts w:cs="Arial"/>
                <w:noProof/>
                <w:sz w:val="20"/>
              </w:rPr>
              <w:t> </w:t>
            </w:r>
            <w:r w:rsidRPr="002D6064">
              <w:rPr>
                <w:rFonts w:cs="Arial"/>
                <w:noProof/>
                <w:sz w:val="20"/>
              </w:rPr>
              <w:t> </w:t>
            </w:r>
            <w:r w:rsidRPr="002D6064">
              <w:rPr>
                <w:rFonts w:cs="Arial"/>
                <w:noProof/>
                <w:sz w:val="20"/>
              </w:rPr>
              <w:t> </w:t>
            </w:r>
            <w:r w:rsidRPr="002D6064">
              <w:rPr>
                <w:rFonts w:cs="Arial"/>
                <w:sz w:val="20"/>
              </w:rPr>
              <w:fldChar w:fldCharType="end"/>
            </w:r>
            <w:permEnd w:id="1482901223"/>
          </w:p>
        </w:tc>
        <w:permStart w:id="1111228627" w:edGrp="everyone"/>
        <w:tc>
          <w:tcPr>
            <w:tcW w:w="1250" w:type="pct"/>
            <w:tcBorders>
              <w:top w:val="dotted" w:sz="4" w:space="0" w:color="auto"/>
              <w:bottom w:val="dotted" w:sz="4" w:space="0" w:color="auto"/>
            </w:tcBorders>
          </w:tcPr>
          <w:p w14:paraId="13489E9F" w14:textId="4440E4DA" w:rsidR="006A466F" w:rsidRPr="006B7D20" w:rsidRDefault="006A466F" w:rsidP="006A466F">
            <w:pPr>
              <w:rPr>
                <w:sz w:val="20"/>
              </w:rPr>
            </w:pPr>
            <w:r w:rsidRPr="007D031B">
              <w:rPr>
                <w:rFonts w:cs="Arial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D031B">
              <w:rPr>
                <w:rFonts w:cs="Arial"/>
                <w:sz w:val="20"/>
              </w:rPr>
              <w:instrText xml:space="preserve"> FORMTEXT </w:instrText>
            </w:r>
            <w:r w:rsidRPr="007D031B">
              <w:rPr>
                <w:rFonts w:cs="Arial"/>
                <w:sz w:val="20"/>
              </w:rPr>
            </w:r>
            <w:r w:rsidRPr="007D031B">
              <w:rPr>
                <w:rFonts w:cs="Arial"/>
                <w:sz w:val="20"/>
              </w:rPr>
              <w:fldChar w:fldCharType="separate"/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sz w:val="20"/>
              </w:rPr>
              <w:fldChar w:fldCharType="end"/>
            </w:r>
            <w:permEnd w:id="1111228627"/>
          </w:p>
        </w:tc>
        <w:permStart w:id="1821076729" w:edGrp="everyone"/>
        <w:tc>
          <w:tcPr>
            <w:tcW w:w="1250" w:type="pct"/>
            <w:tcBorders>
              <w:top w:val="dotted" w:sz="4" w:space="0" w:color="auto"/>
              <w:bottom w:val="dotted" w:sz="4" w:space="0" w:color="auto"/>
            </w:tcBorders>
          </w:tcPr>
          <w:p w14:paraId="63F9FD92" w14:textId="29A4A937" w:rsidR="006A466F" w:rsidRDefault="006A466F" w:rsidP="006A466F">
            <w:pPr>
              <w:ind w:right="-253"/>
              <w:jc w:val="left"/>
            </w:pPr>
            <w:r w:rsidRPr="00853434">
              <w:rPr>
                <w:rFonts w:cs="Arial"/>
                <w:noProof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53434">
              <w:rPr>
                <w:rFonts w:cs="Arial"/>
                <w:noProof/>
                <w:sz w:val="20"/>
              </w:rPr>
              <w:instrText xml:space="preserve"> FORMTEXT </w:instrText>
            </w:r>
            <w:r w:rsidRPr="00853434">
              <w:rPr>
                <w:rFonts w:cs="Arial"/>
                <w:noProof/>
                <w:sz w:val="20"/>
              </w:rPr>
            </w:r>
            <w:r w:rsidRPr="00853434">
              <w:rPr>
                <w:rFonts w:cs="Arial"/>
                <w:noProof/>
                <w:sz w:val="20"/>
              </w:rPr>
              <w:fldChar w:fldCharType="separate"/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noProof/>
                <w:sz w:val="20"/>
              </w:rPr>
              <w:fldChar w:fldCharType="end"/>
            </w:r>
            <w:permEnd w:id="1821076729"/>
          </w:p>
        </w:tc>
        <w:permStart w:id="915632153" w:edGrp="everyone"/>
        <w:tc>
          <w:tcPr>
            <w:tcW w:w="1250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14:paraId="0881B2A5" w14:textId="48518CC3" w:rsidR="006A466F" w:rsidRDefault="006A466F" w:rsidP="006A466F">
            <w:r w:rsidRPr="00CA2D82">
              <w:rPr>
                <w:rFonts w:cs="Arial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A2D82">
              <w:rPr>
                <w:rFonts w:cs="Arial"/>
                <w:sz w:val="20"/>
              </w:rPr>
              <w:instrText xml:space="preserve"> FORMTEXT </w:instrText>
            </w:r>
            <w:r w:rsidRPr="00CA2D82">
              <w:rPr>
                <w:rFonts w:cs="Arial"/>
                <w:sz w:val="20"/>
              </w:rPr>
            </w:r>
            <w:r w:rsidRPr="00CA2D82">
              <w:rPr>
                <w:rFonts w:cs="Arial"/>
                <w:sz w:val="20"/>
              </w:rPr>
              <w:fldChar w:fldCharType="separate"/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sz w:val="20"/>
              </w:rPr>
              <w:fldChar w:fldCharType="end"/>
            </w:r>
            <w:permEnd w:id="915632153"/>
          </w:p>
        </w:tc>
      </w:tr>
      <w:permStart w:id="13773185" w:edGrp="everyone"/>
      <w:tr w:rsidR="006A466F" w:rsidRPr="00253CE6" w14:paraId="031E17CC" w14:textId="77777777" w:rsidTr="003E0229">
        <w:trPr>
          <w:trHeight w:val="553"/>
        </w:trPr>
        <w:tc>
          <w:tcPr>
            <w:tcW w:w="1250" w:type="pct"/>
            <w:tcBorders>
              <w:top w:val="dotted" w:sz="4" w:space="0" w:color="auto"/>
              <w:left w:val="single" w:sz="18" w:space="0" w:color="auto"/>
              <w:bottom w:val="single" w:sz="18" w:space="0" w:color="auto"/>
            </w:tcBorders>
          </w:tcPr>
          <w:p w14:paraId="3FA9D1FF" w14:textId="1AD4EFC4" w:rsidR="006A466F" w:rsidRDefault="006A466F" w:rsidP="006A466F">
            <w:r w:rsidRPr="002D6064">
              <w:rPr>
                <w:rFonts w:cs="Arial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6064">
              <w:rPr>
                <w:rFonts w:cs="Arial"/>
                <w:sz w:val="20"/>
              </w:rPr>
              <w:instrText xml:space="preserve"> FORMTEXT </w:instrText>
            </w:r>
            <w:r w:rsidRPr="002D6064">
              <w:rPr>
                <w:rFonts w:cs="Arial"/>
                <w:sz w:val="20"/>
              </w:rPr>
            </w:r>
            <w:r w:rsidRPr="002D6064">
              <w:rPr>
                <w:rFonts w:cs="Arial"/>
                <w:sz w:val="20"/>
              </w:rPr>
              <w:fldChar w:fldCharType="separate"/>
            </w:r>
            <w:r w:rsidRPr="002D6064">
              <w:rPr>
                <w:rFonts w:cs="Arial"/>
                <w:noProof/>
                <w:sz w:val="20"/>
              </w:rPr>
              <w:t> </w:t>
            </w:r>
            <w:r w:rsidRPr="002D6064">
              <w:rPr>
                <w:rFonts w:cs="Arial"/>
                <w:noProof/>
                <w:sz w:val="20"/>
              </w:rPr>
              <w:t> </w:t>
            </w:r>
            <w:r w:rsidRPr="002D6064">
              <w:rPr>
                <w:rFonts w:cs="Arial"/>
                <w:noProof/>
                <w:sz w:val="20"/>
              </w:rPr>
              <w:t> </w:t>
            </w:r>
            <w:r w:rsidRPr="002D6064">
              <w:rPr>
                <w:rFonts w:cs="Arial"/>
                <w:noProof/>
                <w:sz w:val="20"/>
              </w:rPr>
              <w:t> </w:t>
            </w:r>
            <w:r w:rsidRPr="002D6064">
              <w:rPr>
                <w:rFonts w:cs="Arial"/>
                <w:noProof/>
                <w:sz w:val="20"/>
              </w:rPr>
              <w:t> </w:t>
            </w:r>
            <w:r w:rsidRPr="002D6064">
              <w:rPr>
                <w:rFonts w:cs="Arial"/>
                <w:sz w:val="20"/>
              </w:rPr>
              <w:fldChar w:fldCharType="end"/>
            </w:r>
            <w:permEnd w:id="13773185"/>
          </w:p>
        </w:tc>
        <w:permStart w:id="573124608" w:edGrp="everyone"/>
        <w:tc>
          <w:tcPr>
            <w:tcW w:w="1250" w:type="pct"/>
            <w:tcBorders>
              <w:top w:val="dotted" w:sz="4" w:space="0" w:color="auto"/>
              <w:bottom w:val="single" w:sz="18" w:space="0" w:color="auto"/>
            </w:tcBorders>
          </w:tcPr>
          <w:p w14:paraId="70E9EF16" w14:textId="557498C5" w:rsidR="006A466F" w:rsidRDefault="006A466F" w:rsidP="006A466F">
            <w:r w:rsidRPr="007D031B">
              <w:rPr>
                <w:rFonts w:cs="Arial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D031B">
              <w:rPr>
                <w:rFonts w:cs="Arial"/>
                <w:sz w:val="20"/>
              </w:rPr>
              <w:instrText xml:space="preserve"> FORMTEXT </w:instrText>
            </w:r>
            <w:r w:rsidRPr="007D031B">
              <w:rPr>
                <w:rFonts w:cs="Arial"/>
                <w:sz w:val="20"/>
              </w:rPr>
            </w:r>
            <w:r w:rsidRPr="007D031B">
              <w:rPr>
                <w:rFonts w:cs="Arial"/>
                <w:sz w:val="20"/>
              </w:rPr>
              <w:fldChar w:fldCharType="separate"/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noProof/>
                <w:sz w:val="20"/>
              </w:rPr>
              <w:t> </w:t>
            </w:r>
            <w:r w:rsidRPr="007D031B">
              <w:rPr>
                <w:rFonts w:cs="Arial"/>
                <w:sz w:val="20"/>
              </w:rPr>
              <w:fldChar w:fldCharType="end"/>
            </w:r>
            <w:permEnd w:id="573124608"/>
          </w:p>
        </w:tc>
        <w:permStart w:id="330069283" w:edGrp="everyone"/>
        <w:tc>
          <w:tcPr>
            <w:tcW w:w="1250" w:type="pct"/>
            <w:tcBorders>
              <w:top w:val="dotted" w:sz="4" w:space="0" w:color="auto"/>
              <w:bottom w:val="single" w:sz="18" w:space="0" w:color="auto"/>
            </w:tcBorders>
          </w:tcPr>
          <w:p w14:paraId="59861BD2" w14:textId="6D3EF69B" w:rsidR="006A466F" w:rsidRDefault="006A466F" w:rsidP="006A466F">
            <w:r w:rsidRPr="00853434">
              <w:rPr>
                <w:rFonts w:cs="Arial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53434">
              <w:rPr>
                <w:rFonts w:cs="Arial"/>
                <w:sz w:val="20"/>
              </w:rPr>
              <w:instrText xml:space="preserve"> FORMTEXT </w:instrText>
            </w:r>
            <w:r w:rsidRPr="00853434">
              <w:rPr>
                <w:rFonts w:cs="Arial"/>
                <w:sz w:val="20"/>
              </w:rPr>
            </w:r>
            <w:r w:rsidRPr="00853434">
              <w:rPr>
                <w:rFonts w:cs="Arial"/>
                <w:sz w:val="20"/>
              </w:rPr>
              <w:fldChar w:fldCharType="separate"/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noProof/>
                <w:sz w:val="20"/>
              </w:rPr>
              <w:t> </w:t>
            </w:r>
            <w:r w:rsidRPr="00853434">
              <w:rPr>
                <w:rFonts w:cs="Arial"/>
                <w:sz w:val="20"/>
              </w:rPr>
              <w:fldChar w:fldCharType="end"/>
            </w:r>
            <w:permEnd w:id="330069283"/>
          </w:p>
        </w:tc>
        <w:permStart w:id="1704882109" w:edGrp="everyone"/>
        <w:tc>
          <w:tcPr>
            <w:tcW w:w="1250" w:type="pct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</w:tcPr>
          <w:p w14:paraId="08E638CF" w14:textId="26D7CDE5" w:rsidR="006A466F" w:rsidRDefault="006A466F" w:rsidP="006A466F">
            <w:r w:rsidRPr="00CA2D82">
              <w:rPr>
                <w:rFonts w:cs="Arial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A2D82">
              <w:rPr>
                <w:rFonts w:cs="Arial"/>
                <w:sz w:val="20"/>
              </w:rPr>
              <w:instrText xml:space="preserve"> FORMTEXT </w:instrText>
            </w:r>
            <w:r w:rsidRPr="00CA2D82">
              <w:rPr>
                <w:rFonts w:cs="Arial"/>
                <w:sz w:val="20"/>
              </w:rPr>
            </w:r>
            <w:r w:rsidRPr="00CA2D82">
              <w:rPr>
                <w:rFonts w:cs="Arial"/>
                <w:sz w:val="20"/>
              </w:rPr>
              <w:fldChar w:fldCharType="separate"/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noProof/>
                <w:sz w:val="20"/>
              </w:rPr>
              <w:t> </w:t>
            </w:r>
            <w:r w:rsidRPr="00CA2D82">
              <w:rPr>
                <w:rFonts w:cs="Arial"/>
                <w:sz w:val="20"/>
              </w:rPr>
              <w:fldChar w:fldCharType="end"/>
            </w:r>
            <w:permEnd w:id="1704882109"/>
          </w:p>
        </w:tc>
      </w:tr>
    </w:tbl>
    <w:p w14:paraId="3483A23C" w14:textId="77777777" w:rsidR="00B77A48" w:rsidRPr="00B77A48" w:rsidRDefault="00B77A48" w:rsidP="00B77A48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18"/>
          <w:szCs w:val="18"/>
          <w:highlight w:val="yellow"/>
          <w:u w:val="single"/>
        </w:rPr>
      </w:pPr>
    </w:p>
    <w:p w14:paraId="38F3A952" w14:textId="77777777" w:rsidR="00B77A48" w:rsidRDefault="00B77A48" w:rsidP="00B77A48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18"/>
          <w:szCs w:val="18"/>
          <w:u w:val="single"/>
        </w:rPr>
      </w:pPr>
    </w:p>
    <w:p w14:paraId="76B3913E" w14:textId="77777777" w:rsidR="00B77A48" w:rsidRPr="006A466F" w:rsidRDefault="00B77A48" w:rsidP="00B77A48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20"/>
          <w:u w:val="single"/>
        </w:rPr>
      </w:pPr>
      <w:r w:rsidRPr="006A466F">
        <w:rPr>
          <w:sz w:val="20"/>
          <w:u w:val="single"/>
        </w:rPr>
        <w:t>Anmerkung zu Änderungsmeldungen</w:t>
      </w:r>
    </w:p>
    <w:p w14:paraId="61D7EB49" w14:textId="562AEB66" w:rsidR="00A143BE" w:rsidRPr="006A466F" w:rsidRDefault="00A143BE" w:rsidP="006A466F">
      <w:pPr>
        <w:pStyle w:val="Body8ptFeederBold"/>
        <w:spacing w:before="120" w:after="120"/>
        <w:jc w:val="left"/>
        <w:rPr>
          <w:b w:val="0"/>
          <w:bCs/>
          <w:sz w:val="20"/>
        </w:rPr>
      </w:pPr>
      <w:r w:rsidRPr="006A466F">
        <w:rPr>
          <w:b w:val="0"/>
          <w:bCs/>
          <w:sz w:val="20"/>
        </w:rPr>
        <w:t xml:space="preserve">Verspätete oder unterlassene Meldungen von mitteilungspflichtigen Änderungen, die Auswirkungen auf die Träger- und/oder Maßnahmezulassung haben, können zur Aussetzung bzw. zum Entzug der Zulassung führen (§ 181 Abs. 7 i.V.m. § 177 Abs. 4 SGB III). </w:t>
      </w:r>
    </w:p>
    <w:p w14:paraId="336A41C9" w14:textId="73302640" w:rsidR="00B77A48" w:rsidRPr="006A466F" w:rsidRDefault="00A143BE" w:rsidP="00A143BE">
      <w:pPr>
        <w:pStyle w:val="Body8ptFeederBold"/>
        <w:spacing w:before="120"/>
        <w:jc w:val="left"/>
        <w:rPr>
          <w:sz w:val="20"/>
        </w:rPr>
      </w:pPr>
      <w:r w:rsidRPr="006A466F">
        <w:rPr>
          <w:sz w:val="20"/>
        </w:rPr>
        <w:t xml:space="preserve">Eine Änderungsanzeige muss innerhalb von </w:t>
      </w:r>
      <w:r w:rsidR="007F7146" w:rsidRPr="006A466F">
        <w:rPr>
          <w:sz w:val="20"/>
        </w:rPr>
        <w:t>4</w:t>
      </w:r>
      <w:r w:rsidRPr="006A466F">
        <w:rPr>
          <w:sz w:val="20"/>
        </w:rPr>
        <w:t xml:space="preserve"> Wochen nach Eintritt der Änderung erfolgen.</w:t>
      </w:r>
    </w:p>
    <w:p w14:paraId="0E6A95F0" w14:textId="77777777" w:rsidR="00A143BE" w:rsidRDefault="00A143BE" w:rsidP="00A143BE">
      <w:pPr>
        <w:pStyle w:val="Body8ptFeederBold"/>
        <w:spacing w:before="120"/>
        <w:jc w:val="left"/>
        <w:rPr>
          <w:bCs/>
          <w:i/>
          <w:iCs/>
          <w:sz w:val="18"/>
          <w:szCs w:val="18"/>
        </w:rPr>
      </w:pPr>
    </w:p>
    <w:p w14:paraId="2A06CA77" w14:textId="709A88BC" w:rsidR="00AD1940" w:rsidRDefault="00AD1940" w:rsidP="00AD1940">
      <w:pPr>
        <w:pStyle w:val="Body8ptFeederBold"/>
        <w:spacing w:before="120"/>
        <w:ind w:left="142"/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 xml:space="preserve">Anlagen können </w:t>
      </w:r>
      <w:r w:rsidR="00D24DCC">
        <w:rPr>
          <w:bCs/>
          <w:i/>
          <w:iCs/>
          <w:sz w:val="18"/>
          <w:szCs w:val="18"/>
        </w:rPr>
        <w:t xml:space="preserve">als Muster </w:t>
      </w:r>
      <w:r>
        <w:rPr>
          <w:bCs/>
          <w:i/>
          <w:iCs/>
          <w:sz w:val="18"/>
          <w:szCs w:val="18"/>
        </w:rPr>
        <w:t xml:space="preserve">unter der Internetadresse </w:t>
      </w:r>
      <w:hyperlink r:id="rId8" w:history="1">
        <w:r w:rsidRPr="002F3ADD">
          <w:rPr>
            <w:rStyle w:val="Hyperlink"/>
            <w:bCs/>
            <w:i/>
            <w:iCs/>
            <w:sz w:val="18"/>
            <w:szCs w:val="18"/>
          </w:rPr>
          <w:t>www.tuv.com/fks</w:t>
        </w:r>
      </w:hyperlink>
      <w:r>
        <w:rPr>
          <w:bCs/>
          <w:i/>
          <w:iCs/>
          <w:sz w:val="18"/>
          <w:szCs w:val="18"/>
        </w:rPr>
        <w:t xml:space="preserve"> heruntergeladen werden.</w:t>
      </w:r>
      <w:r w:rsidR="00D24DCC">
        <w:rPr>
          <w:bCs/>
          <w:i/>
          <w:iCs/>
          <w:sz w:val="18"/>
          <w:szCs w:val="18"/>
        </w:rPr>
        <w:t xml:space="preserve"> </w:t>
      </w:r>
    </w:p>
    <w:p w14:paraId="61920C7F" w14:textId="77777777" w:rsidR="00BA1831" w:rsidRDefault="00BA1831" w:rsidP="00AD1940">
      <w:pPr>
        <w:pStyle w:val="Body8ptFeederBold"/>
        <w:spacing w:before="120"/>
        <w:ind w:left="142"/>
        <w:jc w:val="center"/>
        <w:rPr>
          <w:bCs/>
          <w:i/>
          <w:iCs/>
          <w:sz w:val="18"/>
          <w:szCs w:val="18"/>
        </w:rPr>
      </w:pPr>
    </w:p>
    <w:tbl>
      <w:tblPr>
        <w:tblStyle w:val="Tabellenraster"/>
        <w:tblW w:w="9337" w:type="dxa"/>
        <w:tblInd w:w="27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112"/>
        <w:gridCol w:w="3112"/>
        <w:gridCol w:w="3113"/>
      </w:tblGrid>
      <w:tr w:rsidR="00BA1831" w:rsidRPr="00253CE6" w14:paraId="545F2AE2" w14:textId="77777777" w:rsidTr="00BA1831">
        <w:tc>
          <w:tcPr>
            <w:tcW w:w="1666" w:type="pct"/>
            <w:shd w:val="clear" w:color="auto" w:fill="F2F2F2" w:themeFill="background1" w:themeFillShade="F2"/>
          </w:tcPr>
          <w:p w14:paraId="3AF6591A" w14:textId="77777777" w:rsidR="00BA1831" w:rsidRPr="00253CE6" w:rsidRDefault="00BA1831" w:rsidP="00BA1831">
            <w:pPr>
              <w:spacing w:line="0" w:lineRule="atLeast"/>
              <w:ind w:left="2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 (Träger)</w:t>
            </w:r>
          </w:p>
        </w:tc>
        <w:tc>
          <w:tcPr>
            <w:tcW w:w="1666" w:type="pct"/>
            <w:shd w:val="clear" w:color="auto" w:fill="F2F2F2" w:themeFill="background1" w:themeFillShade="F2"/>
          </w:tcPr>
          <w:p w14:paraId="17C502AE" w14:textId="77777777" w:rsidR="00BA1831" w:rsidRPr="00253CE6" w:rsidRDefault="00BA1831" w:rsidP="00E11B4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 (temporärer Standort)</w:t>
            </w:r>
          </w:p>
        </w:tc>
        <w:tc>
          <w:tcPr>
            <w:tcW w:w="1667" w:type="pct"/>
            <w:shd w:val="clear" w:color="auto" w:fill="F2F2F2" w:themeFill="background1" w:themeFillShade="F2"/>
          </w:tcPr>
          <w:p w14:paraId="7C048494" w14:textId="77777777" w:rsidR="00BA1831" w:rsidRPr="00253CE6" w:rsidRDefault="00BA1831" w:rsidP="00BA183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 (Maßnahme)</w:t>
            </w:r>
          </w:p>
        </w:tc>
      </w:tr>
      <w:tr w:rsidR="00BA1831" w:rsidRPr="00253CE6" w14:paraId="2CF2ABE9" w14:textId="77777777" w:rsidTr="00FC6644">
        <w:trPr>
          <w:trHeight w:val="812"/>
        </w:trPr>
        <w:tc>
          <w:tcPr>
            <w:tcW w:w="1666" w:type="pct"/>
          </w:tcPr>
          <w:p w14:paraId="61FD0986" w14:textId="77777777" w:rsidR="004E7B02" w:rsidRPr="0023626D" w:rsidRDefault="004E7B02" w:rsidP="00FC6644">
            <w:pPr>
              <w:pStyle w:val="Body8ptFeederBold"/>
              <w:tabs>
                <w:tab w:val="left" w:pos="2704"/>
              </w:tabs>
              <w:spacing w:before="60" w:after="60"/>
              <w:ind w:left="301" w:right="-108" w:hanging="318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t xml:space="preserve">A1) </w:t>
            </w:r>
            <w:permStart w:id="925849443" w:edGrp="everyone"/>
            <w:sdt>
              <w:sdtPr>
                <w:rPr>
                  <w:b w:val="0"/>
                  <w:sz w:val="28"/>
                  <w:szCs w:val="28"/>
                </w:rPr>
                <w:id w:val="-201059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466F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925849443"/>
          </w:p>
          <w:p w14:paraId="43634953" w14:textId="77777777" w:rsidR="004E7B02" w:rsidRPr="0023626D" w:rsidRDefault="00BA1831" w:rsidP="003F66EF">
            <w:pPr>
              <w:pStyle w:val="Body8ptFeederBold"/>
              <w:tabs>
                <w:tab w:val="left" w:pos="2704"/>
              </w:tabs>
              <w:spacing w:before="60" w:after="60"/>
              <w:ind w:left="0" w:right="-108"/>
              <w:jc w:val="left"/>
              <w:rPr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>Umfirmierung, Namens</w:t>
            </w:r>
            <w:r w:rsidR="003F66EF" w:rsidRPr="0023626D">
              <w:rPr>
                <w:sz w:val="18"/>
                <w:szCs w:val="18"/>
              </w:rPr>
              <w:t>än-</w:t>
            </w:r>
            <w:r w:rsidR="003F66EF" w:rsidRPr="0023626D">
              <w:rPr>
                <w:sz w:val="18"/>
                <w:szCs w:val="18"/>
              </w:rPr>
              <w:br/>
              <w:t>d</w:t>
            </w:r>
            <w:r w:rsidRPr="0023626D">
              <w:rPr>
                <w:sz w:val="18"/>
                <w:szCs w:val="18"/>
              </w:rPr>
              <w:t>erung</w:t>
            </w:r>
          </w:p>
          <w:p w14:paraId="5300C15B" w14:textId="77777777" w:rsidR="00A15EB9" w:rsidRPr="0023626D" w:rsidRDefault="00E11B42" w:rsidP="00FC6644">
            <w:pPr>
              <w:pStyle w:val="Body8ptFeederBold"/>
              <w:tabs>
                <w:tab w:val="left" w:pos="2704"/>
              </w:tabs>
              <w:spacing w:before="60" w:after="60"/>
              <w:ind w:left="17" w:right="-108" w:hanging="17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lastRenderedPageBreak/>
              <w:t>Einzureichende</w:t>
            </w:r>
            <w:r w:rsidR="00A15EB9" w:rsidRPr="0023626D">
              <w:rPr>
                <w:b w:val="0"/>
                <w:sz w:val="18"/>
                <w:szCs w:val="18"/>
              </w:rPr>
              <w:t xml:space="preserve"> Anlagen</w:t>
            </w:r>
            <w:r w:rsidR="00B9148D" w:rsidRPr="0023626D">
              <w:rPr>
                <w:b w:val="0"/>
                <w:sz w:val="18"/>
                <w:szCs w:val="18"/>
              </w:rPr>
              <w:t>, ausgestellt auf die neue Rechtsform oder des Namens des Trägers:</w:t>
            </w:r>
          </w:p>
          <w:p w14:paraId="5F068F7B" w14:textId="77777777" w:rsidR="00A15EB9" w:rsidRPr="0023626D" w:rsidRDefault="00A15EB9" w:rsidP="003F66EF">
            <w:pPr>
              <w:pStyle w:val="Listenabsatz"/>
              <w:numPr>
                <w:ilvl w:val="0"/>
                <w:numId w:val="34"/>
              </w:numPr>
              <w:ind w:left="159" w:hanging="159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Anlage „Änderung Trägerzulassung“</w:t>
            </w:r>
          </w:p>
          <w:p w14:paraId="19BB5035" w14:textId="77777777" w:rsidR="00A15EB9" w:rsidRPr="0023626D" w:rsidRDefault="00A15EB9" w:rsidP="00FC6644">
            <w:pPr>
              <w:pStyle w:val="Listenabsatz"/>
              <w:numPr>
                <w:ilvl w:val="0"/>
                <w:numId w:val="34"/>
              </w:numPr>
              <w:ind w:left="156" w:right="46" w:hanging="156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Anlage „Erklärung des Trägers“</w:t>
            </w:r>
          </w:p>
          <w:p w14:paraId="4200B1A8" w14:textId="77777777" w:rsidR="00A15EB9" w:rsidRPr="0023626D" w:rsidRDefault="00A15EB9" w:rsidP="00FC6644">
            <w:pPr>
              <w:pStyle w:val="Listenabsatz"/>
              <w:numPr>
                <w:ilvl w:val="0"/>
                <w:numId w:val="34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Aktueller chronol</w:t>
            </w:r>
            <w:r w:rsidR="00B9148D" w:rsidRPr="0023626D">
              <w:rPr>
                <w:i/>
                <w:sz w:val="18"/>
                <w:szCs w:val="18"/>
              </w:rPr>
              <w:t>o</w:t>
            </w:r>
            <w:r w:rsidRPr="0023626D">
              <w:rPr>
                <w:i/>
                <w:sz w:val="18"/>
                <w:szCs w:val="18"/>
              </w:rPr>
              <w:t>gischer Handelsregisterauszug / Vereinsregisterauszug</w:t>
            </w:r>
            <w:r w:rsidRPr="0023626D">
              <w:rPr>
                <w:rFonts w:cs="Arial"/>
                <w:i/>
                <w:sz w:val="18"/>
                <w:szCs w:val="18"/>
              </w:rPr>
              <w:t>/ Gewerbean /-ummeldung</w:t>
            </w:r>
          </w:p>
          <w:p w14:paraId="2FAC60E9" w14:textId="77777777" w:rsidR="00A15EB9" w:rsidRPr="0023626D" w:rsidRDefault="00A15EB9" w:rsidP="00FC6644">
            <w:pPr>
              <w:pStyle w:val="Listenabsatz"/>
              <w:numPr>
                <w:ilvl w:val="0"/>
                <w:numId w:val="34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Gesellschaftervertrag</w:t>
            </w:r>
            <w:r w:rsidR="00B9148D" w:rsidRPr="0023626D">
              <w:rPr>
                <w:i/>
                <w:sz w:val="18"/>
                <w:szCs w:val="18"/>
              </w:rPr>
              <w:t xml:space="preserve"> (optional)</w:t>
            </w:r>
          </w:p>
          <w:p w14:paraId="030E8D2F" w14:textId="77777777" w:rsidR="00B9148D" w:rsidRPr="0023626D" w:rsidRDefault="00A15EB9" w:rsidP="00FC6644">
            <w:pPr>
              <w:pStyle w:val="Listenabsatz"/>
              <w:numPr>
                <w:ilvl w:val="0"/>
                <w:numId w:val="34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Betriebshaftpflicht</w:t>
            </w:r>
          </w:p>
          <w:p w14:paraId="604B02F0" w14:textId="77777777" w:rsidR="00A15EB9" w:rsidRPr="0023626D" w:rsidRDefault="00A15EB9" w:rsidP="00FC6644">
            <w:pPr>
              <w:pStyle w:val="Listenabsatz"/>
              <w:numPr>
                <w:ilvl w:val="0"/>
                <w:numId w:val="34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Bescheinigung der zuständigen Berufsgenossenschaft</w:t>
            </w:r>
            <w:r w:rsidR="00B9148D" w:rsidRPr="0023626D">
              <w:rPr>
                <w:i/>
                <w:sz w:val="18"/>
                <w:szCs w:val="18"/>
              </w:rPr>
              <w:t xml:space="preserve"> </w:t>
            </w:r>
          </w:p>
          <w:p w14:paraId="38BC9A3D" w14:textId="77777777" w:rsidR="00A15EB9" w:rsidRPr="0023626D" w:rsidRDefault="00A15EB9" w:rsidP="00FC6644">
            <w:pPr>
              <w:pStyle w:val="Listenabsatz"/>
              <w:numPr>
                <w:ilvl w:val="0"/>
                <w:numId w:val="34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Bescheinigung in Steuersachen</w:t>
            </w:r>
          </w:p>
          <w:p w14:paraId="3675F9F7" w14:textId="77777777" w:rsidR="00A15EB9" w:rsidRPr="0023626D" w:rsidRDefault="00B9148D" w:rsidP="00FC6644">
            <w:pPr>
              <w:pStyle w:val="Listenabsatz"/>
              <w:numPr>
                <w:ilvl w:val="0"/>
                <w:numId w:val="34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rFonts w:cs="Arial"/>
                <w:i/>
                <w:sz w:val="18"/>
                <w:szCs w:val="18"/>
              </w:rPr>
              <w:t>Aktuelles Organigramm</w:t>
            </w:r>
          </w:p>
          <w:p w14:paraId="67035078" w14:textId="77777777" w:rsidR="00B9148D" w:rsidRPr="0023626D" w:rsidRDefault="00B9148D" w:rsidP="00FC6644">
            <w:pPr>
              <w:pStyle w:val="Listenabsatz"/>
              <w:numPr>
                <w:ilvl w:val="0"/>
                <w:numId w:val="34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rFonts w:cs="Arial"/>
                <w:i/>
                <w:sz w:val="18"/>
                <w:szCs w:val="18"/>
              </w:rPr>
              <w:t>Aktuelle Prozess</w:t>
            </w:r>
            <w:r w:rsidR="002F6A37" w:rsidRPr="0023626D">
              <w:rPr>
                <w:rFonts w:cs="Arial"/>
                <w:i/>
                <w:sz w:val="18"/>
                <w:szCs w:val="18"/>
              </w:rPr>
              <w:t>übersicht</w:t>
            </w:r>
          </w:p>
          <w:p w14:paraId="05330056" w14:textId="77777777" w:rsidR="00B9148D" w:rsidRPr="0023626D" w:rsidRDefault="00B9148D" w:rsidP="00FC6644">
            <w:pPr>
              <w:pStyle w:val="Listenabsatz"/>
              <w:numPr>
                <w:ilvl w:val="0"/>
                <w:numId w:val="34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rFonts w:cs="Arial"/>
                <w:i/>
                <w:sz w:val="18"/>
                <w:szCs w:val="18"/>
              </w:rPr>
              <w:t>Anlage Infrastruktur für alle zugelassenen Standorte</w:t>
            </w:r>
          </w:p>
          <w:p w14:paraId="10A09692" w14:textId="77777777" w:rsidR="00BA1831" w:rsidRPr="0023626D" w:rsidRDefault="00B9148D" w:rsidP="00FC6644">
            <w:pPr>
              <w:pStyle w:val="Listenabsatz"/>
              <w:numPr>
                <w:ilvl w:val="0"/>
                <w:numId w:val="34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rFonts w:cs="Arial"/>
                <w:i/>
                <w:sz w:val="18"/>
                <w:szCs w:val="18"/>
              </w:rPr>
              <w:t>Berechtigungen Dritter</w:t>
            </w:r>
          </w:p>
        </w:tc>
        <w:tc>
          <w:tcPr>
            <w:tcW w:w="1666" w:type="pct"/>
          </w:tcPr>
          <w:p w14:paraId="7BBD22C5" w14:textId="77777777" w:rsidR="004E7B02" w:rsidRPr="0023626D" w:rsidRDefault="004E7B02" w:rsidP="00FC6644">
            <w:pPr>
              <w:ind w:right="-255"/>
              <w:jc w:val="left"/>
              <w:rPr>
                <w:b/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lastRenderedPageBreak/>
              <w:t xml:space="preserve">B1) </w:t>
            </w:r>
            <w:permStart w:id="1239770363" w:edGrp="everyone"/>
            <w:sdt>
              <w:sdtPr>
                <w:rPr>
                  <w:sz w:val="28"/>
                  <w:szCs w:val="28"/>
                </w:rPr>
                <w:id w:val="1979260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4783" w:rsidRPr="006A466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DB594B" w:rsidRPr="0023626D">
              <w:rPr>
                <w:sz w:val="24"/>
                <w:szCs w:val="24"/>
              </w:rPr>
              <w:t xml:space="preserve"> </w:t>
            </w:r>
            <w:permEnd w:id="1239770363"/>
            <w:r w:rsidR="005157CD" w:rsidRPr="0023626D">
              <w:rPr>
                <w:sz w:val="24"/>
                <w:szCs w:val="24"/>
              </w:rPr>
              <w:br/>
            </w:r>
            <w:r w:rsidR="00E11B42" w:rsidRPr="0023626D">
              <w:rPr>
                <w:b/>
                <w:sz w:val="18"/>
                <w:szCs w:val="18"/>
              </w:rPr>
              <w:t>N</w:t>
            </w:r>
            <w:r w:rsidR="00DB594B" w:rsidRPr="0023626D">
              <w:rPr>
                <w:b/>
                <w:sz w:val="18"/>
                <w:szCs w:val="18"/>
              </w:rPr>
              <w:t>euer temporärer Standort</w:t>
            </w:r>
          </w:p>
          <w:p w14:paraId="21EBE790" w14:textId="77777777" w:rsidR="00E11B42" w:rsidRPr="0023626D" w:rsidRDefault="00E11B42" w:rsidP="00FC6644">
            <w:pPr>
              <w:ind w:right="-255"/>
              <w:jc w:val="left"/>
              <w:rPr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>Einzureichende Unterlagen:</w:t>
            </w:r>
          </w:p>
          <w:p w14:paraId="721F4CDC" w14:textId="77777777" w:rsidR="00BA1831" w:rsidRPr="0023626D" w:rsidRDefault="00BA1831" w:rsidP="00FC6644">
            <w:pPr>
              <w:pStyle w:val="Listenabsatz"/>
              <w:numPr>
                <w:ilvl w:val="0"/>
                <w:numId w:val="34"/>
              </w:numPr>
              <w:ind w:left="159" w:right="-91" w:hanging="159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lastRenderedPageBreak/>
              <w:t>Anlage „Infrastruktur, techn. Ausstattung“</w:t>
            </w:r>
          </w:p>
          <w:p w14:paraId="35D4940D" w14:textId="77777777" w:rsidR="002F6A37" w:rsidRPr="0023626D" w:rsidRDefault="002F6A37" w:rsidP="00FC6644">
            <w:pPr>
              <w:pStyle w:val="Listenabsatz"/>
              <w:numPr>
                <w:ilvl w:val="0"/>
                <w:numId w:val="34"/>
              </w:numPr>
              <w:ind w:left="156" w:right="-92" w:hanging="156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Mietvertrag / Kooperationsverein-</w:t>
            </w:r>
            <w:r w:rsidRPr="0023626D">
              <w:rPr>
                <w:i/>
                <w:sz w:val="18"/>
                <w:szCs w:val="18"/>
              </w:rPr>
              <w:br/>
              <w:t>barung / Zertifikate Kooperationspartner</w:t>
            </w:r>
          </w:p>
          <w:p w14:paraId="37408194" w14:textId="77777777" w:rsidR="002F6A37" w:rsidRPr="0023626D" w:rsidRDefault="002F6A37" w:rsidP="00FC6644">
            <w:pPr>
              <w:pStyle w:val="Listenabsatz"/>
              <w:numPr>
                <w:ilvl w:val="0"/>
                <w:numId w:val="34"/>
              </w:numPr>
              <w:ind w:left="156" w:right="-92" w:hanging="156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Grundrisspläne, Raumübersicht, ggf. Bilder</w:t>
            </w:r>
          </w:p>
          <w:p w14:paraId="40B7CFDA" w14:textId="77777777" w:rsidR="00BA1831" w:rsidRPr="0023626D" w:rsidRDefault="002F6A37" w:rsidP="00FC6644">
            <w:pPr>
              <w:pStyle w:val="Listenabsatz"/>
              <w:numPr>
                <w:ilvl w:val="0"/>
                <w:numId w:val="34"/>
              </w:numPr>
              <w:ind w:left="156" w:right="-92" w:hanging="156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Bei erstmaliger Meldung:  Verfahrens-, Prozess- oder Arbeitsanweisung zur Anmietung von temporären Standorten</w:t>
            </w:r>
          </w:p>
          <w:p w14:paraId="66ADA3CD" w14:textId="77777777" w:rsidR="00BA1831" w:rsidRPr="0023626D" w:rsidRDefault="00BA1831" w:rsidP="00FC6644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667" w:type="pct"/>
          </w:tcPr>
          <w:p w14:paraId="2E71E5DC" w14:textId="77777777" w:rsidR="000D4783" w:rsidRPr="0023626D" w:rsidRDefault="000D4783" w:rsidP="00FC6644">
            <w:pPr>
              <w:pStyle w:val="Body8ptFeederBold"/>
              <w:tabs>
                <w:tab w:val="left" w:pos="0"/>
              </w:tabs>
              <w:spacing w:before="60" w:after="60"/>
              <w:ind w:left="34" w:right="0" w:hanging="34"/>
              <w:jc w:val="left"/>
              <w:rPr>
                <w:sz w:val="18"/>
                <w:szCs w:val="18"/>
                <w:u w:val="single"/>
              </w:rPr>
            </w:pPr>
            <w:r w:rsidRPr="0023626D">
              <w:rPr>
                <w:b w:val="0"/>
                <w:sz w:val="18"/>
                <w:szCs w:val="18"/>
              </w:rPr>
              <w:lastRenderedPageBreak/>
              <w:t>C1)</w:t>
            </w:r>
            <w:r w:rsidRPr="0023626D">
              <w:rPr>
                <w:sz w:val="18"/>
                <w:szCs w:val="18"/>
              </w:rPr>
              <w:t xml:space="preserve"> </w:t>
            </w:r>
            <w:permStart w:id="554791270" w:edGrp="everyone"/>
            <w:sdt>
              <w:sdtPr>
                <w:rPr>
                  <w:b w:val="0"/>
                  <w:sz w:val="28"/>
                  <w:szCs w:val="28"/>
                </w:rPr>
                <w:id w:val="-23331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C52" w:rsidRPr="006A466F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554791270"/>
          </w:p>
          <w:p w14:paraId="628C0276" w14:textId="77777777" w:rsidR="00BA1831" w:rsidRPr="0023626D" w:rsidRDefault="00405744" w:rsidP="00FC6644">
            <w:pPr>
              <w:pStyle w:val="Body8ptFeederBold"/>
              <w:tabs>
                <w:tab w:val="left" w:pos="0"/>
              </w:tabs>
              <w:spacing w:before="60" w:after="60"/>
              <w:ind w:left="34" w:right="0" w:hanging="34"/>
              <w:jc w:val="left"/>
              <w:rPr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 xml:space="preserve">Änderung der Maßnahme-Zertifikate auf Grund von Änderungen </w:t>
            </w:r>
            <w:r w:rsidRPr="0023626D">
              <w:rPr>
                <w:sz w:val="18"/>
                <w:szCs w:val="18"/>
              </w:rPr>
              <w:lastRenderedPageBreak/>
              <w:t>durch Umfirmierung, Namensänderung, Sitzverlegung des Trägers (Zentrale)</w:t>
            </w:r>
          </w:p>
          <w:p w14:paraId="7B1315D2" w14:textId="77777777" w:rsidR="006A466F" w:rsidRDefault="006A466F" w:rsidP="00FC6644">
            <w:pPr>
              <w:jc w:val="left"/>
              <w:rPr>
                <w:b/>
                <w:sz w:val="18"/>
                <w:szCs w:val="18"/>
              </w:rPr>
            </w:pPr>
          </w:p>
          <w:permStart w:id="819477715" w:edGrp="everyone"/>
          <w:p w14:paraId="0299609A" w14:textId="5D17F4B1" w:rsidR="002C61DB" w:rsidRPr="00177005" w:rsidRDefault="002C61DB" w:rsidP="00177005">
            <w:pPr>
              <w:spacing w:before="120" w:after="120"/>
              <w:jc w:val="left"/>
              <w:rPr>
                <w:bCs/>
                <w:sz w:val="20"/>
              </w:rPr>
            </w:pPr>
            <w:r w:rsidRPr="00177005">
              <w:rPr>
                <w:bCs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77005">
              <w:rPr>
                <w:bCs/>
                <w:sz w:val="20"/>
              </w:rPr>
              <w:instrText xml:space="preserve"> FORMTEXT </w:instrText>
            </w:r>
            <w:r w:rsidRPr="00177005">
              <w:rPr>
                <w:bCs/>
                <w:sz w:val="20"/>
              </w:rPr>
            </w:r>
            <w:r w:rsidRPr="00177005">
              <w:rPr>
                <w:bCs/>
                <w:sz w:val="20"/>
              </w:rPr>
              <w:fldChar w:fldCharType="separate"/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sz w:val="20"/>
              </w:rPr>
              <w:fldChar w:fldCharType="end"/>
            </w:r>
          </w:p>
          <w:p w14:paraId="7E66D84B" w14:textId="77777777" w:rsidR="002C61DB" w:rsidRPr="00177005" w:rsidRDefault="002C61DB" w:rsidP="00177005">
            <w:pPr>
              <w:spacing w:before="120" w:after="120"/>
              <w:jc w:val="left"/>
              <w:rPr>
                <w:bCs/>
                <w:sz w:val="20"/>
              </w:rPr>
            </w:pPr>
            <w:r w:rsidRPr="00177005">
              <w:rPr>
                <w:bCs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77005">
              <w:rPr>
                <w:bCs/>
                <w:sz w:val="20"/>
              </w:rPr>
              <w:instrText xml:space="preserve"> FORMTEXT </w:instrText>
            </w:r>
            <w:r w:rsidRPr="00177005">
              <w:rPr>
                <w:bCs/>
                <w:sz w:val="20"/>
              </w:rPr>
            </w:r>
            <w:r w:rsidRPr="00177005">
              <w:rPr>
                <w:bCs/>
                <w:sz w:val="20"/>
              </w:rPr>
              <w:fldChar w:fldCharType="separate"/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sz w:val="20"/>
              </w:rPr>
              <w:fldChar w:fldCharType="end"/>
            </w:r>
          </w:p>
          <w:p w14:paraId="511BA76C" w14:textId="1608F9C4" w:rsidR="003F505E" w:rsidRPr="0023626D" w:rsidRDefault="003F505E" w:rsidP="00177005">
            <w:pPr>
              <w:spacing w:before="120" w:after="120"/>
              <w:jc w:val="left"/>
              <w:rPr>
                <w:rFonts w:cs="Arial"/>
                <w:sz w:val="18"/>
                <w:szCs w:val="18"/>
              </w:rPr>
            </w:pPr>
            <w:r w:rsidRPr="00177005">
              <w:rPr>
                <w:rFonts w:cs="Arial"/>
                <w:bCs/>
                <w:sz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0" w:name="Text30"/>
            <w:r w:rsidRPr="00177005">
              <w:rPr>
                <w:rFonts w:cs="Arial"/>
                <w:bCs/>
                <w:sz w:val="20"/>
              </w:rPr>
              <w:instrText xml:space="preserve"> FORMTEXT </w:instrText>
            </w:r>
            <w:r w:rsidRPr="00177005">
              <w:rPr>
                <w:rFonts w:cs="Arial"/>
                <w:bCs/>
                <w:sz w:val="20"/>
              </w:rPr>
            </w:r>
            <w:r w:rsidRPr="00177005">
              <w:rPr>
                <w:rFonts w:cs="Arial"/>
                <w:bCs/>
                <w:sz w:val="20"/>
              </w:rPr>
              <w:fldChar w:fldCharType="separate"/>
            </w:r>
            <w:r w:rsidRPr="00177005">
              <w:rPr>
                <w:rFonts w:cs="Arial"/>
                <w:bCs/>
                <w:noProof/>
                <w:sz w:val="20"/>
              </w:rPr>
              <w:t> </w:t>
            </w:r>
            <w:r w:rsidRPr="00177005">
              <w:rPr>
                <w:rFonts w:cs="Arial"/>
                <w:bCs/>
                <w:noProof/>
                <w:sz w:val="20"/>
              </w:rPr>
              <w:t> </w:t>
            </w:r>
            <w:r w:rsidRPr="00177005">
              <w:rPr>
                <w:rFonts w:cs="Arial"/>
                <w:bCs/>
                <w:noProof/>
                <w:sz w:val="20"/>
              </w:rPr>
              <w:t> </w:t>
            </w:r>
            <w:r w:rsidRPr="00177005">
              <w:rPr>
                <w:rFonts w:cs="Arial"/>
                <w:bCs/>
                <w:noProof/>
                <w:sz w:val="20"/>
              </w:rPr>
              <w:t> </w:t>
            </w:r>
            <w:r w:rsidRPr="00177005">
              <w:rPr>
                <w:rFonts w:cs="Arial"/>
                <w:bCs/>
                <w:noProof/>
                <w:sz w:val="20"/>
              </w:rPr>
              <w:t> </w:t>
            </w:r>
            <w:r w:rsidRPr="00177005">
              <w:rPr>
                <w:rFonts w:cs="Arial"/>
                <w:bCs/>
                <w:sz w:val="20"/>
              </w:rPr>
              <w:fldChar w:fldCharType="end"/>
            </w:r>
            <w:bookmarkEnd w:id="10"/>
            <w:permEnd w:id="819477715"/>
          </w:p>
        </w:tc>
      </w:tr>
      <w:tr w:rsidR="00BA1831" w:rsidRPr="00253CE6" w14:paraId="0C5C0A3A" w14:textId="77777777" w:rsidTr="002C61DB">
        <w:trPr>
          <w:trHeight w:val="1100"/>
        </w:trPr>
        <w:tc>
          <w:tcPr>
            <w:tcW w:w="1666" w:type="pct"/>
          </w:tcPr>
          <w:p w14:paraId="74B9D3AC" w14:textId="77777777" w:rsidR="004E7B02" w:rsidRPr="0023626D" w:rsidRDefault="004E7B02" w:rsidP="00FC6644">
            <w:pPr>
              <w:pStyle w:val="Body8ptFeederBold"/>
              <w:tabs>
                <w:tab w:val="left" w:pos="2704"/>
              </w:tabs>
              <w:spacing w:before="60" w:after="60"/>
              <w:ind w:left="318" w:right="-108" w:hanging="318"/>
              <w:jc w:val="left"/>
              <w:rPr>
                <w:sz w:val="24"/>
                <w:szCs w:val="24"/>
              </w:rPr>
            </w:pPr>
            <w:r w:rsidRPr="0023626D">
              <w:rPr>
                <w:b w:val="0"/>
                <w:sz w:val="18"/>
                <w:szCs w:val="18"/>
              </w:rPr>
              <w:lastRenderedPageBreak/>
              <w:t xml:space="preserve">A2)  </w:t>
            </w:r>
            <w:permStart w:id="1858497665" w:edGrp="everyone"/>
            <w:sdt>
              <w:sdtPr>
                <w:rPr>
                  <w:b w:val="0"/>
                  <w:sz w:val="28"/>
                  <w:szCs w:val="28"/>
                </w:rPr>
                <w:id w:val="141212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466F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1858497665"/>
          </w:p>
          <w:p w14:paraId="17FA5902" w14:textId="77777777" w:rsidR="00BA1831" w:rsidRPr="0023626D" w:rsidRDefault="00BA1831" w:rsidP="00FC6644">
            <w:pPr>
              <w:pStyle w:val="Body8ptFeederBold"/>
              <w:tabs>
                <w:tab w:val="left" w:pos="2704"/>
              </w:tabs>
              <w:spacing w:before="60" w:after="60"/>
              <w:ind w:left="318" w:right="-108" w:hanging="318"/>
              <w:jc w:val="left"/>
              <w:rPr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>Sitzverlegung der Zentrale</w:t>
            </w:r>
          </w:p>
          <w:p w14:paraId="7A356E60" w14:textId="77777777" w:rsidR="00B9148D" w:rsidRPr="0023626D" w:rsidRDefault="00E11B42" w:rsidP="003F66EF">
            <w:pPr>
              <w:pStyle w:val="Listenabsatz"/>
              <w:ind w:left="0" w:right="-91"/>
              <w:jc w:val="left"/>
              <w:rPr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>Einzureichende Anlagen</w:t>
            </w:r>
            <w:r w:rsidR="00B9148D" w:rsidRPr="0023626D">
              <w:rPr>
                <w:sz w:val="18"/>
                <w:szCs w:val="18"/>
              </w:rPr>
              <w:t>, ausgestellt auf die neue Adresse:</w:t>
            </w:r>
          </w:p>
          <w:p w14:paraId="6ED8521B" w14:textId="77777777" w:rsidR="00B9148D" w:rsidRPr="0023626D" w:rsidRDefault="00B9148D" w:rsidP="003F66EF">
            <w:pPr>
              <w:pStyle w:val="Listenabsatz"/>
              <w:numPr>
                <w:ilvl w:val="0"/>
                <w:numId w:val="34"/>
              </w:numPr>
              <w:ind w:left="160" w:hanging="160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Anlage „Änderung Trägerzulassung“</w:t>
            </w:r>
          </w:p>
          <w:p w14:paraId="7BD2D21C" w14:textId="77777777" w:rsidR="00B9148D" w:rsidRPr="0023626D" w:rsidRDefault="00B9148D" w:rsidP="00FC6644">
            <w:pPr>
              <w:pStyle w:val="Listenabsatz"/>
              <w:numPr>
                <w:ilvl w:val="0"/>
                <w:numId w:val="34"/>
              </w:numPr>
              <w:ind w:left="159" w:right="45" w:hanging="159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Aktueller chronologischer Handelsregisterauszug / Vereinsregisterauszug/ Gewerbe</w:t>
            </w:r>
            <w:r w:rsidR="003F66EF" w:rsidRPr="0023626D">
              <w:rPr>
                <w:i/>
                <w:sz w:val="18"/>
                <w:szCs w:val="18"/>
              </w:rPr>
              <w:t>-</w:t>
            </w:r>
            <w:r w:rsidRPr="0023626D">
              <w:rPr>
                <w:rFonts w:cs="Arial"/>
                <w:i/>
                <w:sz w:val="18"/>
                <w:szCs w:val="18"/>
              </w:rPr>
              <w:t>a</w:t>
            </w:r>
            <w:r w:rsidR="003F66EF" w:rsidRPr="0023626D">
              <w:rPr>
                <w:rFonts w:cs="Arial"/>
                <w:i/>
                <w:sz w:val="18"/>
                <w:szCs w:val="18"/>
              </w:rPr>
              <w:t>n bzw. -</w:t>
            </w:r>
            <w:r w:rsidRPr="0023626D">
              <w:rPr>
                <w:rFonts w:cs="Arial"/>
                <w:i/>
                <w:sz w:val="18"/>
                <w:szCs w:val="18"/>
              </w:rPr>
              <w:t>ummeldung</w:t>
            </w:r>
          </w:p>
          <w:p w14:paraId="61D3898F" w14:textId="77777777" w:rsidR="00B9148D" w:rsidRPr="0023626D" w:rsidRDefault="00B9148D" w:rsidP="00FC6644">
            <w:pPr>
              <w:pStyle w:val="Listenabsatz"/>
              <w:numPr>
                <w:ilvl w:val="0"/>
                <w:numId w:val="32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Betriebshaftpflicht</w:t>
            </w:r>
          </w:p>
          <w:p w14:paraId="0B5129DD" w14:textId="77777777" w:rsidR="00B9148D" w:rsidRPr="0023626D" w:rsidRDefault="00B9148D" w:rsidP="00FC6644">
            <w:pPr>
              <w:pStyle w:val="Listenabsatz"/>
              <w:numPr>
                <w:ilvl w:val="0"/>
                <w:numId w:val="32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 xml:space="preserve">Bescheinigung der zuständigen Berufsgenossenschaft </w:t>
            </w:r>
          </w:p>
          <w:p w14:paraId="43BFC0E0" w14:textId="77777777" w:rsidR="00B9148D" w:rsidRPr="0023626D" w:rsidRDefault="00B9148D" w:rsidP="00FC6644">
            <w:pPr>
              <w:pStyle w:val="Listenabsatz"/>
              <w:numPr>
                <w:ilvl w:val="0"/>
                <w:numId w:val="32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Bescheinigung in Steuersachen</w:t>
            </w:r>
          </w:p>
          <w:p w14:paraId="2E57370E" w14:textId="77777777" w:rsidR="00B9148D" w:rsidRPr="0023626D" w:rsidRDefault="00B9148D" w:rsidP="00FC6644">
            <w:pPr>
              <w:pStyle w:val="Listenabsatz"/>
              <w:numPr>
                <w:ilvl w:val="0"/>
                <w:numId w:val="32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rFonts w:cs="Arial"/>
                <w:i/>
                <w:sz w:val="18"/>
                <w:szCs w:val="18"/>
              </w:rPr>
              <w:t>Aktuelles Organigramm</w:t>
            </w:r>
          </w:p>
          <w:p w14:paraId="62E7DA38" w14:textId="77777777" w:rsidR="00B9148D" w:rsidRPr="0023626D" w:rsidRDefault="00B9148D" w:rsidP="00FC6644">
            <w:pPr>
              <w:pStyle w:val="Listenabsatz"/>
              <w:numPr>
                <w:ilvl w:val="0"/>
                <w:numId w:val="32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rFonts w:cs="Arial"/>
                <w:i/>
                <w:sz w:val="18"/>
                <w:szCs w:val="18"/>
              </w:rPr>
              <w:t>Aktuelle Prozess</w:t>
            </w:r>
            <w:r w:rsidR="002F6A37" w:rsidRPr="0023626D">
              <w:rPr>
                <w:rFonts w:cs="Arial"/>
                <w:i/>
                <w:sz w:val="18"/>
                <w:szCs w:val="18"/>
              </w:rPr>
              <w:t>übersicht</w:t>
            </w:r>
          </w:p>
          <w:p w14:paraId="73AB70C8" w14:textId="77777777" w:rsidR="00B9148D" w:rsidRPr="0023626D" w:rsidRDefault="00B9148D" w:rsidP="00FC6644">
            <w:pPr>
              <w:pStyle w:val="Listenabsatz"/>
              <w:numPr>
                <w:ilvl w:val="0"/>
                <w:numId w:val="32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rFonts w:cs="Arial"/>
                <w:i/>
                <w:sz w:val="18"/>
                <w:szCs w:val="18"/>
              </w:rPr>
              <w:t>Berechtigungen Dritter</w:t>
            </w:r>
          </w:p>
          <w:p w14:paraId="13128BB7" w14:textId="77777777" w:rsidR="00D24473" w:rsidRPr="0023626D" w:rsidRDefault="00D24473" w:rsidP="00FC6644">
            <w:pPr>
              <w:pStyle w:val="Listenabsatz"/>
              <w:numPr>
                <w:ilvl w:val="0"/>
                <w:numId w:val="32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Anlage: „Infrastruktur, techn. Ausstattung“</w:t>
            </w:r>
          </w:p>
          <w:p w14:paraId="4986A40D" w14:textId="77777777" w:rsidR="00B9148D" w:rsidRPr="0023626D" w:rsidRDefault="00D24473" w:rsidP="00FC6644">
            <w:pPr>
              <w:pStyle w:val="Listenabsatz"/>
              <w:numPr>
                <w:ilvl w:val="0"/>
                <w:numId w:val="32"/>
              </w:numPr>
              <w:ind w:left="156" w:right="46" w:hanging="156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rFonts w:cs="Arial"/>
                <w:i/>
                <w:sz w:val="18"/>
                <w:szCs w:val="18"/>
              </w:rPr>
              <w:t>Mietvertrag, Grundrisspläne, Raumübersichten</w:t>
            </w:r>
          </w:p>
        </w:tc>
        <w:tc>
          <w:tcPr>
            <w:tcW w:w="1666" w:type="pct"/>
          </w:tcPr>
          <w:p w14:paraId="4D5065E2" w14:textId="77777777" w:rsidR="000D4783" w:rsidRPr="0023626D" w:rsidRDefault="000D4783" w:rsidP="00FC6644">
            <w:pPr>
              <w:ind w:right="-253"/>
              <w:jc w:val="left"/>
              <w:rPr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>B2)</w:t>
            </w:r>
            <w:r w:rsidRPr="0023626D">
              <w:rPr>
                <w:b/>
                <w:sz w:val="18"/>
                <w:szCs w:val="18"/>
              </w:rPr>
              <w:t xml:space="preserve">  </w:t>
            </w:r>
            <w:permStart w:id="171597730" w:edGrp="everyone"/>
            <w:sdt>
              <w:sdtPr>
                <w:rPr>
                  <w:sz w:val="28"/>
                  <w:szCs w:val="28"/>
                </w:rPr>
                <w:id w:val="2061519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26D" w:rsidRPr="006A466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permEnd w:id="171597730"/>
          </w:p>
          <w:p w14:paraId="20615CCE" w14:textId="77777777" w:rsidR="00BA1831" w:rsidRDefault="002F6A37" w:rsidP="00FC6644">
            <w:pPr>
              <w:ind w:right="38"/>
              <w:jc w:val="left"/>
              <w:rPr>
                <w:b/>
                <w:sz w:val="18"/>
                <w:szCs w:val="18"/>
              </w:rPr>
            </w:pPr>
            <w:r w:rsidRPr="0023626D">
              <w:rPr>
                <w:b/>
                <w:sz w:val="18"/>
                <w:szCs w:val="18"/>
              </w:rPr>
              <w:t>Umwandlung temporärer Standorte in feste Standorte</w:t>
            </w:r>
          </w:p>
          <w:p w14:paraId="52320C2C" w14:textId="77777777" w:rsidR="009D22B0" w:rsidRDefault="009D22B0" w:rsidP="00FC6644">
            <w:pPr>
              <w:ind w:right="38"/>
              <w:jc w:val="left"/>
              <w:rPr>
                <w:b/>
                <w:sz w:val="18"/>
                <w:szCs w:val="18"/>
              </w:rPr>
            </w:pPr>
          </w:p>
          <w:p w14:paraId="6509DCCF" w14:textId="77777777" w:rsidR="009D22B0" w:rsidRPr="0023626D" w:rsidRDefault="009D22B0" w:rsidP="009D22B0">
            <w:pPr>
              <w:pStyle w:val="Body8ptFeederBold"/>
              <w:tabs>
                <w:tab w:val="clear" w:pos="4819"/>
                <w:tab w:val="clear" w:pos="9071"/>
              </w:tabs>
              <w:spacing w:before="60" w:after="6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t>ZN-Nr</w:t>
            </w:r>
            <w:r>
              <w:rPr>
                <w:b w:val="0"/>
                <w:sz w:val="18"/>
                <w:szCs w:val="18"/>
              </w:rPr>
              <w:t>.</w:t>
            </w:r>
            <w:r w:rsidRPr="0023626D">
              <w:rPr>
                <w:b w:val="0"/>
                <w:sz w:val="18"/>
                <w:szCs w:val="18"/>
              </w:rPr>
              <w:t xml:space="preserve"> der</w:t>
            </w:r>
            <w:r>
              <w:rPr>
                <w:b w:val="0"/>
                <w:sz w:val="18"/>
                <w:szCs w:val="18"/>
              </w:rPr>
              <w:t xml:space="preserve"> temporären Standorte</w:t>
            </w:r>
            <w:r w:rsidRPr="0023626D">
              <w:rPr>
                <w:b w:val="0"/>
                <w:sz w:val="18"/>
                <w:szCs w:val="18"/>
              </w:rPr>
              <w:t>:</w:t>
            </w:r>
          </w:p>
          <w:permStart w:id="86059704" w:edGrp="everyone"/>
          <w:p w14:paraId="2C51FB6A" w14:textId="77777777" w:rsidR="006C0733" w:rsidRPr="00177005" w:rsidRDefault="006C0733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  <w:r w:rsidRPr="00177005">
              <w:rPr>
                <w:b w:val="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18"/>
                <w:szCs w:val="18"/>
              </w:rPr>
              <w:instrText xml:space="preserve"> FORMTEXT </w:instrText>
            </w:r>
            <w:r w:rsidRPr="00177005">
              <w:rPr>
                <w:b w:val="0"/>
                <w:sz w:val="18"/>
                <w:szCs w:val="18"/>
              </w:rPr>
            </w:r>
            <w:r w:rsidRPr="00177005">
              <w:rPr>
                <w:b w:val="0"/>
                <w:sz w:val="18"/>
                <w:szCs w:val="18"/>
              </w:rPr>
              <w:fldChar w:fldCharType="separate"/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sz w:val="18"/>
                <w:szCs w:val="18"/>
              </w:rPr>
              <w:fldChar w:fldCharType="end"/>
            </w:r>
          </w:p>
          <w:p w14:paraId="6026EE31" w14:textId="77777777" w:rsidR="006C0733" w:rsidRPr="00177005" w:rsidRDefault="006C0733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  <w:r w:rsidRPr="00177005">
              <w:rPr>
                <w:b w:val="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18"/>
                <w:szCs w:val="18"/>
              </w:rPr>
              <w:instrText xml:space="preserve"> FORMTEXT </w:instrText>
            </w:r>
            <w:r w:rsidRPr="00177005">
              <w:rPr>
                <w:b w:val="0"/>
                <w:sz w:val="18"/>
                <w:szCs w:val="18"/>
              </w:rPr>
            </w:r>
            <w:r w:rsidRPr="00177005">
              <w:rPr>
                <w:b w:val="0"/>
                <w:sz w:val="18"/>
                <w:szCs w:val="18"/>
              </w:rPr>
              <w:fldChar w:fldCharType="separate"/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sz w:val="18"/>
                <w:szCs w:val="18"/>
              </w:rPr>
              <w:fldChar w:fldCharType="end"/>
            </w:r>
          </w:p>
          <w:p w14:paraId="508CC217" w14:textId="77777777" w:rsidR="006C0733" w:rsidRPr="0023626D" w:rsidRDefault="006C0733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  <w:r w:rsidRPr="00177005">
              <w:rPr>
                <w:b w:val="0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18"/>
                <w:szCs w:val="18"/>
              </w:rPr>
              <w:instrText xml:space="preserve"> FORMTEXT </w:instrText>
            </w:r>
            <w:r w:rsidRPr="00177005">
              <w:rPr>
                <w:b w:val="0"/>
                <w:sz w:val="18"/>
                <w:szCs w:val="18"/>
              </w:rPr>
            </w:r>
            <w:r w:rsidRPr="00177005">
              <w:rPr>
                <w:b w:val="0"/>
                <w:sz w:val="18"/>
                <w:szCs w:val="18"/>
              </w:rPr>
              <w:fldChar w:fldCharType="separate"/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noProof/>
                <w:sz w:val="18"/>
                <w:szCs w:val="18"/>
              </w:rPr>
              <w:t> </w:t>
            </w:r>
            <w:r w:rsidRPr="00177005">
              <w:rPr>
                <w:b w:val="0"/>
                <w:sz w:val="18"/>
                <w:szCs w:val="18"/>
              </w:rPr>
              <w:fldChar w:fldCharType="end"/>
            </w:r>
          </w:p>
          <w:permEnd w:id="86059704"/>
          <w:p w14:paraId="22E4BAA2" w14:textId="14178181" w:rsidR="002F6A37" w:rsidRPr="0023626D" w:rsidRDefault="002F6A37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0" w:right="0"/>
              <w:jc w:val="left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667" w:type="pct"/>
          </w:tcPr>
          <w:p w14:paraId="3BD8B0BE" w14:textId="373B9BD4" w:rsidR="00405744" w:rsidRPr="0023626D" w:rsidRDefault="00405744" w:rsidP="00FC6644">
            <w:pPr>
              <w:pStyle w:val="Body8ptFeederBold"/>
              <w:tabs>
                <w:tab w:val="left" w:pos="0"/>
              </w:tabs>
              <w:spacing w:before="60" w:after="60"/>
              <w:ind w:left="34" w:right="0" w:hanging="34"/>
              <w:jc w:val="left"/>
              <w:rPr>
                <w:sz w:val="18"/>
                <w:szCs w:val="18"/>
                <w:u w:val="single"/>
              </w:rPr>
            </w:pPr>
            <w:r w:rsidRPr="0023626D">
              <w:rPr>
                <w:b w:val="0"/>
                <w:sz w:val="18"/>
                <w:szCs w:val="18"/>
              </w:rPr>
              <w:t>C2)</w:t>
            </w:r>
            <w:r w:rsidRPr="0023626D">
              <w:rPr>
                <w:sz w:val="18"/>
                <w:szCs w:val="18"/>
              </w:rPr>
              <w:t xml:space="preserve"> </w:t>
            </w:r>
            <w:permStart w:id="2014395572" w:edGrp="everyone"/>
            <w:sdt>
              <w:sdtPr>
                <w:rPr>
                  <w:b w:val="0"/>
                  <w:sz w:val="28"/>
                  <w:szCs w:val="28"/>
                </w:rPr>
                <w:id w:val="143826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66F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2014395572"/>
          </w:p>
          <w:p w14:paraId="03014557" w14:textId="77777777" w:rsidR="00405744" w:rsidRPr="0023626D" w:rsidRDefault="00405744" w:rsidP="00FC6644">
            <w:pPr>
              <w:pStyle w:val="Body8ptFeederBold"/>
              <w:tabs>
                <w:tab w:val="left" w:pos="0"/>
              </w:tabs>
              <w:spacing w:before="60" w:after="60"/>
              <w:ind w:left="34" w:right="0" w:hanging="34"/>
              <w:jc w:val="left"/>
              <w:rPr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>Aufnahme Durchführungsstandort/e in die Maßnahme-Zertifikate</w:t>
            </w:r>
          </w:p>
          <w:p w14:paraId="62CDC5B0" w14:textId="77777777" w:rsidR="00405744" w:rsidRPr="0023626D" w:rsidRDefault="00405744" w:rsidP="00FC6644">
            <w:pPr>
              <w:pStyle w:val="Body8ptFeederBold"/>
              <w:tabs>
                <w:tab w:val="clear" w:pos="4819"/>
                <w:tab w:val="clear" w:pos="9071"/>
              </w:tabs>
              <w:spacing w:before="60" w:after="6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</w:p>
          <w:p w14:paraId="0B25DBCB" w14:textId="77777777" w:rsidR="00405744" w:rsidRPr="0023626D" w:rsidRDefault="009D22B0" w:rsidP="00FC6644">
            <w:pPr>
              <w:pStyle w:val="Body8ptFeederBold"/>
              <w:tabs>
                <w:tab w:val="clear" w:pos="4819"/>
                <w:tab w:val="clear" w:pos="9071"/>
              </w:tabs>
              <w:spacing w:before="60" w:after="6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ZN-Nr.</w:t>
            </w:r>
            <w:r w:rsidR="00405744" w:rsidRPr="0023626D">
              <w:rPr>
                <w:b w:val="0"/>
                <w:sz w:val="18"/>
                <w:szCs w:val="18"/>
              </w:rPr>
              <w:t xml:space="preserve"> der Durchführungsstandort(e):</w:t>
            </w:r>
          </w:p>
          <w:permStart w:id="224098275" w:edGrp="everyone"/>
          <w:p w14:paraId="466D9F9C" w14:textId="77777777" w:rsidR="00405744" w:rsidRPr="00177005" w:rsidRDefault="00405744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20"/>
              </w:rPr>
            </w:pPr>
            <w:r w:rsidRPr="00177005">
              <w:rPr>
                <w:b w:val="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20"/>
              </w:rPr>
              <w:instrText xml:space="preserve"> FORMTEXT </w:instrText>
            </w:r>
            <w:r w:rsidRPr="00177005">
              <w:rPr>
                <w:b w:val="0"/>
                <w:sz w:val="20"/>
              </w:rPr>
            </w:r>
            <w:r w:rsidRPr="00177005">
              <w:rPr>
                <w:b w:val="0"/>
                <w:sz w:val="20"/>
              </w:rPr>
              <w:fldChar w:fldCharType="separate"/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sz w:val="20"/>
              </w:rPr>
              <w:fldChar w:fldCharType="end"/>
            </w:r>
          </w:p>
          <w:p w14:paraId="76910B98" w14:textId="77777777" w:rsidR="00405744" w:rsidRPr="00177005" w:rsidRDefault="00405744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20"/>
              </w:rPr>
            </w:pPr>
            <w:r w:rsidRPr="00177005">
              <w:rPr>
                <w:b w:val="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20"/>
              </w:rPr>
              <w:instrText xml:space="preserve"> FORMTEXT </w:instrText>
            </w:r>
            <w:r w:rsidRPr="00177005">
              <w:rPr>
                <w:b w:val="0"/>
                <w:sz w:val="20"/>
              </w:rPr>
            </w:r>
            <w:r w:rsidRPr="00177005">
              <w:rPr>
                <w:b w:val="0"/>
                <w:sz w:val="20"/>
              </w:rPr>
              <w:fldChar w:fldCharType="separate"/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sz w:val="20"/>
              </w:rPr>
              <w:fldChar w:fldCharType="end"/>
            </w:r>
          </w:p>
          <w:p w14:paraId="3576C3F3" w14:textId="77777777" w:rsidR="00405744" w:rsidRPr="00177005" w:rsidRDefault="00405744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20"/>
              </w:rPr>
            </w:pPr>
            <w:r w:rsidRPr="00177005">
              <w:rPr>
                <w:b w:val="0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20"/>
              </w:rPr>
              <w:instrText xml:space="preserve"> FORMTEXT </w:instrText>
            </w:r>
            <w:r w:rsidRPr="00177005">
              <w:rPr>
                <w:b w:val="0"/>
                <w:sz w:val="20"/>
              </w:rPr>
            </w:r>
            <w:r w:rsidRPr="00177005">
              <w:rPr>
                <w:b w:val="0"/>
                <w:sz w:val="20"/>
              </w:rPr>
              <w:fldChar w:fldCharType="separate"/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sz w:val="20"/>
              </w:rPr>
              <w:fldChar w:fldCharType="end"/>
            </w:r>
            <w:permEnd w:id="224098275"/>
          </w:p>
          <w:p w14:paraId="604965CE" w14:textId="00C6C4FB" w:rsidR="006C0733" w:rsidRDefault="006C0733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</w:p>
          <w:p w14:paraId="28481353" w14:textId="77777777" w:rsidR="00405744" w:rsidRPr="0023626D" w:rsidRDefault="00405744" w:rsidP="00FC6644">
            <w:pPr>
              <w:pStyle w:val="Body8ptFeederBold"/>
              <w:tabs>
                <w:tab w:val="clear" w:pos="4819"/>
                <w:tab w:val="clear" w:pos="9071"/>
              </w:tabs>
              <w:spacing w:before="60" w:after="6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t xml:space="preserve">ZN-Nr. der Maßnahme(n) / M-ID:  </w:t>
            </w:r>
          </w:p>
          <w:permStart w:id="1613173389" w:edGrp="everyone"/>
          <w:p w14:paraId="701A2D04" w14:textId="77777777" w:rsidR="00405744" w:rsidRPr="00177005" w:rsidRDefault="00405744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20"/>
              </w:rPr>
            </w:pPr>
            <w:r w:rsidRPr="00177005">
              <w:rPr>
                <w:b w:val="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20"/>
              </w:rPr>
              <w:instrText xml:space="preserve"> FORMTEXT </w:instrText>
            </w:r>
            <w:r w:rsidRPr="00177005">
              <w:rPr>
                <w:b w:val="0"/>
                <w:sz w:val="20"/>
              </w:rPr>
            </w:r>
            <w:r w:rsidRPr="00177005">
              <w:rPr>
                <w:b w:val="0"/>
                <w:sz w:val="20"/>
              </w:rPr>
              <w:fldChar w:fldCharType="separate"/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sz w:val="20"/>
              </w:rPr>
              <w:fldChar w:fldCharType="end"/>
            </w:r>
          </w:p>
          <w:p w14:paraId="373DF8CD" w14:textId="77777777" w:rsidR="00405744" w:rsidRPr="00177005" w:rsidRDefault="00405744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20"/>
              </w:rPr>
            </w:pPr>
            <w:r w:rsidRPr="00177005">
              <w:rPr>
                <w:b w:val="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20"/>
              </w:rPr>
              <w:instrText xml:space="preserve"> FORMTEXT </w:instrText>
            </w:r>
            <w:r w:rsidRPr="00177005">
              <w:rPr>
                <w:b w:val="0"/>
                <w:sz w:val="20"/>
              </w:rPr>
            </w:r>
            <w:r w:rsidRPr="00177005">
              <w:rPr>
                <w:b w:val="0"/>
                <w:sz w:val="20"/>
              </w:rPr>
              <w:fldChar w:fldCharType="separate"/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sz w:val="20"/>
              </w:rPr>
              <w:fldChar w:fldCharType="end"/>
            </w:r>
          </w:p>
          <w:p w14:paraId="5F7E9E2C" w14:textId="77777777" w:rsidR="00405744" w:rsidRPr="00177005" w:rsidRDefault="00405744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20"/>
              </w:rPr>
            </w:pPr>
            <w:r w:rsidRPr="00177005">
              <w:rPr>
                <w:b w:val="0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20"/>
              </w:rPr>
              <w:instrText xml:space="preserve"> FORMTEXT </w:instrText>
            </w:r>
            <w:r w:rsidRPr="00177005">
              <w:rPr>
                <w:b w:val="0"/>
                <w:sz w:val="20"/>
              </w:rPr>
            </w:r>
            <w:r w:rsidRPr="00177005">
              <w:rPr>
                <w:b w:val="0"/>
                <w:sz w:val="20"/>
              </w:rPr>
              <w:fldChar w:fldCharType="separate"/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sz w:val="20"/>
              </w:rPr>
              <w:fldChar w:fldCharType="end"/>
            </w:r>
          </w:p>
          <w:permEnd w:id="1613173389"/>
          <w:p w14:paraId="356967E4" w14:textId="77777777" w:rsidR="006C0733" w:rsidRDefault="006C0733" w:rsidP="00FC6644">
            <w:pPr>
              <w:pStyle w:val="Body8ptFeederBold"/>
              <w:tabs>
                <w:tab w:val="left" w:pos="317"/>
              </w:tabs>
              <w:spacing w:before="60" w:after="60"/>
              <w:ind w:left="357" w:right="0" w:hanging="357"/>
              <w:jc w:val="left"/>
              <w:rPr>
                <w:b w:val="0"/>
                <w:sz w:val="18"/>
                <w:szCs w:val="18"/>
              </w:rPr>
            </w:pPr>
          </w:p>
          <w:p w14:paraId="1786E5B0" w14:textId="539FD2DE" w:rsidR="00405744" w:rsidRPr="0023626D" w:rsidRDefault="00405744" w:rsidP="00FC6644">
            <w:pPr>
              <w:pStyle w:val="Body8ptFeederBold"/>
              <w:tabs>
                <w:tab w:val="left" w:pos="317"/>
              </w:tabs>
              <w:spacing w:before="60" w:after="60"/>
              <w:ind w:left="357" w:right="0" w:hanging="357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t>Maßnahmetitel:</w:t>
            </w:r>
          </w:p>
          <w:permStart w:id="1481403247" w:edGrp="everyone"/>
          <w:p w14:paraId="2D265366" w14:textId="77777777" w:rsidR="00405744" w:rsidRPr="0023626D" w:rsidRDefault="00405744" w:rsidP="00177005">
            <w:pPr>
              <w:spacing w:before="120" w:after="120"/>
              <w:jc w:val="left"/>
              <w:rPr>
                <w:b/>
                <w:sz w:val="18"/>
                <w:szCs w:val="18"/>
              </w:rPr>
            </w:pPr>
            <w:r w:rsidRPr="0023626D">
              <w:rPr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3626D">
              <w:rPr>
                <w:b/>
                <w:sz w:val="18"/>
                <w:szCs w:val="18"/>
              </w:rPr>
              <w:instrText xml:space="preserve"> FORMTEXT </w:instrText>
            </w:r>
            <w:r w:rsidRPr="0023626D">
              <w:rPr>
                <w:b/>
                <w:sz w:val="18"/>
                <w:szCs w:val="18"/>
              </w:rPr>
            </w:r>
            <w:r w:rsidRPr="0023626D">
              <w:rPr>
                <w:b/>
                <w:sz w:val="18"/>
                <w:szCs w:val="18"/>
              </w:rPr>
              <w:fldChar w:fldCharType="separate"/>
            </w:r>
            <w:r w:rsidRPr="0023626D">
              <w:rPr>
                <w:b/>
                <w:noProof/>
                <w:sz w:val="18"/>
                <w:szCs w:val="18"/>
              </w:rPr>
              <w:t> </w:t>
            </w:r>
            <w:r w:rsidRPr="0023626D">
              <w:rPr>
                <w:b/>
                <w:noProof/>
                <w:sz w:val="18"/>
                <w:szCs w:val="18"/>
              </w:rPr>
              <w:t> </w:t>
            </w:r>
            <w:r w:rsidRPr="0023626D">
              <w:rPr>
                <w:b/>
                <w:noProof/>
                <w:sz w:val="18"/>
                <w:szCs w:val="18"/>
              </w:rPr>
              <w:t> </w:t>
            </w:r>
            <w:r w:rsidRPr="0023626D">
              <w:rPr>
                <w:b/>
                <w:noProof/>
                <w:sz w:val="18"/>
                <w:szCs w:val="18"/>
              </w:rPr>
              <w:t> </w:t>
            </w:r>
            <w:r w:rsidRPr="0023626D">
              <w:rPr>
                <w:b/>
                <w:noProof/>
                <w:sz w:val="18"/>
                <w:szCs w:val="18"/>
              </w:rPr>
              <w:t> </w:t>
            </w:r>
            <w:r w:rsidRPr="0023626D">
              <w:rPr>
                <w:b/>
                <w:sz w:val="18"/>
                <w:szCs w:val="18"/>
              </w:rPr>
              <w:fldChar w:fldCharType="end"/>
            </w:r>
          </w:p>
          <w:p w14:paraId="325A4E51" w14:textId="77777777" w:rsidR="00405744" w:rsidRPr="0023626D" w:rsidRDefault="00405744" w:rsidP="00177005">
            <w:pPr>
              <w:spacing w:before="120" w:after="120"/>
              <w:jc w:val="left"/>
              <w:rPr>
                <w:b/>
                <w:sz w:val="18"/>
                <w:szCs w:val="18"/>
              </w:rPr>
            </w:pPr>
            <w:r w:rsidRPr="0023626D">
              <w:rPr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3626D">
              <w:rPr>
                <w:b/>
                <w:sz w:val="18"/>
                <w:szCs w:val="18"/>
              </w:rPr>
              <w:instrText xml:space="preserve"> FORMTEXT </w:instrText>
            </w:r>
            <w:r w:rsidRPr="0023626D">
              <w:rPr>
                <w:b/>
                <w:sz w:val="18"/>
                <w:szCs w:val="18"/>
              </w:rPr>
            </w:r>
            <w:r w:rsidRPr="0023626D">
              <w:rPr>
                <w:b/>
                <w:sz w:val="18"/>
                <w:szCs w:val="18"/>
              </w:rPr>
              <w:fldChar w:fldCharType="separate"/>
            </w:r>
            <w:r w:rsidRPr="0023626D">
              <w:rPr>
                <w:b/>
                <w:noProof/>
                <w:sz w:val="18"/>
                <w:szCs w:val="18"/>
              </w:rPr>
              <w:t> </w:t>
            </w:r>
            <w:r w:rsidRPr="0023626D">
              <w:rPr>
                <w:b/>
                <w:noProof/>
                <w:sz w:val="18"/>
                <w:szCs w:val="18"/>
              </w:rPr>
              <w:t> </w:t>
            </w:r>
            <w:r w:rsidRPr="0023626D">
              <w:rPr>
                <w:b/>
                <w:noProof/>
                <w:sz w:val="18"/>
                <w:szCs w:val="18"/>
              </w:rPr>
              <w:t> </w:t>
            </w:r>
            <w:r w:rsidRPr="0023626D">
              <w:rPr>
                <w:b/>
                <w:noProof/>
                <w:sz w:val="18"/>
                <w:szCs w:val="18"/>
              </w:rPr>
              <w:t> </w:t>
            </w:r>
            <w:r w:rsidRPr="0023626D">
              <w:rPr>
                <w:b/>
                <w:noProof/>
                <w:sz w:val="18"/>
                <w:szCs w:val="18"/>
              </w:rPr>
              <w:t> </w:t>
            </w:r>
            <w:r w:rsidRPr="0023626D">
              <w:rPr>
                <w:b/>
                <w:sz w:val="18"/>
                <w:szCs w:val="18"/>
              </w:rPr>
              <w:fldChar w:fldCharType="end"/>
            </w:r>
          </w:p>
          <w:p w14:paraId="5881136C" w14:textId="77777777" w:rsidR="006C0733" w:rsidRPr="0023626D" w:rsidRDefault="006C0733" w:rsidP="00177005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3626D">
              <w:rPr>
                <w:b w:val="0"/>
                <w:sz w:val="18"/>
                <w:szCs w:val="18"/>
              </w:rPr>
              <w:instrText xml:space="preserve"> FORMTEXT </w:instrText>
            </w:r>
            <w:r w:rsidRPr="0023626D">
              <w:rPr>
                <w:b w:val="0"/>
                <w:sz w:val="18"/>
                <w:szCs w:val="18"/>
              </w:rPr>
            </w:r>
            <w:r w:rsidRPr="0023626D">
              <w:rPr>
                <w:b w:val="0"/>
                <w:sz w:val="18"/>
                <w:szCs w:val="18"/>
              </w:rPr>
              <w:fldChar w:fldCharType="separate"/>
            </w:r>
            <w:r w:rsidRPr="0023626D">
              <w:rPr>
                <w:b w:val="0"/>
                <w:noProof/>
                <w:sz w:val="18"/>
                <w:szCs w:val="18"/>
              </w:rPr>
              <w:t> </w:t>
            </w:r>
            <w:r w:rsidRPr="0023626D">
              <w:rPr>
                <w:b w:val="0"/>
                <w:noProof/>
                <w:sz w:val="18"/>
                <w:szCs w:val="18"/>
              </w:rPr>
              <w:t> </w:t>
            </w:r>
            <w:r w:rsidRPr="0023626D">
              <w:rPr>
                <w:b w:val="0"/>
                <w:noProof/>
                <w:sz w:val="18"/>
                <w:szCs w:val="18"/>
              </w:rPr>
              <w:t> </w:t>
            </w:r>
            <w:r w:rsidRPr="0023626D">
              <w:rPr>
                <w:b w:val="0"/>
                <w:noProof/>
                <w:sz w:val="18"/>
                <w:szCs w:val="18"/>
              </w:rPr>
              <w:t> </w:t>
            </w:r>
            <w:r w:rsidRPr="0023626D">
              <w:rPr>
                <w:b w:val="0"/>
                <w:noProof/>
                <w:sz w:val="18"/>
                <w:szCs w:val="18"/>
              </w:rPr>
              <w:t> </w:t>
            </w:r>
            <w:r w:rsidRPr="0023626D">
              <w:rPr>
                <w:b w:val="0"/>
                <w:sz w:val="18"/>
                <w:szCs w:val="18"/>
              </w:rPr>
              <w:fldChar w:fldCharType="end"/>
            </w:r>
            <w:permEnd w:id="1481403247"/>
          </w:p>
          <w:p w14:paraId="4D7B403C" w14:textId="77777777" w:rsidR="006C0733" w:rsidRPr="0023626D" w:rsidRDefault="006C0733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60" w:after="60"/>
              <w:ind w:left="34" w:right="0" w:hanging="34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A1831" w:rsidRPr="00253CE6" w14:paraId="4667C503" w14:textId="77777777" w:rsidTr="005157CD">
        <w:trPr>
          <w:trHeight w:val="1100"/>
        </w:trPr>
        <w:tc>
          <w:tcPr>
            <w:tcW w:w="1666" w:type="pct"/>
          </w:tcPr>
          <w:p w14:paraId="42011109" w14:textId="77777777" w:rsidR="004E7B02" w:rsidRPr="0023626D" w:rsidRDefault="004E7B02" w:rsidP="00FC6644">
            <w:pPr>
              <w:pStyle w:val="Body8ptFeederBold"/>
              <w:spacing w:before="60" w:after="60"/>
              <w:ind w:left="289" w:right="0" w:hanging="289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t xml:space="preserve">A3)  </w:t>
            </w:r>
            <w:permStart w:id="64249341" w:edGrp="everyone"/>
            <w:sdt>
              <w:sdtPr>
                <w:rPr>
                  <w:b w:val="0"/>
                  <w:sz w:val="28"/>
                  <w:szCs w:val="28"/>
                </w:rPr>
                <w:id w:val="-55261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26D" w:rsidRPr="006C0733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r w:rsidRPr="0023626D">
              <w:rPr>
                <w:b w:val="0"/>
                <w:sz w:val="24"/>
                <w:szCs w:val="24"/>
              </w:rPr>
              <w:t xml:space="preserve"> </w:t>
            </w:r>
            <w:permEnd w:id="64249341"/>
          </w:p>
          <w:p w14:paraId="3DF7686D" w14:textId="77777777" w:rsidR="00D24473" w:rsidRPr="0023626D" w:rsidRDefault="00BA1831" w:rsidP="00FC6644">
            <w:pPr>
              <w:pStyle w:val="Body8ptFeederBold"/>
              <w:spacing w:before="60" w:after="60"/>
              <w:ind w:left="18" w:right="0"/>
              <w:jc w:val="left"/>
              <w:rPr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 xml:space="preserve">Wechsel der Leitung </w:t>
            </w:r>
            <w:r w:rsidR="00D24473" w:rsidRPr="0023626D">
              <w:rPr>
                <w:sz w:val="18"/>
                <w:szCs w:val="18"/>
              </w:rPr>
              <w:t>des Trägers</w:t>
            </w:r>
          </w:p>
          <w:p w14:paraId="576DF57D" w14:textId="77777777" w:rsidR="00D24473" w:rsidRPr="0023626D" w:rsidRDefault="00E11B42" w:rsidP="00FC6644">
            <w:pPr>
              <w:pStyle w:val="Listenabsatz"/>
              <w:ind w:left="0" w:right="-92"/>
              <w:jc w:val="left"/>
              <w:rPr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 xml:space="preserve">Einzureichende </w:t>
            </w:r>
            <w:r w:rsidR="00D24473" w:rsidRPr="0023626D">
              <w:rPr>
                <w:sz w:val="18"/>
                <w:szCs w:val="18"/>
              </w:rPr>
              <w:t>Anlagen:</w:t>
            </w:r>
          </w:p>
          <w:p w14:paraId="306F98B9" w14:textId="77777777" w:rsidR="00D24473" w:rsidRPr="0023626D" w:rsidRDefault="00D24473" w:rsidP="003F66EF">
            <w:pPr>
              <w:pStyle w:val="Listenabsatz"/>
              <w:numPr>
                <w:ilvl w:val="0"/>
                <w:numId w:val="32"/>
              </w:numPr>
              <w:ind w:left="153" w:right="39" w:hanging="136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Anlage „Änderung Trägerzulassung“</w:t>
            </w:r>
          </w:p>
          <w:p w14:paraId="4442C2A7" w14:textId="77777777" w:rsidR="00D24473" w:rsidRPr="0023626D" w:rsidRDefault="00D24473" w:rsidP="003F66EF">
            <w:pPr>
              <w:pStyle w:val="Listenabsatz"/>
              <w:numPr>
                <w:ilvl w:val="0"/>
                <w:numId w:val="32"/>
              </w:numPr>
              <w:ind w:left="156" w:right="39" w:hanging="138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Anlage „Erklärung des Trägers“</w:t>
            </w:r>
          </w:p>
          <w:p w14:paraId="50326B84" w14:textId="77777777" w:rsidR="00D24473" w:rsidRPr="0023626D" w:rsidRDefault="00D24473" w:rsidP="003F66EF">
            <w:pPr>
              <w:pStyle w:val="Listenabsatz"/>
              <w:numPr>
                <w:ilvl w:val="0"/>
                <w:numId w:val="32"/>
              </w:numPr>
              <w:ind w:left="156" w:right="39" w:hanging="138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lastRenderedPageBreak/>
              <w:t>Aktueller chronologischer Handelsregisterauszug / Vereinsregisterauszug</w:t>
            </w:r>
            <w:r w:rsidRPr="0023626D">
              <w:rPr>
                <w:rFonts w:cs="Arial"/>
                <w:i/>
                <w:sz w:val="18"/>
                <w:szCs w:val="18"/>
              </w:rPr>
              <w:t>/ Gewerbean- /ummeldung</w:t>
            </w:r>
          </w:p>
          <w:p w14:paraId="3953818B" w14:textId="77777777" w:rsidR="00D24473" w:rsidRPr="0023626D" w:rsidRDefault="00D24473" w:rsidP="003F66EF">
            <w:pPr>
              <w:pStyle w:val="Listenabsatz"/>
              <w:numPr>
                <w:ilvl w:val="0"/>
                <w:numId w:val="32"/>
              </w:numPr>
              <w:ind w:left="156" w:right="39" w:hanging="138"/>
              <w:jc w:val="left"/>
              <w:rPr>
                <w:rFonts w:cs="Arial"/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Aktuelles Organigramm</w:t>
            </w:r>
          </w:p>
          <w:p w14:paraId="539D7C20" w14:textId="77777777" w:rsidR="00BA1831" w:rsidRPr="0023626D" w:rsidRDefault="00BA1831" w:rsidP="00FC6644">
            <w:pPr>
              <w:pStyle w:val="Body8ptFeederBold"/>
              <w:spacing w:before="60" w:after="60"/>
              <w:ind w:left="18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66" w:type="pct"/>
            <w:shd w:val="clear" w:color="auto" w:fill="BFBFBF" w:themeFill="background1" w:themeFillShade="BF"/>
          </w:tcPr>
          <w:p w14:paraId="5BAFAE2A" w14:textId="77777777" w:rsidR="000D4783" w:rsidRPr="0023626D" w:rsidRDefault="000D4783" w:rsidP="00FC6644">
            <w:pPr>
              <w:ind w:right="-253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667" w:type="pct"/>
          </w:tcPr>
          <w:p w14:paraId="7DB97997" w14:textId="77777777" w:rsidR="00FA4C52" w:rsidRPr="0023626D" w:rsidRDefault="00FA4C52" w:rsidP="00FA4C52">
            <w:pPr>
              <w:pStyle w:val="Body8ptFeederBold"/>
              <w:tabs>
                <w:tab w:val="left" w:pos="0"/>
              </w:tabs>
              <w:spacing w:before="60" w:after="60"/>
              <w:ind w:left="34" w:right="0" w:hanging="34"/>
              <w:jc w:val="left"/>
              <w:rPr>
                <w:sz w:val="18"/>
                <w:szCs w:val="18"/>
                <w:u w:val="single"/>
              </w:rPr>
            </w:pPr>
            <w:r w:rsidRPr="0023626D">
              <w:rPr>
                <w:b w:val="0"/>
                <w:sz w:val="18"/>
                <w:szCs w:val="18"/>
              </w:rPr>
              <w:t>C</w:t>
            </w:r>
            <w:r>
              <w:rPr>
                <w:b w:val="0"/>
                <w:sz w:val="18"/>
                <w:szCs w:val="18"/>
              </w:rPr>
              <w:t>3</w:t>
            </w:r>
            <w:r w:rsidRPr="0023626D">
              <w:rPr>
                <w:b w:val="0"/>
                <w:sz w:val="18"/>
                <w:szCs w:val="18"/>
              </w:rPr>
              <w:t>)</w:t>
            </w:r>
            <w:r w:rsidRPr="0023626D">
              <w:rPr>
                <w:sz w:val="18"/>
                <w:szCs w:val="18"/>
              </w:rPr>
              <w:t xml:space="preserve"> </w:t>
            </w:r>
            <w:permStart w:id="1751778890" w:edGrp="everyone"/>
            <w:sdt>
              <w:sdtPr>
                <w:rPr>
                  <w:b w:val="0"/>
                  <w:sz w:val="28"/>
                  <w:szCs w:val="28"/>
                </w:rPr>
                <w:id w:val="-140198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466F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1751778890"/>
          </w:p>
          <w:p w14:paraId="4F7A8B1E" w14:textId="77777777" w:rsidR="00FA4C52" w:rsidRPr="0023626D" w:rsidRDefault="00FA4C52" w:rsidP="00FA4C52">
            <w:pPr>
              <w:pStyle w:val="Body8ptFeederBold"/>
              <w:tabs>
                <w:tab w:val="left" w:pos="0"/>
              </w:tabs>
              <w:spacing w:before="60" w:after="60"/>
              <w:ind w:left="34" w:right="0" w:hanging="3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Abmeldung</w:t>
            </w:r>
            <w:r w:rsidRPr="0023626D">
              <w:rPr>
                <w:sz w:val="18"/>
                <w:szCs w:val="18"/>
              </w:rPr>
              <w:t xml:space="preserve"> Durchführungsstandort/e in die Maßnahme-Zertifikate</w:t>
            </w:r>
          </w:p>
          <w:p w14:paraId="2B37E214" w14:textId="77777777" w:rsidR="00FA4C52" w:rsidRDefault="00FA4C52" w:rsidP="00FA4C52">
            <w:pPr>
              <w:pStyle w:val="Body8ptFeederBold"/>
              <w:tabs>
                <w:tab w:val="clear" w:pos="4819"/>
                <w:tab w:val="clear" w:pos="9071"/>
              </w:tabs>
              <w:spacing w:before="60" w:after="6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</w:p>
          <w:p w14:paraId="19E8ED7D" w14:textId="77777777" w:rsidR="00FA4C52" w:rsidRPr="0023626D" w:rsidRDefault="00FA4C52" w:rsidP="00FA4C52">
            <w:pPr>
              <w:pStyle w:val="Body8ptFeederBold"/>
              <w:tabs>
                <w:tab w:val="clear" w:pos="4819"/>
                <w:tab w:val="clear" w:pos="9071"/>
              </w:tabs>
              <w:spacing w:before="60" w:after="6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ZN-Nr.</w:t>
            </w:r>
            <w:r w:rsidRPr="0023626D">
              <w:rPr>
                <w:b w:val="0"/>
                <w:sz w:val="18"/>
                <w:szCs w:val="18"/>
              </w:rPr>
              <w:t xml:space="preserve"> der Durchführungsstandort(e):</w:t>
            </w:r>
          </w:p>
          <w:permStart w:id="1636071457" w:edGrp="everyone"/>
          <w:p w14:paraId="17EB8E2F" w14:textId="77777777" w:rsidR="00FA4C52" w:rsidRPr="00177005" w:rsidRDefault="00FA4C52" w:rsidP="00177005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20"/>
              </w:rPr>
            </w:pPr>
            <w:r w:rsidRPr="00177005">
              <w:rPr>
                <w:b w:val="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20"/>
              </w:rPr>
              <w:instrText xml:space="preserve"> FORMTEXT </w:instrText>
            </w:r>
            <w:r w:rsidRPr="00177005">
              <w:rPr>
                <w:b w:val="0"/>
                <w:sz w:val="20"/>
              </w:rPr>
            </w:r>
            <w:r w:rsidRPr="00177005">
              <w:rPr>
                <w:b w:val="0"/>
                <w:sz w:val="20"/>
              </w:rPr>
              <w:fldChar w:fldCharType="separate"/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sz w:val="20"/>
              </w:rPr>
              <w:fldChar w:fldCharType="end"/>
            </w:r>
          </w:p>
          <w:p w14:paraId="42BA5646" w14:textId="77777777" w:rsidR="00FA4C52" w:rsidRPr="00177005" w:rsidRDefault="00FA4C52" w:rsidP="00177005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20"/>
              </w:rPr>
            </w:pPr>
            <w:r w:rsidRPr="00177005">
              <w:rPr>
                <w:b w:val="0"/>
                <w:sz w:val="20"/>
              </w:rPr>
              <w:lastRenderedPageBreak/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20"/>
              </w:rPr>
              <w:instrText xml:space="preserve"> FORMTEXT </w:instrText>
            </w:r>
            <w:r w:rsidRPr="00177005">
              <w:rPr>
                <w:b w:val="0"/>
                <w:sz w:val="20"/>
              </w:rPr>
            </w:r>
            <w:r w:rsidRPr="00177005">
              <w:rPr>
                <w:b w:val="0"/>
                <w:sz w:val="20"/>
              </w:rPr>
              <w:fldChar w:fldCharType="separate"/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sz w:val="20"/>
              </w:rPr>
              <w:fldChar w:fldCharType="end"/>
            </w:r>
          </w:p>
          <w:p w14:paraId="018C93ED" w14:textId="77777777" w:rsidR="00FA4C52" w:rsidRPr="0023626D" w:rsidRDefault="00FA4C52" w:rsidP="00177005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  <w:r w:rsidRPr="00177005">
              <w:rPr>
                <w:b w:val="0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20"/>
              </w:rPr>
              <w:instrText xml:space="preserve"> FORMTEXT </w:instrText>
            </w:r>
            <w:r w:rsidRPr="00177005">
              <w:rPr>
                <w:b w:val="0"/>
                <w:sz w:val="20"/>
              </w:rPr>
            </w:r>
            <w:r w:rsidRPr="00177005">
              <w:rPr>
                <w:b w:val="0"/>
                <w:sz w:val="20"/>
              </w:rPr>
              <w:fldChar w:fldCharType="separate"/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sz w:val="20"/>
              </w:rPr>
              <w:fldChar w:fldCharType="end"/>
            </w:r>
            <w:permEnd w:id="1636071457"/>
          </w:p>
          <w:p w14:paraId="09138C12" w14:textId="77777777" w:rsidR="00FA4C52" w:rsidRPr="0023626D" w:rsidRDefault="00FA4C52" w:rsidP="00FA4C52">
            <w:pPr>
              <w:pStyle w:val="Body8ptFeederBold"/>
              <w:tabs>
                <w:tab w:val="clear" w:pos="4819"/>
                <w:tab w:val="clear" w:pos="9071"/>
              </w:tabs>
              <w:spacing w:before="60" w:after="6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t xml:space="preserve">ZN-Nr. der Maßnahme(n) / M-ID:  </w:t>
            </w:r>
          </w:p>
          <w:permStart w:id="784806729" w:edGrp="everyone"/>
          <w:p w14:paraId="4DF13F05" w14:textId="77777777" w:rsidR="00FA4C52" w:rsidRPr="00177005" w:rsidRDefault="00FA4C52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20"/>
              </w:rPr>
            </w:pPr>
            <w:r w:rsidRPr="00177005">
              <w:rPr>
                <w:b w:val="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20"/>
              </w:rPr>
              <w:instrText xml:space="preserve"> FORMTEXT </w:instrText>
            </w:r>
            <w:r w:rsidRPr="00177005">
              <w:rPr>
                <w:b w:val="0"/>
                <w:sz w:val="20"/>
              </w:rPr>
            </w:r>
            <w:r w:rsidRPr="00177005">
              <w:rPr>
                <w:b w:val="0"/>
                <w:sz w:val="20"/>
              </w:rPr>
              <w:fldChar w:fldCharType="separate"/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sz w:val="20"/>
              </w:rPr>
              <w:fldChar w:fldCharType="end"/>
            </w:r>
          </w:p>
          <w:p w14:paraId="3B0B75CD" w14:textId="77777777" w:rsidR="00FA4C52" w:rsidRPr="00177005" w:rsidRDefault="00FA4C52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20"/>
              </w:rPr>
            </w:pPr>
            <w:r w:rsidRPr="00177005">
              <w:rPr>
                <w:b w:val="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20"/>
              </w:rPr>
              <w:instrText xml:space="preserve"> FORMTEXT </w:instrText>
            </w:r>
            <w:r w:rsidRPr="00177005">
              <w:rPr>
                <w:b w:val="0"/>
                <w:sz w:val="20"/>
              </w:rPr>
            </w:r>
            <w:r w:rsidRPr="00177005">
              <w:rPr>
                <w:b w:val="0"/>
                <w:sz w:val="20"/>
              </w:rPr>
              <w:fldChar w:fldCharType="separate"/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sz w:val="20"/>
              </w:rPr>
              <w:fldChar w:fldCharType="end"/>
            </w:r>
          </w:p>
          <w:p w14:paraId="41B30680" w14:textId="77777777" w:rsidR="00FA4C52" w:rsidRPr="0023626D" w:rsidRDefault="00FA4C52" w:rsidP="006C0733">
            <w:pPr>
              <w:pStyle w:val="Body8ptFeederBold"/>
              <w:tabs>
                <w:tab w:val="clear" w:pos="4819"/>
                <w:tab w:val="clear" w:pos="9071"/>
              </w:tabs>
              <w:spacing w:before="120" w:after="12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  <w:r w:rsidRPr="00177005">
              <w:rPr>
                <w:b w:val="0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sz w:val="20"/>
              </w:rPr>
              <w:instrText xml:space="preserve"> FORMTEXT </w:instrText>
            </w:r>
            <w:r w:rsidRPr="00177005">
              <w:rPr>
                <w:b w:val="0"/>
                <w:sz w:val="20"/>
              </w:rPr>
            </w:r>
            <w:r w:rsidRPr="00177005">
              <w:rPr>
                <w:b w:val="0"/>
                <w:sz w:val="20"/>
              </w:rPr>
              <w:fldChar w:fldCharType="separate"/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noProof/>
                <w:sz w:val="20"/>
              </w:rPr>
              <w:t> </w:t>
            </w:r>
            <w:r w:rsidRPr="00177005">
              <w:rPr>
                <w:b w:val="0"/>
                <w:sz w:val="20"/>
              </w:rPr>
              <w:fldChar w:fldCharType="end"/>
            </w:r>
            <w:permEnd w:id="784806729"/>
          </w:p>
          <w:p w14:paraId="0C0D2BDA" w14:textId="77777777" w:rsidR="00FA4C52" w:rsidRPr="0023626D" w:rsidRDefault="00FA4C52" w:rsidP="00FA4C52">
            <w:pPr>
              <w:pStyle w:val="Body8ptFeederBold"/>
              <w:tabs>
                <w:tab w:val="left" w:pos="317"/>
              </w:tabs>
              <w:spacing w:before="60" w:after="60"/>
              <w:ind w:left="357" w:right="0" w:hanging="357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t>Maßnahmetitel:</w:t>
            </w:r>
          </w:p>
          <w:permStart w:id="362696592" w:edGrp="everyone"/>
          <w:p w14:paraId="70580B61" w14:textId="77777777" w:rsidR="00FA4C52" w:rsidRPr="00177005" w:rsidRDefault="00FA4C52" w:rsidP="006C0733">
            <w:pPr>
              <w:spacing w:before="120" w:after="120"/>
              <w:jc w:val="left"/>
              <w:rPr>
                <w:bCs/>
                <w:sz w:val="20"/>
              </w:rPr>
            </w:pPr>
            <w:r w:rsidRPr="00177005">
              <w:rPr>
                <w:bCs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77005">
              <w:rPr>
                <w:bCs/>
                <w:sz w:val="20"/>
              </w:rPr>
              <w:instrText xml:space="preserve"> FORMTEXT </w:instrText>
            </w:r>
            <w:r w:rsidRPr="00177005">
              <w:rPr>
                <w:bCs/>
                <w:sz w:val="20"/>
              </w:rPr>
            </w:r>
            <w:r w:rsidRPr="00177005">
              <w:rPr>
                <w:bCs/>
                <w:sz w:val="20"/>
              </w:rPr>
              <w:fldChar w:fldCharType="separate"/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sz w:val="20"/>
              </w:rPr>
              <w:fldChar w:fldCharType="end"/>
            </w:r>
          </w:p>
          <w:p w14:paraId="7CB9897C" w14:textId="77777777" w:rsidR="00FA4C52" w:rsidRPr="00177005" w:rsidRDefault="00FA4C52" w:rsidP="006C0733">
            <w:pPr>
              <w:spacing w:before="120" w:after="120"/>
              <w:jc w:val="left"/>
              <w:rPr>
                <w:bCs/>
                <w:sz w:val="20"/>
              </w:rPr>
            </w:pPr>
            <w:r w:rsidRPr="00177005">
              <w:rPr>
                <w:bCs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77005">
              <w:rPr>
                <w:bCs/>
                <w:sz w:val="20"/>
              </w:rPr>
              <w:instrText xml:space="preserve"> FORMTEXT </w:instrText>
            </w:r>
            <w:r w:rsidRPr="00177005">
              <w:rPr>
                <w:bCs/>
                <w:sz w:val="20"/>
              </w:rPr>
            </w:r>
            <w:r w:rsidRPr="00177005">
              <w:rPr>
                <w:bCs/>
                <w:sz w:val="20"/>
              </w:rPr>
              <w:fldChar w:fldCharType="separate"/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noProof/>
                <w:sz w:val="20"/>
              </w:rPr>
              <w:t> </w:t>
            </w:r>
            <w:r w:rsidRPr="00177005">
              <w:rPr>
                <w:bCs/>
                <w:sz w:val="20"/>
              </w:rPr>
              <w:fldChar w:fldCharType="end"/>
            </w:r>
          </w:p>
          <w:p w14:paraId="74DC66FC" w14:textId="77777777" w:rsidR="004F1B5E" w:rsidRPr="0023626D" w:rsidRDefault="00FA4C52" w:rsidP="006C0733">
            <w:pPr>
              <w:pStyle w:val="Body8ptFeederBold"/>
              <w:tabs>
                <w:tab w:val="left" w:pos="34"/>
              </w:tabs>
              <w:spacing w:before="120" w:after="120"/>
              <w:ind w:left="34" w:right="0" w:hanging="34"/>
              <w:jc w:val="left"/>
              <w:rPr>
                <w:b w:val="0"/>
                <w:sz w:val="18"/>
                <w:szCs w:val="18"/>
              </w:rPr>
            </w:pPr>
            <w:r w:rsidRPr="00177005">
              <w:rPr>
                <w:b w:val="0"/>
                <w:bCs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77005">
              <w:rPr>
                <w:b w:val="0"/>
                <w:bCs/>
                <w:sz w:val="20"/>
              </w:rPr>
              <w:instrText xml:space="preserve"> FORMTEXT </w:instrText>
            </w:r>
            <w:r w:rsidRPr="00177005">
              <w:rPr>
                <w:b w:val="0"/>
                <w:bCs/>
                <w:sz w:val="20"/>
              </w:rPr>
            </w:r>
            <w:r w:rsidRPr="00177005">
              <w:rPr>
                <w:b w:val="0"/>
                <w:bCs/>
                <w:sz w:val="20"/>
              </w:rPr>
              <w:fldChar w:fldCharType="separate"/>
            </w:r>
            <w:r w:rsidRPr="00177005">
              <w:rPr>
                <w:b w:val="0"/>
                <w:bCs/>
                <w:noProof/>
                <w:sz w:val="20"/>
              </w:rPr>
              <w:t> </w:t>
            </w:r>
            <w:r w:rsidRPr="00177005">
              <w:rPr>
                <w:b w:val="0"/>
                <w:bCs/>
                <w:noProof/>
                <w:sz w:val="20"/>
              </w:rPr>
              <w:t> </w:t>
            </w:r>
            <w:r w:rsidRPr="00177005">
              <w:rPr>
                <w:b w:val="0"/>
                <w:bCs/>
                <w:noProof/>
                <w:sz w:val="20"/>
              </w:rPr>
              <w:t> </w:t>
            </w:r>
            <w:r w:rsidRPr="00177005">
              <w:rPr>
                <w:b w:val="0"/>
                <w:bCs/>
                <w:noProof/>
                <w:sz w:val="20"/>
              </w:rPr>
              <w:t> </w:t>
            </w:r>
            <w:r w:rsidRPr="00177005">
              <w:rPr>
                <w:b w:val="0"/>
                <w:bCs/>
                <w:noProof/>
                <w:sz w:val="20"/>
              </w:rPr>
              <w:t> </w:t>
            </w:r>
            <w:r w:rsidRPr="00177005">
              <w:rPr>
                <w:b w:val="0"/>
                <w:bCs/>
                <w:sz w:val="20"/>
              </w:rPr>
              <w:fldChar w:fldCharType="end"/>
            </w:r>
            <w:permEnd w:id="362696592"/>
          </w:p>
        </w:tc>
      </w:tr>
      <w:tr w:rsidR="00BA1831" w:rsidRPr="00253CE6" w14:paraId="07136C62" w14:textId="77777777" w:rsidTr="005157CD">
        <w:trPr>
          <w:trHeight w:val="1100"/>
        </w:trPr>
        <w:tc>
          <w:tcPr>
            <w:tcW w:w="1666" w:type="pct"/>
          </w:tcPr>
          <w:p w14:paraId="15FDDA7C" w14:textId="77777777" w:rsidR="004E7B02" w:rsidRPr="0023626D" w:rsidRDefault="004E7B02" w:rsidP="00FC6644">
            <w:pPr>
              <w:pStyle w:val="Body8ptFeederBold"/>
              <w:spacing w:before="60" w:after="60"/>
              <w:ind w:left="289" w:right="-108" w:hanging="289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lastRenderedPageBreak/>
              <w:t xml:space="preserve">A4) </w:t>
            </w:r>
            <w:permStart w:id="231670280" w:edGrp="everyone"/>
            <w:sdt>
              <w:sdtPr>
                <w:rPr>
                  <w:b w:val="0"/>
                  <w:sz w:val="28"/>
                  <w:szCs w:val="28"/>
                </w:rPr>
                <w:id w:val="-128094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26D" w:rsidRPr="006C0733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231670280"/>
          </w:p>
          <w:p w14:paraId="46B38B15" w14:textId="77777777" w:rsidR="00D24473" w:rsidRPr="0023626D" w:rsidRDefault="00BA1831" w:rsidP="00FC6644">
            <w:pPr>
              <w:pStyle w:val="Body8ptFeederBold"/>
              <w:spacing w:before="60" w:after="60"/>
              <w:ind w:left="0" w:right="-108" w:firstLine="18"/>
              <w:jc w:val="left"/>
              <w:rPr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 xml:space="preserve">Geschäftsaufgabe, Auflösung, Konkurs </w:t>
            </w:r>
          </w:p>
          <w:p w14:paraId="70EB7BC5" w14:textId="77777777" w:rsidR="00D24473" w:rsidRPr="0023626D" w:rsidRDefault="00E11B42" w:rsidP="00FC6644">
            <w:pPr>
              <w:pStyle w:val="Body8ptFeederBold"/>
              <w:spacing w:before="60" w:after="60"/>
              <w:ind w:left="0" w:right="-108" w:firstLine="18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t xml:space="preserve">Einzureichende </w:t>
            </w:r>
            <w:r w:rsidR="00D24473" w:rsidRPr="0023626D">
              <w:rPr>
                <w:b w:val="0"/>
                <w:sz w:val="18"/>
                <w:szCs w:val="18"/>
              </w:rPr>
              <w:t>Anlagen:</w:t>
            </w:r>
          </w:p>
          <w:p w14:paraId="14F817ED" w14:textId="77777777" w:rsidR="00BA1831" w:rsidRPr="0023626D" w:rsidRDefault="00BA1831" w:rsidP="003F66EF">
            <w:pPr>
              <w:pStyle w:val="Listenabsatz"/>
              <w:numPr>
                <w:ilvl w:val="0"/>
                <w:numId w:val="32"/>
              </w:numPr>
              <w:ind w:left="159" w:right="45" w:hanging="159"/>
              <w:jc w:val="left"/>
              <w:rPr>
                <w:b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Kündigungsschreiben an FKS</w:t>
            </w:r>
            <w:r w:rsidR="00D24473" w:rsidRPr="0023626D">
              <w:rPr>
                <w:i/>
                <w:sz w:val="18"/>
                <w:szCs w:val="18"/>
              </w:rPr>
              <w:t xml:space="preserve"> mit Angaben des Kündigungsg</w:t>
            </w:r>
            <w:r w:rsidR="00FC6644" w:rsidRPr="0023626D">
              <w:rPr>
                <w:i/>
                <w:sz w:val="18"/>
                <w:szCs w:val="18"/>
              </w:rPr>
              <w:t>rundes und des Kündigungstermin</w:t>
            </w:r>
            <w:r w:rsidR="00D24473" w:rsidRPr="0023626D">
              <w:rPr>
                <w:i/>
                <w:sz w:val="18"/>
                <w:szCs w:val="18"/>
              </w:rPr>
              <w:t>s</w:t>
            </w:r>
          </w:p>
        </w:tc>
        <w:tc>
          <w:tcPr>
            <w:tcW w:w="1666" w:type="pct"/>
            <w:shd w:val="clear" w:color="auto" w:fill="BFBFBF" w:themeFill="background1" w:themeFillShade="BF"/>
          </w:tcPr>
          <w:p w14:paraId="0CBA8D2F" w14:textId="77777777" w:rsidR="00BA1831" w:rsidRPr="0023626D" w:rsidRDefault="00BA1831" w:rsidP="00FC6644">
            <w:pPr>
              <w:ind w:left="20" w:right="-253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667" w:type="pct"/>
            <w:shd w:val="clear" w:color="auto" w:fill="FFFFFF" w:themeFill="background1"/>
          </w:tcPr>
          <w:p w14:paraId="6BC6EC62" w14:textId="77777777" w:rsidR="00405744" w:rsidRPr="0023626D" w:rsidRDefault="00405744" w:rsidP="00FC6644">
            <w:pPr>
              <w:ind w:right="-253"/>
              <w:jc w:val="left"/>
              <w:rPr>
                <w:rFonts w:cs="Arial"/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 xml:space="preserve">C4) </w:t>
            </w:r>
            <w:r w:rsidRPr="0023626D">
              <w:rPr>
                <w:sz w:val="24"/>
                <w:szCs w:val="24"/>
              </w:rPr>
              <w:t xml:space="preserve"> </w:t>
            </w:r>
            <w:permStart w:id="463289144" w:edGrp="everyone"/>
            <w:sdt>
              <w:sdtPr>
                <w:rPr>
                  <w:sz w:val="28"/>
                  <w:szCs w:val="28"/>
                </w:rPr>
                <w:id w:val="1468943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26D" w:rsidRPr="006A466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permEnd w:id="463289144"/>
          </w:p>
          <w:p w14:paraId="4967612A" w14:textId="77777777" w:rsidR="00405744" w:rsidRPr="0023626D" w:rsidRDefault="00405744" w:rsidP="00FC6644">
            <w:pPr>
              <w:ind w:right="-253"/>
              <w:jc w:val="left"/>
              <w:rPr>
                <w:b/>
                <w:sz w:val="18"/>
                <w:szCs w:val="18"/>
              </w:rPr>
            </w:pPr>
            <w:r w:rsidRPr="0023626D">
              <w:rPr>
                <w:b/>
                <w:sz w:val="18"/>
                <w:szCs w:val="18"/>
              </w:rPr>
              <w:t xml:space="preserve">Bei Änderung z.B.: Inhalte, </w:t>
            </w:r>
            <w:r w:rsidRPr="0023626D">
              <w:rPr>
                <w:b/>
                <w:sz w:val="18"/>
                <w:szCs w:val="18"/>
              </w:rPr>
              <w:br/>
              <w:t xml:space="preserve">Konzeption, Organisation, </w:t>
            </w:r>
            <w:r w:rsidR="00E11B42" w:rsidRPr="0023626D">
              <w:rPr>
                <w:b/>
                <w:sz w:val="18"/>
                <w:szCs w:val="18"/>
              </w:rPr>
              <w:br/>
            </w:r>
            <w:r w:rsidRPr="0023626D">
              <w:rPr>
                <w:b/>
                <w:sz w:val="18"/>
                <w:szCs w:val="18"/>
              </w:rPr>
              <w:t xml:space="preserve">verantw. Ausbildungspersonal, </w:t>
            </w:r>
            <w:r w:rsidR="00E11B42" w:rsidRPr="0023626D">
              <w:rPr>
                <w:b/>
                <w:sz w:val="18"/>
                <w:szCs w:val="18"/>
              </w:rPr>
              <w:br/>
            </w:r>
            <w:r w:rsidRPr="0023626D">
              <w:rPr>
                <w:b/>
                <w:sz w:val="18"/>
                <w:szCs w:val="18"/>
              </w:rPr>
              <w:t>Kalkulation</w:t>
            </w:r>
          </w:p>
          <w:p w14:paraId="1E0761F3" w14:textId="77777777" w:rsidR="00E11B42" w:rsidRPr="0023626D" w:rsidRDefault="00E11B42" w:rsidP="00FC6644">
            <w:pPr>
              <w:ind w:right="-253"/>
              <w:jc w:val="left"/>
              <w:rPr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>Einzureichende Anlagen</w:t>
            </w:r>
          </w:p>
          <w:p w14:paraId="1C456B04" w14:textId="77777777" w:rsidR="00E11B42" w:rsidRPr="0023626D" w:rsidRDefault="00405744" w:rsidP="009D22B0">
            <w:pPr>
              <w:pStyle w:val="Listenabsatz"/>
              <w:numPr>
                <w:ilvl w:val="0"/>
                <w:numId w:val="32"/>
              </w:numPr>
              <w:ind w:left="173" w:hanging="141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Alte und neue Maßnahme</w:t>
            </w:r>
            <w:r w:rsidR="00E11B42" w:rsidRPr="0023626D">
              <w:rPr>
                <w:i/>
                <w:sz w:val="18"/>
                <w:szCs w:val="18"/>
              </w:rPr>
              <w:t>beschreibung(en)</w:t>
            </w:r>
          </w:p>
          <w:p w14:paraId="2E2733B9" w14:textId="77777777" w:rsidR="00E11B42" w:rsidRPr="0023626D" w:rsidRDefault="00E11B42" w:rsidP="00FC6644">
            <w:pPr>
              <w:pStyle w:val="Listenabsatz"/>
              <w:numPr>
                <w:ilvl w:val="0"/>
                <w:numId w:val="32"/>
              </w:numPr>
              <w:ind w:left="173" w:right="-253" w:hanging="141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Altes und neues Konzept</w:t>
            </w:r>
          </w:p>
          <w:p w14:paraId="30F80DAF" w14:textId="77777777" w:rsidR="00E11B42" w:rsidRPr="0023626D" w:rsidRDefault="00E11B42" w:rsidP="00FC6644">
            <w:pPr>
              <w:pStyle w:val="Listenabsatz"/>
              <w:numPr>
                <w:ilvl w:val="0"/>
                <w:numId w:val="36"/>
              </w:numPr>
              <w:ind w:left="173" w:right="-253" w:hanging="173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 xml:space="preserve">alter und neuer Ablaufplan- und </w:t>
            </w:r>
            <w:r w:rsidRPr="0023626D">
              <w:rPr>
                <w:i/>
                <w:sz w:val="18"/>
                <w:szCs w:val="18"/>
              </w:rPr>
              <w:br/>
              <w:t>Stundenplan</w:t>
            </w:r>
          </w:p>
          <w:p w14:paraId="3731C55F" w14:textId="77777777" w:rsidR="00E11B42" w:rsidRPr="0023626D" w:rsidRDefault="00E11B42" w:rsidP="00FC6644">
            <w:pPr>
              <w:pStyle w:val="Listenabsatz"/>
              <w:numPr>
                <w:ilvl w:val="0"/>
                <w:numId w:val="36"/>
              </w:numPr>
              <w:ind w:left="173" w:right="-253" w:hanging="173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A</w:t>
            </w:r>
            <w:r w:rsidR="00405744" w:rsidRPr="0023626D">
              <w:rPr>
                <w:i/>
                <w:sz w:val="18"/>
                <w:szCs w:val="18"/>
              </w:rPr>
              <w:t>ngaben zur Qualifikation</w:t>
            </w:r>
            <w:r w:rsidRPr="0023626D">
              <w:rPr>
                <w:i/>
                <w:sz w:val="18"/>
                <w:szCs w:val="18"/>
              </w:rPr>
              <w:t xml:space="preserve"> </w:t>
            </w:r>
            <w:r w:rsidR="00405744" w:rsidRPr="0023626D">
              <w:rPr>
                <w:i/>
                <w:sz w:val="18"/>
                <w:szCs w:val="18"/>
              </w:rPr>
              <w:t>verantw</w:t>
            </w:r>
            <w:r w:rsidRPr="0023626D">
              <w:rPr>
                <w:i/>
                <w:sz w:val="18"/>
                <w:szCs w:val="18"/>
              </w:rPr>
              <w:t>.</w:t>
            </w:r>
            <w:r w:rsidRPr="0023626D">
              <w:rPr>
                <w:i/>
                <w:sz w:val="18"/>
                <w:szCs w:val="18"/>
              </w:rPr>
              <w:br/>
            </w:r>
            <w:r w:rsidR="00405744" w:rsidRPr="0023626D">
              <w:rPr>
                <w:i/>
                <w:sz w:val="18"/>
                <w:szCs w:val="18"/>
              </w:rPr>
              <w:t>Lehrkräfte /</w:t>
            </w:r>
            <w:r w:rsidRPr="0023626D">
              <w:rPr>
                <w:i/>
                <w:sz w:val="18"/>
                <w:szCs w:val="18"/>
              </w:rPr>
              <w:t xml:space="preserve"> </w:t>
            </w:r>
            <w:r w:rsidR="00405744" w:rsidRPr="0023626D">
              <w:rPr>
                <w:i/>
                <w:sz w:val="18"/>
                <w:szCs w:val="18"/>
              </w:rPr>
              <w:t>Ausbilder / (Sozial-)</w:t>
            </w:r>
            <w:r w:rsidRPr="0023626D">
              <w:rPr>
                <w:i/>
                <w:sz w:val="18"/>
                <w:szCs w:val="18"/>
              </w:rPr>
              <w:br/>
            </w:r>
            <w:r w:rsidR="00405744" w:rsidRPr="0023626D">
              <w:rPr>
                <w:i/>
                <w:sz w:val="18"/>
                <w:szCs w:val="18"/>
              </w:rPr>
              <w:t>Pädagogen</w:t>
            </w:r>
            <w:r w:rsidRPr="0023626D">
              <w:rPr>
                <w:i/>
                <w:sz w:val="18"/>
                <w:szCs w:val="18"/>
              </w:rPr>
              <w:t xml:space="preserve"> im AZAV-Bereich /</w:t>
            </w:r>
            <w:r w:rsidRPr="0023626D">
              <w:rPr>
                <w:i/>
                <w:sz w:val="18"/>
                <w:szCs w:val="18"/>
              </w:rPr>
              <w:br/>
            </w:r>
            <w:r w:rsidR="00405744" w:rsidRPr="0023626D">
              <w:rPr>
                <w:i/>
                <w:sz w:val="18"/>
                <w:szCs w:val="18"/>
              </w:rPr>
              <w:t>Vermittler/</w:t>
            </w:r>
            <w:r w:rsidRPr="0023626D">
              <w:rPr>
                <w:i/>
                <w:sz w:val="18"/>
                <w:szCs w:val="18"/>
              </w:rPr>
              <w:t xml:space="preserve"> </w:t>
            </w:r>
            <w:r w:rsidR="00405744" w:rsidRPr="0023626D">
              <w:rPr>
                <w:i/>
                <w:sz w:val="18"/>
                <w:szCs w:val="18"/>
              </w:rPr>
              <w:t>Coach usw.</w:t>
            </w:r>
          </w:p>
          <w:p w14:paraId="0B6D9C57" w14:textId="77777777" w:rsidR="00BA1831" w:rsidRPr="0023626D" w:rsidRDefault="00405744" w:rsidP="0023626D">
            <w:pPr>
              <w:pStyle w:val="Listenabsatz"/>
              <w:numPr>
                <w:ilvl w:val="0"/>
                <w:numId w:val="36"/>
              </w:numPr>
              <w:ind w:left="173" w:right="32" w:hanging="173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i/>
                <w:sz w:val="18"/>
                <w:szCs w:val="18"/>
              </w:rPr>
              <w:t>Einverständnis-Nachweis IHK/ HWK</w:t>
            </w:r>
            <w:r w:rsidR="00E11B42" w:rsidRPr="0023626D">
              <w:rPr>
                <w:i/>
                <w:sz w:val="18"/>
                <w:szCs w:val="18"/>
              </w:rPr>
              <w:br/>
            </w:r>
            <w:r w:rsidRPr="0023626D">
              <w:rPr>
                <w:i/>
                <w:sz w:val="18"/>
                <w:szCs w:val="18"/>
              </w:rPr>
              <w:t xml:space="preserve">oder sonstiger Stellen </w:t>
            </w:r>
            <w:r w:rsidR="00E11B42" w:rsidRPr="0023626D">
              <w:rPr>
                <w:i/>
                <w:sz w:val="18"/>
                <w:szCs w:val="18"/>
              </w:rPr>
              <w:t xml:space="preserve"> </w:t>
            </w:r>
            <w:r w:rsidRPr="0023626D">
              <w:rPr>
                <w:i/>
                <w:sz w:val="18"/>
                <w:szCs w:val="18"/>
              </w:rPr>
              <w:t>(z.B. bei staatl. Prüfungen)</w:t>
            </w:r>
          </w:p>
        </w:tc>
      </w:tr>
      <w:tr w:rsidR="00BA1831" w:rsidRPr="00253CE6" w14:paraId="61E54E75" w14:textId="77777777" w:rsidTr="00FC6644">
        <w:trPr>
          <w:trHeight w:val="2028"/>
        </w:trPr>
        <w:tc>
          <w:tcPr>
            <w:tcW w:w="1666" w:type="pct"/>
          </w:tcPr>
          <w:p w14:paraId="0F31969D" w14:textId="77777777" w:rsidR="004E7B02" w:rsidRPr="0023626D" w:rsidRDefault="004E7B02" w:rsidP="00FC6644">
            <w:pPr>
              <w:pStyle w:val="Body8ptFeederBold"/>
              <w:spacing w:before="60" w:after="60"/>
              <w:ind w:left="289" w:right="0" w:hanging="289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t>A5)</w:t>
            </w:r>
            <w:permStart w:id="1094060443" w:edGrp="everyone"/>
            <w:r w:rsidRPr="0023626D">
              <w:rPr>
                <w:b w:val="0"/>
                <w:sz w:val="24"/>
                <w:szCs w:val="24"/>
              </w:rPr>
              <w:t xml:space="preserve"> </w:t>
            </w:r>
            <w:sdt>
              <w:sdtPr>
                <w:rPr>
                  <w:b w:val="0"/>
                  <w:sz w:val="28"/>
                  <w:szCs w:val="28"/>
                </w:rPr>
                <w:id w:val="391620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26D" w:rsidRPr="006A466F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1094060443"/>
          </w:p>
          <w:p w14:paraId="7C6BC28C" w14:textId="77777777" w:rsidR="00BA1831" w:rsidRPr="0023626D" w:rsidRDefault="00BA1831" w:rsidP="00FC6644">
            <w:pPr>
              <w:pStyle w:val="Body8ptFeederBold"/>
              <w:spacing w:before="60" w:after="60"/>
              <w:ind w:left="0" w:right="0"/>
              <w:jc w:val="left"/>
              <w:rPr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>Neuer fester Standort</w:t>
            </w:r>
            <w:r w:rsidR="002438C5">
              <w:rPr>
                <w:sz w:val="18"/>
                <w:szCs w:val="18"/>
              </w:rPr>
              <w:t>*</w:t>
            </w:r>
            <w:r w:rsidRPr="0023626D">
              <w:rPr>
                <w:sz w:val="18"/>
                <w:szCs w:val="18"/>
              </w:rPr>
              <w:t xml:space="preserve"> / Änderung von Standorten</w:t>
            </w:r>
          </w:p>
          <w:p w14:paraId="4D1379EE" w14:textId="77777777" w:rsidR="00D24473" w:rsidRPr="0023626D" w:rsidRDefault="00E11B42" w:rsidP="00FC6644">
            <w:pPr>
              <w:pStyle w:val="Body8ptFeederBold"/>
              <w:spacing w:before="60" w:after="6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t>Einzureichende Anlagen</w:t>
            </w:r>
            <w:r w:rsidR="00D24473" w:rsidRPr="0023626D">
              <w:rPr>
                <w:b w:val="0"/>
                <w:sz w:val="18"/>
                <w:szCs w:val="18"/>
              </w:rPr>
              <w:t>:</w:t>
            </w:r>
          </w:p>
          <w:p w14:paraId="7F399013" w14:textId="77777777" w:rsidR="00BA1831" w:rsidRPr="0023626D" w:rsidRDefault="00BA1831" w:rsidP="00FC6644">
            <w:pPr>
              <w:pStyle w:val="Body8ptFeederBold"/>
              <w:numPr>
                <w:ilvl w:val="0"/>
                <w:numId w:val="33"/>
              </w:numPr>
              <w:tabs>
                <w:tab w:val="clear" w:pos="4819"/>
                <w:tab w:val="clear" w:pos="9071"/>
              </w:tabs>
              <w:spacing w:before="60" w:after="60"/>
              <w:ind w:left="159" w:right="187" w:hanging="159"/>
              <w:jc w:val="left"/>
              <w:rPr>
                <w:b w:val="0"/>
                <w:i/>
                <w:sz w:val="18"/>
                <w:szCs w:val="18"/>
              </w:rPr>
            </w:pPr>
            <w:r w:rsidRPr="0023626D">
              <w:rPr>
                <w:b w:val="0"/>
                <w:i/>
                <w:sz w:val="18"/>
                <w:szCs w:val="18"/>
              </w:rPr>
              <w:t>Anlage: „Infrastruktur, techn. Ausstattung“</w:t>
            </w:r>
          </w:p>
          <w:p w14:paraId="5E592954" w14:textId="77777777" w:rsidR="00D24473" w:rsidRPr="002438C5" w:rsidRDefault="00D24473" w:rsidP="00FC6644">
            <w:pPr>
              <w:pStyle w:val="Body8ptFeederBold"/>
              <w:numPr>
                <w:ilvl w:val="0"/>
                <w:numId w:val="33"/>
              </w:numPr>
              <w:tabs>
                <w:tab w:val="clear" w:pos="4819"/>
                <w:tab w:val="clear" w:pos="9071"/>
              </w:tabs>
              <w:spacing w:before="60" w:after="60"/>
              <w:ind w:left="156" w:right="187" w:hanging="156"/>
              <w:jc w:val="left"/>
              <w:rPr>
                <w:b w:val="0"/>
                <w:i/>
                <w:sz w:val="18"/>
                <w:szCs w:val="18"/>
              </w:rPr>
            </w:pPr>
            <w:r w:rsidRPr="0023626D">
              <w:rPr>
                <w:rFonts w:cs="Arial"/>
                <w:b w:val="0"/>
                <w:i/>
                <w:sz w:val="18"/>
                <w:szCs w:val="18"/>
              </w:rPr>
              <w:t>Mietvertrag, Grundrisspläne, Raumübersichten</w:t>
            </w:r>
          </w:p>
          <w:p w14:paraId="1D93623F" w14:textId="77777777" w:rsidR="002438C5" w:rsidRDefault="002438C5" w:rsidP="002438C5">
            <w:pPr>
              <w:pStyle w:val="Body8ptFeederBold"/>
              <w:tabs>
                <w:tab w:val="clear" w:pos="4819"/>
                <w:tab w:val="clear" w:pos="9071"/>
              </w:tabs>
              <w:spacing w:before="60" w:after="60"/>
              <w:ind w:right="187"/>
              <w:jc w:val="left"/>
              <w:rPr>
                <w:rFonts w:cs="Arial"/>
                <w:b w:val="0"/>
                <w:i/>
                <w:sz w:val="18"/>
                <w:szCs w:val="18"/>
              </w:rPr>
            </w:pPr>
          </w:p>
          <w:p w14:paraId="3A2CBF7D" w14:textId="77777777" w:rsidR="002438C5" w:rsidRPr="0023626D" w:rsidRDefault="002438C5" w:rsidP="002438C5">
            <w:pPr>
              <w:pStyle w:val="Body8ptFeederBold"/>
              <w:numPr>
                <w:ilvl w:val="0"/>
                <w:numId w:val="37"/>
              </w:numPr>
              <w:tabs>
                <w:tab w:val="clear" w:pos="4819"/>
                <w:tab w:val="clear" w:pos="9071"/>
              </w:tabs>
              <w:spacing w:before="60" w:after="60"/>
              <w:ind w:left="441" w:right="187"/>
              <w:jc w:val="left"/>
              <w:rPr>
                <w:b w:val="0"/>
                <w:i/>
                <w:sz w:val="18"/>
                <w:szCs w:val="18"/>
              </w:rPr>
            </w:pPr>
            <w:r>
              <w:rPr>
                <w:b w:val="0"/>
                <w:i/>
                <w:sz w:val="18"/>
                <w:szCs w:val="18"/>
              </w:rPr>
              <w:t>bereits zugelassen bei anderer FKS bzw. Zulassung nur nach Vor-Ort-Besichtigung</w:t>
            </w:r>
          </w:p>
        </w:tc>
        <w:tc>
          <w:tcPr>
            <w:tcW w:w="1666" w:type="pct"/>
            <w:shd w:val="clear" w:color="auto" w:fill="BFBFBF" w:themeFill="background1" w:themeFillShade="BF"/>
          </w:tcPr>
          <w:p w14:paraId="61BAE584" w14:textId="77777777" w:rsidR="00BA1831" w:rsidRPr="0023626D" w:rsidRDefault="00BA1831" w:rsidP="00FC6644">
            <w:pPr>
              <w:ind w:right="-253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667" w:type="pct"/>
            <w:shd w:val="clear" w:color="auto" w:fill="BFBFBF" w:themeFill="background1" w:themeFillShade="BF"/>
          </w:tcPr>
          <w:p w14:paraId="5A03E141" w14:textId="77777777" w:rsidR="00BA1831" w:rsidRPr="0023626D" w:rsidRDefault="00BA1831" w:rsidP="00FC6644">
            <w:pPr>
              <w:ind w:right="-253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A1831" w:rsidRPr="00253CE6" w14:paraId="69A15B16" w14:textId="77777777" w:rsidTr="00FC6644">
        <w:trPr>
          <w:trHeight w:val="713"/>
        </w:trPr>
        <w:tc>
          <w:tcPr>
            <w:tcW w:w="1666" w:type="pct"/>
          </w:tcPr>
          <w:p w14:paraId="34FFC229" w14:textId="77777777" w:rsidR="004E7B02" w:rsidRPr="00FA4C52" w:rsidRDefault="004E7B02" w:rsidP="00FC6644">
            <w:pPr>
              <w:pStyle w:val="Body8ptFeederBold"/>
              <w:spacing w:before="60" w:after="60"/>
              <w:ind w:left="289" w:right="-108" w:hanging="289"/>
              <w:jc w:val="left"/>
              <w:rPr>
                <w:b w:val="0"/>
                <w:sz w:val="24"/>
                <w:szCs w:val="24"/>
              </w:rPr>
            </w:pPr>
            <w:r w:rsidRPr="00FA4C52">
              <w:rPr>
                <w:b w:val="0"/>
                <w:sz w:val="18"/>
                <w:szCs w:val="18"/>
              </w:rPr>
              <w:t xml:space="preserve">A6) </w:t>
            </w:r>
            <w:permStart w:id="1983865975" w:edGrp="everyone"/>
            <w:sdt>
              <w:sdtPr>
                <w:rPr>
                  <w:b w:val="0"/>
                  <w:sz w:val="28"/>
                  <w:szCs w:val="28"/>
                </w:rPr>
                <w:id w:val="-115206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C52" w:rsidRPr="006A466F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1983865975"/>
          </w:p>
          <w:p w14:paraId="52C868B3" w14:textId="77777777" w:rsidR="00BA1831" w:rsidRPr="00FA4C52" w:rsidRDefault="004E7B02" w:rsidP="00FC6644">
            <w:pPr>
              <w:pStyle w:val="Body8ptFeederBold"/>
              <w:spacing w:before="60" w:after="60"/>
              <w:ind w:left="289" w:right="-108" w:hanging="289"/>
              <w:jc w:val="left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A</w:t>
            </w:r>
            <w:r w:rsidR="00BA1831" w:rsidRPr="00FA4C52">
              <w:rPr>
                <w:sz w:val="18"/>
                <w:szCs w:val="18"/>
              </w:rPr>
              <w:t>bmeldung von Standorten</w:t>
            </w:r>
          </w:p>
          <w:p w14:paraId="6D6571A4" w14:textId="77777777" w:rsidR="00D24473" w:rsidRPr="006C0231" w:rsidRDefault="00D24473" w:rsidP="00FC6644">
            <w:pPr>
              <w:pStyle w:val="Body8ptFeederBold"/>
              <w:spacing w:before="60" w:after="60"/>
              <w:ind w:left="289" w:right="-108" w:hanging="289"/>
              <w:jc w:val="left"/>
              <w:rPr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1666" w:type="pct"/>
            <w:shd w:val="clear" w:color="auto" w:fill="BFBFBF" w:themeFill="background1" w:themeFillShade="BF"/>
          </w:tcPr>
          <w:p w14:paraId="67C59FE1" w14:textId="77777777" w:rsidR="00BA1831" w:rsidRPr="0023626D" w:rsidRDefault="00BA1831" w:rsidP="00FA4C52">
            <w:pPr>
              <w:ind w:right="-253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667" w:type="pct"/>
            <w:shd w:val="clear" w:color="auto" w:fill="BFBFBF" w:themeFill="background1" w:themeFillShade="BF"/>
          </w:tcPr>
          <w:p w14:paraId="23936BF5" w14:textId="77777777" w:rsidR="00BA1831" w:rsidRPr="0023626D" w:rsidRDefault="00BA1831" w:rsidP="00FC6644">
            <w:pPr>
              <w:ind w:right="-253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A1831" w:rsidRPr="00253CE6" w14:paraId="251A1316" w14:textId="77777777" w:rsidTr="00405744">
        <w:trPr>
          <w:trHeight w:val="1100"/>
        </w:trPr>
        <w:tc>
          <w:tcPr>
            <w:tcW w:w="1666" w:type="pct"/>
          </w:tcPr>
          <w:p w14:paraId="6E3046F6" w14:textId="77777777" w:rsidR="004E7B02" w:rsidRPr="0023626D" w:rsidRDefault="004E7B02" w:rsidP="00FC6644">
            <w:pPr>
              <w:pStyle w:val="Body8ptFeederBold"/>
              <w:spacing w:before="60" w:after="60"/>
              <w:ind w:left="289" w:right="-108" w:hanging="289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lastRenderedPageBreak/>
              <w:t xml:space="preserve">A7) </w:t>
            </w:r>
            <w:permStart w:id="77736405" w:edGrp="everyone"/>
            <w:sdt>
              <w:sdtPr>
                <w:rPr>
                  <w:b w:val="0"/>
                  <w:sz w:val="28"/>
                  <w:szCs w:val="28"/>
                </w:rPr>
                <w:id w:val="1914045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26D" w:rsidRPr="006A466F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77736405"/>
          </w:p>
          <w:p w14:paraId="4D1F41C1" w14:textId="77777777" w:rsidR="00BA1831" w:rsidRPr="0023626D" w:rsidRDefault="00BA1831" w:rsidP="00FC6644">
            <w:pPr>
              <w:pStyle w:val="Body8ptFeederBold"/>
              <w:spacing w:before="60" w:after="60"/>
              <w:ind w:left="289" w:right="-108" w:hanging="289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>Fachbereichserweiterung/-en:</w:t>
            </w:r>
          </w:p>
          <w:permStart w:id="633105876" w:edGrp="everyone"/>
          <w:p w14:paraId="432A62A7" w14:textId="77777777" w:rsidR="00BA1831" w:rsidRPr="0023626D" w:rsidRDefault="00632BD2" w:rsidP="00FC6644">
            <w:pPr>
              <w:pStyle w:val="Body8ptFeederBold"/>
              <w:spacing w:before="60" w:after="60"/>
              <w:ind w:left="867" w:right="-108" w:hanging="289"/>
              <w:jc w:val="left"/>
              <w:rPr>
                <w:b w:val="0"/>
                <w:sz w:val="18"/>
                <w:szCs w:val="18"/>
              </w:rPr>
            </w:pPr>
            <w:sdt>
              <w:sdtPr>
                <w:rPr>
                  <w:b w:val="0"/>
                  <w:sz w:val="24"/>
                  <w:szCs w:val="24"/>
                </w:rPr>
                <w:id w:val="636069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31" w:rsidRPr="006A466F">
                  <w:rPr>
                    <w:rFonts w:ascii="MS Gothic" w:eastAsia="MS Gothic" w:hAnsi="MS Gothic" w:hint="eastAsia"/>
                    <w:b w:val="0"/>
                    <w:sz w:val="24"/>
                    <w:szCs w:val="24"/>
                  </w:rPr>
                  <w:t>☐</w:t>
                </w:r>
              </w:sdtContent>
            </w:sdt>
            <w:r w:rsidR="00BA1831" w:rsidRPr="0023626D">
              <w:rPr>
                <w:sz w:val="18"/>
                <w:szCs w:val="18"/>
              </w:rPr>
              <w:t xml:space="preserve">  </w:t>
            </w:r>
            <w:permEnd w:id="633105876"/>
            <w:r w:rsidR="00BA1831" w:rsidRPr="0023626D">
              <w:rPr>
                <w:b w:val="0"/>
                <w:sz w:val="18"/>
                <w:szCs w:val="18"/>
              </w:rPr>
              <w:t xml:space="preserve">Fachbereich 1 </w:t>
            </w:r>
          </w:p>
          <w:permStart w:id="1479698574" w:edGrp="everyone"/>
          <w:p w14:paraId="4C177CD4" w14:textId="77777777" w:rsidR="00BA1831" w:rsidRPr="0023626D" w:rsidRDefault="00632BD2" w:rsidP="00FC6644">
            <w:pPr>
              <w:pStyle w:val="Body8ptFeederBold"/>
              <w:spacing w:before="60" w:after="60"/>
              <w:ind w:left="867" w:right="-108" w:hanging="289"/>
              <w:jc w:val="left"/>
              <w:rPr>
                <w:b w:val="0"/>
                <w:sz w:val="18"/>
                <w:szCs w:val="18"/>
              </w:rPr>
            </w:pPr>
            <w:sdt>
              <w:sdtPr>
                <w:rPr>
                  <w:b w:val="0"/>
                  <w:sz w:val="24"/>
                  <w:szCs w:val="24"/>
                </w:rPr>
                <w:id w:val="-95131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31" w:rsidRPr="006A466F">
                  <w:rPr>
                    <w:rFonts w:ascii="MS Gothic" w:eastAsia="MS Gothic" w:hAnsi="MS Gothic" w:hint="eastAsia"/>
                    <w:b w:val="0"/>
                    <w:sz w:val="24"/>
                    <w:szCs w:val="24"/>
                  </w:rPr>
                  <w:t>☐</w:t>
                </w:r>
              </w:sdtContent>
            </w:sdt>
            <w:r w:rsidR="00BA1831" w:rsidRPr="0023626D">
              <w:rPr>
                <w:b w:val="0"/>
                <w:sz w:val="18"/>
                <w:szCs w:val="18"/>
              </w:rPr>
              <w:t xml:space="preserve">  </w:t>
            </w:r>
            <w:permEnd w:id="1479698574"/>
            <w:r w:rsidR="00BA1831" w:rsidRPr="0023626D">
              <w:rPr>
                <w:b w:val="0"/>
                <w:sz w:val="18"/>
                <w:szCs w:val="18"/>
              </w:rPr>
              <w:t xml:space="preserve">Fachbereich 2 </w:t>
            </w:r>
          </w:p>
          <w:permStart w:id="1208379073" w:edGrp="everyone"/>
          <w:p w14:paraId="3C1CBAE4" w14:textId="076A9FB2" w:rsidR="00BA1831" w:rsidRPr="0023626D" w:rsidRDefault="00632BD2" w:rsidP="00FC6644">
            <w:pPr>
              <w:pStyle w:val="Body8ptFeederBold"/>
              <w:spacing w:before="60" w:after="60"/>
              <w:ind w:left="867" w:right="-108" w:hanging="289"/>
              <w:jc w:val="left"/>
              <w:rPr>
                <w:b w:val="0"/>
                <w:sz w:val="18"/>
                <w:szCs w:val="18"/>
              </w:rPr>
            </w:pPr>
            <w:sdt>
              <w:sdtPr>
                <w:rPr>
                  <w:b w:val="0"/>
                  <w:sz w:val="24"/>
                  <w:szCs w:val="24"/>
                </w:rPr>
                <w:id w:val="183942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733">
                  <w:rPr>
                    <w:rFonts w:ascii="MS Gothic" w:eastAsia="MS Gothic" w:hAnsi="MS Gothic" w:hint="eastAsia"/>
                    <w:b w:val="0"/>
                    <w:sz w:val="24"/>
                    <w:szCs w:val="24"/>
                  </w:rPr>
                  <w:t>☐</w:t>
                </w:r>
              </w:sdtContent>
            </w:sdt>
            <w:r w:rsidR="00BA1831" w:rsidRPr="0023626D">
              <w:rPr>
                <w:b w:val="0"/>
                <w:sz w:val="18"/>
                <w:szCs w:val="18"/>
              </w:rPr>
              <w:t xml:space="preserve">  </w:t>
            </w:r>
            <w:permEnd w:id="1208379073"/>
            <w:r w:rsidR="00BA1831" w:rsidRPr="0023626D">
              <w:rPr>
                <w:b w:val="0"/>
                <w:sz w:val="18"/>
                <w:szCs w:val="18"/>
              </w:rPr>
              <w:t xml:space="preserve">Fachbereich 3 </w:t>
            </w:r>
          </w:p>
          <w:permStart w:id="260194067" w:edGrp="everyone"/>
          <w:p w14:paraId="353A898E" w14:textId="09DA222E" w:rsidR="00BA1831" w:rsidRPr="0023626D" w:rsidRDefault="00632BD2" w:rsidP="00FC6644">
            <w:pPr>
              <w:pStyle w:val="Body8ptFeederBold"/>
              <w:spacing w:before="60" w:after="60"/>
              <w:ind w:left="867" w:right="-108" w:hanging="289"/>
              <w:jc w:val="left"/>
              <w:rPr>
                <w:b w:val="0"/>
                <w:sz w:val="18"/>
                <w:szCs w:val="18"/>
              </w:rPr>
            </w:pPr>
            <w:sdt>
              <w:sdtPr>
                <w:rPr>
                  <w:b w:val="0"/>
                  <w:sz w:val="24"/>
                  <w:szCs w:val="24"/>
                </w:rPr>
                <w:id w:val="-601800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733">
                  <w:rPr>
                    <w:rFonts w:ascii="MS Gothic" w:eastAsia="MS Gothic" w:hAnsi="MS Gothic" w:hint="eastAsia"/>
                    <w:b w:val="0"/>
                    <w:sz w:val="24"/>
                    <w:szCs w:val="24"/>
                  </w:rPr>
                  <w:t>☐</w:t>
                </w:r>
              </w:sdtContent>
            </w:sdt>
            <w:r w:rsidR="00BA1831" w:rsidRPr="0023626D">
              <w:rPr>
                <w:b w:val="0"/>
                <w:sz w:val="18"/>
                <w:szCs w:val="18"/>
              </w:rPr>
              <w:t xml:space="preserve">  </w:t>
            </w:r>
            <w:permEnd w:id="260194067"/>
            <w:r w:rsidR="00BA1831" w:rsidRPr="0023626D">
              <w:rPr>
                <w:b w:val="0"/>
                <w:sz w:val="18"/>
                <w:szCs w:val="18"/>
              </w:rPr>
              <w:t xml:space="preserve">Fachbereich 4 </w:t>
            </w:r>
          </w:p>
          <w:permStart w:id="25759837" w:edGrp="everyone"/>
          <w:p w14:paraId="21BBE66D" w14:textId="77777777" w:rsidR="00BA1831" w:rsidRPr="0023626D" w:rsidRDefault="00632BD2" w:rsidP="00FC6644">
            <w:pPr>
              <w:pStyle w:val="Body8ptFeederBold"/>
              <w:spacing w:before="60" w:after="60"/>
              <w:ind w:left="867" w:right="-108" w:hanging="289"/>
              <w:jc w:val="left"/>
              <w:rPr>
                <w:b w:val="0"/>
                <w:sz w:val="18"/>
                <w:szCs w:val="18"/>
              </w:rPr>
            </w:pPr>
            <w:sdt>
              <w:sdtPr>
                <w:rPr>
                  <w:b w:val="0"/>
                  <w:sz w:val="24"/>
                  <w:szCs w:val="24"/>
                </w:rPr>
                <w:id w:val="1774979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31" w:rsidRPr="006A466F">
                  <w:rPr>
                    <w:rFonts w:ascii="MS Gothic" w:eastAsia="MS Gothic" w:hAnsi="MS Gothic" w:hint="eastAsia"/>
                    <w:b w:val="0"/>
                    <w:sz w:val="24"/>
                    <w:szCs w:val="24"/>
                  </w:rPr>
                  <w:t>☐</w:t>
                </w:r>
              </w:sdtContent>
            </w:sdt>
            <w:r w:rsidR="00BA1831" w:rsidRPr="0023626D">
              <w:rPr>
                <w:b w:val="0"/>
                <w:sz w:val="18"/>
                <w:szCs w:val="18"/>
              </w:rPr>
              <w:t xml:space="preserve">  </w:t>
            </w:r>
            <w:permEnd w:id="25759837"/>
            <w:r w:rsidR="00BA1831" w:rsidRPr="0023626D">
              <w:rPr>
                <w:b w:val="0"/>
                <w:sz w:val="18"/>
                <w:szCs w:val="18"/>
              </w:rPr>
              <w:t xml:space="preserve">Fachbereich 5 </w:t>
            </w:r>
          </w:p>
          <w:permStart w:id="2050438460" w:edGrp="everyone"/>
          <w:p w14:paraId="4083B545" w14:textId="77777777" w:rsidR="00BA1831" w:rsidRPr="0023626D" w:rsidRDefault="00632BD2" w:rsidP="00FC6644">
            <w:pPr>
              <w:pStyle w:val="Body8ptFeederBold"/>
              <w:spacing w:before="60" w:after="60"/>
              <w:ind w:left="867" w:right="-108" w:hanging="289"/>
              <w:jc w:val="left"/>
              <w:rPr>
                <w:b w:val="0"/>
                <w:sz w:val="18"/>
                <w:szCs w:val="18"/>
              </w:rPr>
            </w:pPr>
            <w:sdt>
              <w:sdtPr>
                <w:rPr>
                  <w:b w:val="0"/>
                  <w:sz w:val="24"/>
                  <w:szCs w:val="24"/>
                </w:rPr>
                <w:id w:val="1332868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31" w:rsidRPr="006A466F">
                  <w:rPr>
                    <w:rFonts w:ascii="MS Gothic" w:eastAsia="MS Gothic" w:hAnsi="MS Gothic" w:hint="eastAsia"/>
                    <w:b w:val="0"/>
                    <w:sz w:val="24"/>
                    <w:szCs w:val="24"/>
                  </w:rPr>
                  <w:t>☐</w:t>
                </w:r>
              </w:sdtContent>
            </w:sdt>
            <w:permEnd w:id="2050438460"/>
            <w:r w:rsidR="00BA1831" w:rsidRPr="0023626D">
              <w:rPr>
                <w:b w:val="0"/>
                <w:sz w:val="18"/>
                <w:szCs w:val="18"/>
              </w:rPr>
              <w:t xml:space="preserve">  Fachbereich 6</w:t>
            </w:r>
          </w:p>
          <w:p w14:paraId="17CDF175" w14:textId="77777777" w:rsidR="00BA1831" w:rsidRPr="0023626D" w:rsidRDefault="00BA1831" w:rsidP="00FC6644">
            <w:pPr>
              <w:pStyle w:val="Body8ptFeederBold"/>
              <w:spacing w:before="60" w:after="60"/>
              <w:ind w:left="289" w:right="-108" w:hanging="289"/>
              <w:jc w:val="left"/>
              <w:rPr>
                <w:b w:val="0"/>
                <w:i/>
                <w:sz w:val="18"/>
                <w:szCs w:val="18"/>
              </w:rPr>
            </w:pPr>
            <w:r w:rsidRPr="0023626D">
              <w:rPr>
                <w:b w:val="0"/>
                <w:i/>
                <w:sz w:val="18"/>
                <w:szCs w:val="18"/>
              </w:rPr>
              <w:t>(Bitte zutreffendes ankreuzen.)</w:t>
            </w:r>
          </w:p>
          <w:p w14:paraId="52B4E3BA" w14:textId="77777777" w:rsidR="00D24473" w:rsidRPr="0023626D" w:rsidRDefault="00D24473" w:rsidP="00FC6644">
            <w:pPr>
              <w:pStyle w:val="Body8ptFeederBold"/>
              <w:spacing w:before="60" w:after="60"/>
              <w:ind w:left="289" w:right="-108" w:hanging="289"/>
              <w:jc w:val="left"/>
              <w:rPr>
                <w:b w:val="0"/>
                <w:i/>
                <w:sz w:val="18"/>
                <w:szCs w:val="18"/>
              </w:rPr>
            </w:pPr>
          </w:p>
          <w:p w14:paraId="009148B1" w14:textId="77777777" w:rsidR="00D24473" w:rsidRPr="0023626D" w:rsidRDefault="00E11B42" w:rsidP="00FC6644">
            <w:pPr>
              <w:pStyle w:val="Body8ptFeederBold"/>
              <w:spacing w:before="60" w:after="6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23626D">
              <w:rPr>
                <w:b w:val="0"/>
                <w:sz w:val="18"/>
                <w:szCs w:val="18"/>
              </w:rPr>
              <w:t xml:space="preserve">Einzureichende </w:t>
            </w:r>
            <w:r w:rsidR="00D24473" w:rsidRPr="0023626D">
              <w:rPr>
                <w:b w:val="0"/>
                <w:sz w:val="18"/>
                <w:szCs w:val="18"/>
              </w:rPr>
              <w:t>Anlagen</w:t>
            </w:r>
            <w:r w:rsidR="002F6A37" w:rsidRPr="0023626D">
              <w:rPr>
                <w:b w:val="0"/>
                <w:sz w:val="18"/>
                <w:szCs w:val="18"/>
              </w:rPr>
              <w:t xml:space="preserve"> unter Berücksichtigung der Fachbereichserweiterung</w:t>
            </w:r>
            <w:r w:rsidR="00D24473" w:rsidRPr="0023626D">
              <w:rPr>
                <w:b w:val="0"/>
                <w:sz w:val="18"/>
                <w:szCs w:val="18"/>
              </w:rPr>
              <w:t>:</w:t>
            </w:r>
          </w:p>
          <w:p w14:paraId="609E53EA" w14:textId="77777777" w:rsidR="00D24473" w:rsidRPr="0023626D" w:rsidRDefault="002F6A37" w:rsidP="0023626D">
            <w:pPr>
              <w:pStyle w:val="Body8ptFeederBold"/>
              <w:numPr>
                <w:ilvl w:val="0"/>
                <w:numId w:val="33"/>
              </w:numPr>
              <w:tabs>
                <w:tab w:val="clear" w:pos="4819"/>
                <w:tab w:val="clear" w:pos="9071"/>
              </w:tabs>
              <w:spacing w:before="60" w:after="60"/>
              <w:ind w:left="159" w:right="45" w:hanging="159"/>
              <w:jc w:val="left"/>
              <w:rPr>
                <w:b w:val="0"/>
                <w:i/>
                <w:sz w:val="18"/>
                <w:szCs w:val="18"/>
              </w:rPr>
            </w:pPr>
            <w:r w:rsidRPr="0023626D">
              <w:rPr>
                <w:b w:val="0"/>
                <w:i/>
                <w:sz w:val="18"/>
                <w:szCs w:val="18"/>
              </w:rPr>
              <w:t xml:space="preserve">Organigramm </w:t>
            </w:r>
          </w:p>
          <w:p w14:paraId="350618E4" w14:textId="77777777" w:rsidR="002F6A37" w:rsidRPr="0023626D" w:rsidRDefault="002F6A37" w:rsidP="0023626D">
            <w:pPr>
              <w:pStyle w:val="Body8ptFeederBold"/>
              <w:numPr>
                <w:ilvl w:val="0"/>
                <w:numId w:val="33"/>
              </w:numPr>
              <w:tabs>
                <w:tab w:val="clear" w:pos="4819"/>
                <w:tab w:val="clear" w:pos="9071"/>
              </w:tabs>
              <w:spacing w:before="60" w:after="60"/>
              <w:ind w:left="159" w:right="46" w:hanging="159"/>
              <w:jc w:val="left"/>
              <w:rPr>
                <w:b w:val="0"/>
                <w:i/>
                <w:sz w:val="18"/>
                <w:szCs w:val="18"/>
              </w:rPr>
            </w:pPr>
            <w:r w:rsidRPr="0023626D">
              <w:rPr>
                <w:b w:val="0"/>
                <w:i/>
                <w:sz w:val="18"/>
                <w:szCs w:val="18"/>
              </w:rPr>
              <w:t>Prozessübersicht</w:t>
            </w:r>
          </w:p>
          <w:p w14:paraId="45F5C2D0" w14:textId="77777777" w:rsidR="002F6A37" w:rsidRPr="0023626D" w:rsidRDefault="002F6A37" w:rsidP="0023626D">
            <w:pPr>
              <w:pStyle w:val="Body8ptFeederBold"/>
              <w:numPr>
                <w:ilvl w:val="0"/>
                <w:numId w:val="33"/>
              </w:numPr>
              <w:tabs>
                <w:tab w:val="clear" w:pos="4819"/>
                <w:tab w:val="clear" w:pos="9071"/>
              </w:tabs>
              <w:spacing w:before="60" w:after="60"/>
              <w:ind w:left="159" w:right="46" w:hanging="159"/>
              <w:jc w:val="left"/>
              <w:rPr>
                <w:b w:val="0"/>
                <w:i/>
                <w:sz w:val="18"/>
                <w:szCs w:val="18"/>
              </w:rPr>
            </w:pPr>
            <w:r w:rsidRPr="0023626D">
              <w:rPr>
                <w:b w:val="0"/>
                <w:i/>
                <w:sz w:val="18"/>
                <w:szCs w:val="18"/>
              </w:rPr>
              <w:t>Anlage Infrastruktur</w:t>
            </w:r>
          </w:p>
          <w:p w14:paraId="003F7331" w14:textId="77777777" w:rsidR="002F6A37" w:rsidRPr="0023626D" w:rsidRDefault="002F6A37" w:rsidP="0023626D">
            <w:pPr>
              <w:pStyle w:val="Body8ptFeederBold"/>
              <w:numPr>
                <w:ilvl w:val="0"/>
                <w:numId w:val="33"/>
              </w:numPr>
              <w:tabs>
                <w:tab w:val="clear" w:pos="4819"/>
                <w:tab w:val="clear" w:pos="9071"/>
              </w:tabs>
              <w:spacing w:before="60" w:after="60"/>
              <w:ind w:left="159" w:right="46" w:hanging="159"/>
              <w:jc w:val="left"/>
              <w:rPr>
                <w:b w:val="0"/>
                <w:i/>
                <w:sz w:val="18"/>
                <w:szCs w:val="18"/>
              </w:rPr>
            </w:pPr>
            <w:r w:rsidRPr="0023626D">
              <w:rPr>
                <w:b w:val="0"/>
                <w:i/>
                <w:sz w:val="18"/>
                <w:szCs w:val="18"/>
              </w:rPr>
              <w:t>Anlage Personal</w:t>
            </w:r>
          </w:p>
          <w:p w14:paraId="1D32D92C" w14:textId="77777777" w:rsidR="002F6A37" w:rsidRPr="0023626D" w:rsidRDefault="002F6A37" w:rsidP="0023626D">
            <w:pPr>
              <w:pStyle w:val="Body8ptFeederBold"/>
              <w:numPr>
                <w:ilvl w:val="0"/>
                <w:numId w:val="33"/>
              </w:numPr>
              <w:tabs>
                <w:tab w:val="clear" w:pos="4819"/>
                <w:tab w:val="clear" w:pos="9071"/>
              </w:tabs>
              <w:spacing w:before="60" w:after="60"/>
              <w:ind w:left="159" w:right="46" w:hanging="159"/>
              <w:jc w:val="left"/>
              <w:rPr>
                <w:b w:val="0"/>
                <w:i/>
                <w:sz w:val="18"/>
                <w:szCs w:val="18"/>
              </w:rPr>
            </w:pPr>
            <w:r w:rsidRPr="0023626D">
              <w:rPr>
                <w:b w:val="0"/>
                <w:i/>
                <w:sz w:val="18"/>
                <w:szCs w:val="18"/>
              </w:rPr>
              <w:t>Leitbild/Unternehmensprofil</w:t>
            </w:r>
          </w:p>
          <w:p w14:paraId="42C23392" w14:textId="77777777" w:rsidR="002F6A37" w:rsidRPr="0023626D" w:rsidRDefault="002F6A37" w:rsidP="0023626D">
            <w:pPr>
              <w:pStyle w:val="Body8ptFeederBold"/>
              <w:numPr>
                <w:ilvl w:val="0"/>
                <w:numId w:val="33"/>
              </w:numPr>
              <w:tabs>
                <w:tab w:val="clear" w:pos="4819"/>
                <w:tab w:val="clear" w:pos="9071"/>
              </w:tabs>
              <w:spacing w:before="60" w:after="60"/>
              <w:ind w:left="159" w:right="46" w:hanging="159"/>
              <w:jc w:val="left"/>
              <w:rPr>
                <w:b w:val="0"/>
                <w:i/>
                <w:sz w:val="18"/>
                <w:szCs w:val="18"/>
              </w:rPr>
            </w:pPr>
            <w:r w:rsidRPr="0023626D">
              <w:rPr>
                <w:b w:val="0"/>
                <w:i/>
                <w:sz w:val="18"/>
                <w:szCs w:val="18"/>
              </w:rPr>
              <w:t>Qualitätsziele</w:t>
            </w:r>
          </w:p>
          <w:p w14:paraId="2F412DF3" w14:textId="77777777" w:rsidR="002F6A37" w:rsidRPr="0023626D" w:rsidRDefault="002F6A37" w:rsidP="0023626D">
            <w:pPr>
              <w:pStyle w:val="Body8ptFeederBold"/>
              <w:numPr>
                <w:ilvl w:val="0"/>
                <w:numId w:val="33"/>
              </w:numPr>
              <w:tabs>
                <w:tab w:val="clear" w:pos="4819"/>
                <w:tab w:val="clear" w:pos="9071"/>
              </w:tabs>
              <w:spacing w:before="60" w:after="60"/>
              <w:ind w:left="156" w:right="45" w:hanging="156"/>
              <w:jc w:val="left"/>
              <w:rPr>
                <w:b w:val="0"/>
                <w:i/>
                <w:sz w:val="18"/>
                <w:szCs w:val="18"/>
              </w:rPr>
            </w:pPr>
            <w:r w:rsidRPr="0023626D">
              <w:rPr>
                <w:b w:val="0"/>
                <w:i/>
                <w:sz w:val="18"/>
                <w:szCs w:val="18"/>
              </w:rPr>
              <w:t>Arbeitsmarktanalyse</w:t>
            </w:r>
          </w:p>
          <w:p w14:paraId="728C88CF" w14:textId="77777777" w:rsidR="005157CD" w:rsidRPr="0023626D" w:rsidRDefault="005157CD" w:rsidP="0023626D">
            <w:pPr>
              <w:pStyle w:val="Body8ptFeederBold"/>
              <w:numPr>
                <w:ilvl w:val="0"/>
                <w:numId w:val="33"/>
              </w:numPr>
              <w:tabs>
                <w:tab w:val="clear" w:pos="4819"/>
                <w:tab w:val="clear" w:pos="9071"/>
              </w:tabs>
              <w:spacing w:before="60" w:after="60"/>
              <w:ind w:left="156" w:right="45" w:hanging="156"/>
              <w:jc w:val="left"/>
              <w:rPr>
                <w:b w:val="0"/>
                <w:i/>
                <w:sz w:val="18"/>
                <w:szCs w:val="18"/>
              </w:rPr>
            </w:pPr>
            <w:r w:rsidRPr="0023626D">
              <w:rPr>
                <w:b w:val="0"/>
                <w:i/>
                <w:sz w:val="18"/>
                <w:szCs w:val="18"/>
              </w:rPr>
              <w:t>Geplante Dienstleistungen</w:t>
            </w:r>
          </w:p>
          <w:p w14:paraId="14695C9F" w14:textId="77777777" w:rsidR="002F6A37" w:rsidRPr="0023626D" w:rsidRDefault="005157CD" w:rsidP="0023626D">
            <w:pPr>
              <w:pStyle w:val="Body8ptFeederBold"/>
              <w:numPr>
                <w:ilvl w:val="0"/>
                <w:numId w:val="33"/>
              </w:numPr>
              <w:tabs>
                <w:tab w:val="clear" w:pos="4819"/>
                <w:tab w:val="clear" w:pos="9071"/>
              </w:tabs>
              <w:spacing w:before="60" w:after="60"/>
              <w:ind w:left="159" w:right="45" w:hanging="159"/>
              <w:jc w:val="left"/>
              <w:rPr>
                <w:b w:val="0"/>
                <w:i/>
                <w:sz w:val="18"/>
                <w:szCs w:val="18"/>
              </w:rPr>
            </w:pPr>
            <w:r w:rsidRPr="0023626D">
              <w:rPr>
                <w:b w:val="0"/>
                <w:i/>
                <w:sz w:val="18"/>
                <w:szCs w:val="18"/>
              </w:rPr>
              <w:t>Muster eines Teilnehmervertrages</w:t>
            </w:r>
          </w:p>
        </w:tc>
        <w:tc>
          <w:tcPr>
            <w:tcW w:w="1666" w:type="pct"/>
            <w:shd w:val="clear" w:color="auto" w:fill="BFBFBF" w:themeFill="background1" w:themeFillShade="BF"/>
          </w:tcPr>
          <w:p w14:paraId="2912F723" w14:textId="77777777" w:rsidR="00BA1831" w:rsidRPr="0023626D" w:rsidRDefault="00BA1831" w:rsidP="00FC6644">
            <w:pPr>
              <w:ind w:right="-253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667" w:type="pct"/>
            <w:shd w:val="clear" w:color="auto" w:fill="BFBFBF" w:themeFill="background1" w:themeFillShade="BF"/>
          </w:tcPr>
          <w:p w14:paraId="579FB61B" w14:textId="77777777" w:rsidR="00BA1831" w:rsidRPr="0023626D" w:rsidRDefault="00BA1831" w:rsidP="00FC6644">
            <w:pPr>
              <w:ind w:right="-253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A1831" w:rsidRPr="00253CE6" w14:paraId="19C73B52" w14:textId="77777777" w:rsidTr="00405744">
        <w:trPr>
          <w:trHeight w:val="1100"/>
        </w:trPr>
        <w:tc>
          <w:tcPr>
            <w:tcW w:w="1666" w:type="pct"/>
          </w:tcPr>
          <w:p w14:paraId="745AEE55" w14:textId="77777777" w:rsidR="004E7B02" w:rsidRPr="0023626D" w:rsidRDefault="004E7B02" w:rsidP="00FC6644">
            <w:pPr>
              <w:pStyle w:val="Body8ptFeederBold"/>
              <w:spacing w:before="60" w:after="60"/>
              <w:ind w:left="289" w:right="-108" w:hanging="289"/>
              <w:jc w:val="left"/>
              <w:rPr>
                <w:b w:val="0"/>
                <w:sz w:val="24"/>
                <w:szCs w:val="24"/>
              </w:rPr>
            </w:pPr>
            <w:r w:rsidRPr="0023626D">
              <w:rPr>
                <w:b w:val="0"/>
                <w:sz w:val="18"/>
                <w:szCs w:val="18"/>
              </w:rPr>
              <w:t xml:space="preserve">A8) </w:t>
            </w:r>
            <w:permStart w:id="1649495938" w:edGrp="everyone"/>
            <w:sdt>
              <w:sdtPr>
                <w:rPr>
                  <w:b w:val="0"/>
                  <w:sz w:val="24"/>
                  <w:szCs w:val="24"/>
                </w:rPr>
                <w:id w:val="1801801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26D" w:rsidRPr="0023626D">
                  <w:rPr>
                    <w:rFonts w:ascii="MS Gothic" w:eastAsia="MS Gothic" w:hAnsi="MS Gothic" w:hint="eastAsia"/>
                    <w:b w:val="0"/>
                    <w:sz w:val="24"/>
                    <w:szCs w:val="24"/>
                  </w:rPr>
                  <w:t>☐</w:t>
                </w:r>
              </w:sdtContent>
            </w:sdt>
            <w:r w:rsidRPr="0023626D">
              <w:rPr>
                <w:b w:val="0"/>
                <w:sz w:val="24"/>
                <w:szCs w:val="24"/>
              </w:rPr>
              <w:t xml:space="preserve"> </w:t>
            </w:r>
            <w:permEnd w:id="1649495938"/>
          </w:p>
          <w:p w14:paraId="5F762DAF" w14:textId="77777777" w:rsidR="004E7B02" w:rsidRPr="0023626D" w:rsidRDefault="004E7B02" w:rsidP="00FC6644">
            <w:pPr>
              <w:pStyle w:val="Body8ptFeederBold"/>
              <w:spacing w:before="60" w:after="60"/>
              <w:ind w:left="289" w:right="-108" w:hanging="289"/>
              <w:jc w:val="left"/>
              <w:rPr>
                <w:sz w:val="18"/>
                <w:szCs w:val="18"/>
              </w:rPr>
            </w:pPr>
            <w:r w:rsidRPr="0023626D">
              <w:rPr>
                <w:sz w:val="18"/>
                <w:szCs w:val="18"/>
              </w:rPr>
              <w:t>Abmeldung Fachbereich/-e:</w:t>
            </w:r>
          </w:p>
          <w:permStart w:id="447546932" w:edGrp="everyone"/>
          <w:p w14:paraId="53C387B0" w14:textId="5536738E" w:rsidR="004E7B02" w:rsidRPr="0023626D" w:rsidRDefault="00632BD2" w:rsidP="00FC6644">
            <w:pPr>
              <w:pStyle w:val="Body8ptFeederBold"/>
              <w:spacing w:before="60" w:after="60"/>
              <w:ind w:left="867" w:right="-108" w:hanging="289"/>
              <w:jc w:val="left"/>
              <w:rPr>
                <w:b w:val="0"/>
                <w:sz w:val="18"/>
                <w:szCs w:val="18"/>
              </w:rPr>
            </w:pPr>
            <w:sdt>
              <w:sdtPr>
                <w:rPr>
                  <w:b w:val="0"/>
                  <w:sz w:val="24"/>
                  <w:szCs w:val="24"/>
                </w:rPr>
                <w:id w:val="2096661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005">
                  <w:rPr>
                    <w:rFonts w:ascii="MS Gothic" w:eastAsia="MS Gothic" w:hAnsi="MS Gothic" w:hint="eastAsia"/>
                    <w:b w:val="0"/>
                    <w:sz w:val="24"/>
                    <w:szCs w:val="24"/>
                  </w:rPr>
                  <w:t>☐</w:t>
                </w:r>
              </w:sdtContent>
            </w:sdt>
            <w:r w:rsidR="004E7B02" w:rsidRPr="0023626D">
              <w:rPr>
                <w:b w:val="0"/>
                <w:sz w:val="18"/>
                <w:szCs w:val="18"/>
              </w:rPr>
              <w:t xml:space="preserve"> </w:t>
            </w:r>
            <w:r w:rsidR="004E7B02" w:rsidRPr="0023626D">
              <w:rPr>
                <w:sz w:val="18"/>
                <w:szCs w:val="18"/>
              </w:rPr>
              <w:t xml:space="preserve"> </w:t>
            </w:r>
            <w:permEnd w:id="447546932"/>
            <w:r w:rsidR="004E7B02" w:rsidRPr="0023626D">
              <w:rPr>
                <w:b w:val="0"/>
                <w:sz w:val="18"/>
                <w:szCs w:val="18"/>
              </w:rPr>
              <w:t xml:space="preserve">Fachbereich 1 </w:t>
            </w:r>
          </w:p>
          <w:permStart w:id="598152223" w:edGrp="everyone"/>
          <w:p w14:paraId="0F39411C" w14:textId="3515CA02" w:rsidR="004E7B02" w:rsidRPr="0023626D" w:rsidRDefault="00632BD2" w:rsidP="00FC6644">
            <w:pPr>
              <w:pStyle w:val="Body8ptFeederBold"/>
              <w:spacing w:before="60" w:after="60"/>
              <w:ind w:left="867" w:right="-108" w:hanging="289"/>
              <w:jc w:val="left"/>
              <w:rPr>
                <w:b w:val="0"/>
                <w:sz w:val="18"/>
                <w:szCs w:val="18"/>
              </w:rPr>
            </w:pPr>
            <w:sdt>
              <w:sdtPr>
                <w:rPr>
                  <w:b w:val="0"/>
                  <w:sz w:val="24"/>
                  <w:szCs w:val="24"/>
                </w:rPr>
                <w:id w:val="-547142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005">
                  <w:rPr>
                    <w:rFonts w:ascii="MS Gothic" w:eastAsia="MS Gothic" w:hAnsi="MS Gothic" w:hint="eastAsia"/>
                    <w:b w:val="0"/>
                    <w:sz w:val="24"/>
                    <w:szCs w:val="24"/>
                  </w:rPr>
                  <w:t>☐</w:t>
                </w:r>
              </w:sdtContent>
            </w:sdt>
            <w:r w:rsidR="004E7B02" w:rsidRPr="0023626D">
              <w:rPr>
                <w:b w:val="0"/>
                <w:sz w:val="18"/>
                <w:szCs w:val="18"/>
              </w:rPr>
              <w:t xml:space="preserve">  </w:t>
            </w:r>
            <w:permEnd w:id="598152223"/>
            <w:r w:rsidR="004E7B02" w:rsidRPr="0023626D">
              <w:rPr>
                <w:b w:val="0"/>
                <w:sz w:val="18"/>
                <w:szCs w:val="18"/>
              </w:rPr>
              <w:t xml:space="preserve">Fachbereich 2 </w:t>
            </w:r>
          </w:p>
          <w:permStart w:id="1361971088" w:edGrp="everyone"/>
          <w:p w14:paraId="22837E4E" w14:textId="105695ED" w:rsidR="004E7B02" w:rsidRPr="0023626D" w:rsidRDefault="00632BD2" w:rsidP="00FC6644">
            <w:pPr>
              <w:pStyle w:val="Body8ptFeederBold"/>
              <w:spacing w:before="60" w:after="60"/>
              <w:ind w:left="867" w:right="-108" w:hanging="289"/>
              <w:jc w:val="left"/>
              <w:rPr>
                <w:b w:val="0"/>
                <w:sz w:val="18"/>
                <w:szCs w:val="18"/>
              </w:rPr>
            </w:pPr>
            <w:sdt>
              <w:sdtPr>
                <w:rPr>
                  <w:b w:val="0"/>
                  <w:sz w:val="24"/>
                  <w:szCs w:val="24"/>
                </w:rPr>
                <w:id w:val="-174409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005">
                  <w:rPr>
                    <w:rFonts w:ascii="MS Gothic" w:eastAsia="MS Gothic" w:hAnsi="MS Gothic" w:hint="eastAsia"/>
                    <w:b w:val="0"/>
                    <w:sz w:val="24"/>
                    <w:szCs w:val="24"/>
                  </w:rPr>
                  <w:t>☐</w:t>
                </w:r>
              </w:sdtContent>
            </w:sdt>
            <w:r w:rsidR="004E7B02" w:rsidRPr="0023626D">
              <w:rPr>
                <w:b w:val="0"/>
                <w:sz w:val="18"/>
                <w:szCs w:val="18"/>
              </w:rPr>
              <w:t xml:space="preserve">  </w:t>
            </w:r>
            <w:permEnd w:id="1361971088"/>
            <w:r w:rsidR="004E7B02" w:rsidRPr="0023626D">
              <w:rPr>
                <w:b w:val="0"/>
                <w:sz w:val="18"/>
                <w:szCs w:val="18"/>
              </w:rPr>
              <w:t xml:space="preserve">Fachbereich 3 </w:t>
            </w:r>
          </w:p>
          <w:permStart w:id="1382157421" w:edGrp="everyone"/>
          <w:p w14:paraId="2991337B" w14:textId="77777777" w:rsidR="004E7B02" w:rsidRPr="0023626D" w:rsidRDefault="00632BD2" w:rsidP="00FC6644">
            <w:pPr>
              <w:pStyle w:val="Body8ptFeederBold"/>
              <w:spacing w:before="60" w:after="60"/>
              <w:ind w:left="867" w:right="-108" w:hanging="289"/>
              <w:jc w:val="left"/>
              <w:rPr>
                <w:b w:val="0"/>
                <w:sz w:val="18"/>
                <w:szCs w:val="18"/>
              </w:rPr>
            </w:pPr>
            <w:sdt>
              <w:sdtPr>
                <w:rPr>
                  <w:b w:val="0"/>
                  <w:sz w:val="24"/>
                  <w:szCs w:val="24"/>
                </w:rPr>
                <w:id w:val="1841267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7B02" w:rsidRPr="006A466F">
                  <w:rPr>
                    <w:rFonts w:ascii="MS Gothic" w:eastAsia="MS Gothic" w:hAnsi="MS Gothic" w:hint="eastAsia"/>
                    <w:b w:val="0"/>
                    <w:sz w:val="24"/>
                    <w:szCs w:val="24"/>
                  </w:rPr>
                  <w:t>☐</w:t>
                </w:r>
              </w:sdtContent>
            </w:sdt>
            <w:r w:rsidR="004E7B02" w:rsidRPr="0023626D">
              <w:rPr>
                <w:b w:val="0"/>
                <w:sz w:val="18"/>
                <w:szCs w:val="18"/>
              </w:rPr>
              <w:t xml:space="preserve">  </w:t>
            </w:r>
            <w:permEnd w:id="1382157421"/>
            <w:r w:rsidR="004E7B02" w:rsidRPr="0023626D">
              <w:rPr>
                <w:b w:val="0"/>
                <w:sz w:val="18"/>
                <w:szCs w:val="18"/>
              </w:rPr>
              <w:t xml:space="preserve">Fachbereich 4 </w:t>
            </w:r>
          </w:p>
          <w:permStart w:id="681005198" w:edGrp="everyone"/>
          <w:p w14:paraId="4270B18D" w14:textId="77777777" w:rsidR="004E7B02" w:rsidRPr="0023626D" w:rsidRDefault="00632BD2" w:rsidP="00FC6644">
            <w:pPr>
              <w:pStyle w:val="Body8ptFeederBold"/>
              <w:spacing w:before="60" w:after="60"/>
              <w:ind w:left="867" w:right="-108" w:hanging="289"/>
              <w:jc w:val="left"/>
              <w:rPr>
                <w:b w:val="0"/>
                <w:sz w:val="18"/>
                <w:szCs w:val="18"/>
              </w:rPr>
            </w:pPr>
            <w:sdt>
              <w:sdtPr>
                <w:rPr>
                  <w:b w:val="0"/>
                  <w:sz w:val="24"/>
                  <w:szCs w:val="24"/>
                </w:rPr>
                <w:id w:val="-29754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7B02" w:rsidRPr="006A466F">
                  <w:rPr>
                    <w:rFonts w:ascii="MS Gothic" w:eastAsia="MS Gothic" w:hAnsi="MS Gothic" w:hint="eastAsia"/>
                    <w:b w:val="0"/>
                    <w:sz w:val="24"/>
                    <w:szCs w:val="24"/>
                  </w:rPr>
                  <w:t>☐</w:t>
                </w:r>
              </w:sdtContent>
            </w:sdt>
            <w:permEnd w:id="681005198"/>
            <w:r w:rsidR="004E7B02" w:rsidRPr="0023626D">
              <w:rPr>
                <w:b w:val="0"/>
                <w:sz w:val="18"/>
                <w:szCs w:val="18"/>
              </w:rPr>
              <w:t xml:space="preserve">  Fachbereich 5 </w:t>
            </w:r>
          </w:p>
          <w:permStart w:id="413156540" w:edGrp="everyone"/>
          <w:p w14:paraId="78584D14" w14:textId="48D23EB7" w:rsidR="004E7B02" w:rsidRPr="0023626D" w:rsidRDefault="00632BD2" w:rsidP="00FC6644">
            <w:pPr>
              <w:pStyle w:val="Body8ptFeederBold"/>
              <w:spacing w:before="60" w:after="60"/>
              <w:ind w:left="867" w:right="-108" w:hanging="289"/>
              <w:jc w:val="left"/>
              <w:rPr>
                <w:b w:val="0"/>
                <w:sz w:val="18"/>
                <w:szCs w:val="18"/>
              </w:rPr>
            </w:pPr>
            <w:sdt>
              <w:sdtPr>
                <w:rPr>
                  <w:b w:val="0"/>
                  <w:sz w:val="24"/>
                  <w:szCs w:val="24"/>
                </w:rPr>
                <w:id w:val="366495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733">
                  <w:rPr>
                    <w:rFonts w:ascii="MS Gothic" w:eastAsia="MS Gothic" w:hAnsi="MS Gothic" w:hint="eastAsia"/>
                    <w:b w:val="0"/>
                    <w:sz w:val="24"/>
                    <w:szCs w:val="24"/>
                  </w:rPr>
                  <w:t>☐</w:t>
                </w:r>
              </w:sdtContent>
            </w:sdt>
            <w:r w:rsidR="004E7B02" w:rsidRPr="0023626D">
              <w:rPr>
                <w:b w:val="0"/>
                <w:sz w:val="18"/>
                <w:szCs w:val="18"/>
              </w:rPr>
              <w:t xml:space="preserve">  </w:t>
            </w:r>
            <w:permEnd w:id="413156540"/>
            <w:r w:rsidR="004E7B02" w:rsidRPr="0023626D">
              <w:rPr>
                <w:b w:val="0"/>
                <w:sz w:val="18"/>
                <w:szCs w:val="18"/>
              </w:rPr>
              <w:t>Fachbereich 6</w:t>
            </w:r>
          </w:p>
          <w:p w14:paraId="6E91F6D1" w14:textId="77777777" w:rsidR="00BA1831" w:rsidRPr="0023626D" w:rsidRDefault="004E7B02" w:rsidP="00FC6644">
            <w:pPr>
              <w:pStyle w:val="Body8ptFeederBold"/>
              <w:spacing w:before="60" w:after="60"/>
              <w:ind w:left="289" w:right="-108" w:hanging="289"/>
              <w:jc w:val="left"/>
              <w:rPr>
                <w:i/>
                <w:sz w:val="18"/>
                <w:szCs w:val="18"/>
              </w:rPr>
            </w:pPr>
            <w:r w:rsidRPr="0023626D">
              <w:rPr>
                <w:b w:val="0"/>
                <w:i/>
                <w:sz w:val="18"/>
                <w:szCs w:val="18"/>
              </w:rPr>
              <w:t>(Bitte zutreffendes ankreuzen).</w:t>
            </w:r>
          </w:p>
        </w:tc>
        <w:tc>
          <w:tcPr>
            <w:tcW w:w="1666" w:type="pct"/>
            <w:shd w:val="clear" w:color="auto" w:fill="BFBFBF" w:themeFill="background1" w:themeFillShade="BF"/>
          </w:tcPr>
          <w:p w14:paraId="70B6A82F" w14:textId="77777777" w:rsidR="00BA1831" w:rsidRPr="0023626D" w:rsidRDefault="00BA1831" w:rsidP="00FC6644">
            <w:pPr>
              <w:ind w:right="-253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667" w:type="pct"/>
            <w:shd w:val="clear" w:color="auto" w:fill="BFBFBF" w:themeFill="background1" w:themeFillShade="BF"/>
          </w:tcPr>
          <w:p w14:paraId="2A5F0172" w14:textId="77777777" w:rsidR="00BA1831" w:rsidRPr="0023626D" w:rsidRDefault="00BA1831" w:rsidP="00FC6644">
            <w:pPr>
              <w:ind w:right="-253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0B3B8884" w14:textId="77777777" w:rsidR="00A14131" w:rsidRPr="00A14131" w:rsidRDefault="00A14131" w:rsidP="00A14131">
      <w:pPr>
        <w:spacing w:before="0" w:after="0"/>
        <w:rPr>
          <w:vanish/>
        </w:rPr>
      </w:pPr>
    </w:p>
    <w:p w14:paraId="05F0ED9F" w14:textId="77777777" w:rsidR="00A00AC0" w:rsidRDefault="00A00AC0" w:rsidP="00A72AFD">
      <w:pPr>
        <w:pStyle w:val="Body8ptFeederBold"/>
        <w:tabs>
          <w:tab w:val="clear" w:pos="4819"/>
          <w:tab w:val="left" w:pos="993"/>
          <w:tab w:val="left" w:pos="4253"/>
        </w:tabs>
        <w:jc w:val="right"/>
        <w:rPr>
          <w:b w:val="0"/>
          <w:sz w:val="18"/>
          <w:szCs w:val="18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85"/>
        <w:gridCol w:w="4054"/>
        <w:gridCol w:w="3017"/>
      </w:tblGrid>
      <w:tr w:rsidR="00A72AFD" w:rsidRPr="00A14131" w14:paraId="5FB1A7AF" w14:textId="77777777" w:rsidTr="00E11B42">
        <w:trPr>
          <w:trHeight w:val="353"/>
          <w:jc w:val="center"/>
        </w:trPr>
        <w:tc>
          <w:tcPr>
            <w:tcW w:w="228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14:paraId="06D8B30C" w14:textId="77777777" w:rsidR="00A72AFD" w:rsidRPr="00A14131" w:rsidRDefault="002C61DB" w:rsidP="002C61DB">
            <w:pPr>
              <w:pStyle w:val="Body8ptFeederBold"/>
              <w:ind w:left="0" w:right="0"/>
              <w:jc w:val="left"/>
              <w:rPr>
                <w:rFonts w:eastAsia="MS Mincho"/>
                <w:sz w:val="18"/>
                <w:szCs w:val="18"/>
              </w:rPr>
            </w:pPr>
            <w:r>
              <w:rPr>
                <w:rFonts w:eastAsia="MS Mincho"/>
                <w:sz w:val="18"/>
                <w:szCs w:val="18"/>
              </w:rPr>
              <w:t>Sonstige für den Antrag relevante Dokumente</w:t>
            </w:r>
          </w:p>
        </w:tc>
        <w:permStart w:id="609173815" w:edGrp="everyone"/>
        <w:tc>
          <w:tcPr>
            <w:tcW w:w="4054" w:type="dxa"/>
            <w:tcBorders>
              <w:top w:val="single" w:sz="18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</w:tcPr>
          <w:p w14:paraId="4259955F" w14:textId="7BBD5D1D" w:rsidR="00A72AFD" w:rsidRPr="002C61DB" w:rsidRDefault="00632BD2" w:rsidP="002C61DB">
            <w:pPr>
              <w:pStyle w:val="Body8ptFeederBold"/>
              <w:ind w:left="0"/>
              <w:jc w:val="left"/>
              <w:rPr>
                <w:rFonts w:eastAsia="MS Mincho"/>
                <w:b w:val="0"/>
                <w:sz w:val="18"/>
                <w:szCs w:val="18"/>
              </w:rPr>
            </w:pPr>
            <w:sdt>
              <w:sdtPr>
                <w:rPr>
                  <w:rFonts w:eastAsia="MS Mincho"/>
                  <w:b w:val="0"/>
                  <w:sz w:val="28"/>
                  <w:szCs w:val="28"/>
                </w:rPr>
                <w:id w:val="-193544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733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609173815"/>
            <w:r w:rsidR="00A72AFD" w:rsidRPr="002C61DB">
              <w:rPr>
                <w:rFonts w:eastAsia="MS Mincho"/>
                <w:b w:val="0"/>
                <w:sz w:val="20"/>
              </w:rPr>
              <w:t xml:space="preserve"> </w:t>
            </w:r>
            <w:r w:rsidR="00A72AFD" w:rsidRPr="002C61DB">
              <w:rPr>
                <w:rFonts w:eastAsia="MS Mincho"/>
                <w:b w:val="0"/>
                <w:sz w:val="18"/>
                <w:szCs w:val="18"/>
              </w:rPr>
              <w:t xml:space="preserve"> </w:t>
            </w:r>
            <w:permStart w:id="269551833" w:edGrp="everyone"/>
            <w:r w:rsidR="002C61DB" w:rsidRPr="006A466F">
              <w:rPr>
                <w:rFonts w:eastAsia="MS Mincho"/>
                <w:b w:val="0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1" w:name="Text19"/>
            <w:r w:rsidR="002C61DB" w:rsidRPr="006A466F">
              <w:rPr>
                <w:rFonts w:eastAsia="MS Mincho"/>
                <w:b w:val="0"/>
                <w:sz w:val="20"/>
              </w:rPr>
              <w:instrText xml:space="preserve"> FORMTEXT </w:instrText>
            </w:r>
            <w:r w:rsidR="002C61DB" w:rsidRPr="006A466F">
              <w:rPr>
                <w:rFonts w:eastAsia="MS Mincho"/>
                <w:b w:val="0"/>
                <w:sz w:val="20"/>
              </w:rPr>
            </w:r>
            <w:r w:rsidR="002C61DB" w:rsidRPr="006A466F">
              <w:rPr>
                <w:rFonts w:eastAsia="MS Mincho"/>
                <w:b w:val="0"/>
                <w:sz w:val="20"/>
              </w:rPr>
              <w:fldChar w:fldCharType="separate"/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sz w:val="20"/>
              </w:rPr>
              <w:fldChar w:fldCharType="end"/>
            </w:r>
            <w:bookmarkEnd w:id="11"/>
            <w:permEnd w:id="269551833"/>
          </w:p>
        </w:tc>
        <w:tc>
          <w:tcPr>
            <w:tcW w:w="3017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14:paraId="01C43854" w14:textId="1FC0E860" w:rsidR="00A72AFD" w:rsidRPr="00A14131" w:rsidRDefault="00632BD2" w:rsidP="002C61DB">
            <w:pPr>
              <w:pStyle w:val="Body8ptFeederBold"/>
              <w:tabs>
                <w:tab w:val="left" w:pos="317"/>
              </w:tabs>
              <w:ind w:left="0" w:right="0"/>
              <w:jc w:val="left"/>
              <w:rPr>
                <w:rFonts w:eastAsia="MS Mincho"/>
                <w:b w:val="0"/>
                <w:sz w:val="18"/>
                <w:szCs w:val="18"/>
              </w:rPr>
            </w:pPr>
            <w:sdt>
              <w:sdtPr>
                <w:rPr>
                  <w:rFonts w:eastAsia="MS Mincho"/>
                  <w:b w:val="0"/>
                  <w:sz w:val="28"/>
                  <w:szCs w:val="28"/>
                </w:rPr>
                <w:id w:val="-57065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953836705" w:edGrp="everyone"/>
                <w:r w:rsidR="003F505E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  <w:permEnd w:id="953836705"/>
              </w:sdtContent>
            </w:sdt>
            <w:r w:rsidR="00A72AFD" w:rsidRPr="006A466F">
              <w:rPr>
                <w:rFonts w:eastAsia="MS Mincho"/>
                <w:sz w:val="28"/>
                <w:szCs w:val="28"/>
              </w:rPr>
              <w:t xml:space="preserve"> </w:t>
            </w:r>
            <w:permStart w:id="2094819898" w:edGrp="everyone"/>
            <w:r w:rsidR="002C61DB" w:rsidRPr="006A466F">
              <w:rPr>
                <w:rFonts w:eastAsia="MS Mincho"/>
                <w:b w:val="0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2C61DB" w:rsidRPr="006A466F">
              <w:rPr>
                <w:rFonts w:eastAsia="MS Mincho"/>
                <w:b w:val="0"/>
                <w:sz w:val="20"/>
              </w:rPr>
              <w:instrText xml:space="preserve"> FORMTEXT </w:instrText>
            </w:r>
            <w:r w:rsidR="002C61DB" w:rsidRPr="006A466F">
              <w:rPr>
                <w:rFonts w:eastAsia="MS Mincho"/>
                <w:b w:val="0"/>
                <w:sz w:val="20"/>
              </w:rPr>
            </w:r>
            <w:r w:rsidR="002C61DB" w:rsidRPr="006A466F">
              <w:rPr>
                <w:rFonts w:eastAsia="MS Mincho"/>
                <w:b w:val="0"/>
                <w:sz w:val="20"/>
              </w:rPr>
              <w:fldChar w:fldCharType="separate"/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sz w:val="20"/>
              </w:rPr>
              <w:fldChar w:fldCharType="end"/>
            </w:r>
            <w:permEnd w:id="2094819898"/>
          </w:p>
        </w:tc>
      </w:tr>
      <w:tr w:rsidR="00A72AFD" w:rsidRPr="00A14131" w14:paraId="7D77AD8A" w14:textId="77777777" w:rsidTr="00E11B42">
        <w:trPr>
          <w:trHeight w:val="353"/>
          <w:jc w:val="center"/>
        </w:trPr>
        <w:tc>
          <w:tcPr>
            <w:tcW w:w="2285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14:paraId="3D7AD51F" w14:textId="77777777" w:rsidR="00A72AFD" w:rsidRPr="00A14131" w:rsidRDefault="00A72AFD" w:rsidP="00E11B42">
            <w:pPr>
              <w:pStyle w:val="Body8ptFeederBold"/>
              <w:ind w:left="0" w:right="0"/>
              <w:jc w:val="left"/>
              <w:rPr>
                <w:rFonts w:eastAsia="MS Mincho"/>
                <w:b w:val="0"/>
                <w:sz w:val="18"/>
                <w:szCs w:val="18"/>
              </w:rPr>
            </w:pPr>
          </w:p>
        </w:tc>
        <w:permStart w:id="1945323430" w:edGrp="everyone"/>
        <w:tc>
          <w:tcPr>
            <w:tcW w:w="4054" w:type="dxa"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</w:tcPr>
          <w:p w14:paraId="2C4ECA00" w14:textId="320A36D1" w:rsidR="00A72AFD" w:rsidRPr="002C61DB" w:rsidRDefault="00632BD2" w:rsidP="002C61DB">
            <w:pPr>
              <w:pStyle w:val="Body8ptFeederBold"/>
              <w:ind w:left="0"/>
              <w:jc w:val="left"/>
              <w:rPr>
                <w:rFonts w:eastAsia="MS Mincho"/>
                <w:b w:val="0"/>
                <w:sz w:val="18"/>
                <w:szCs w:val="18"/>
              </w:rPr>
            </w:pPr>
            <w:sdt>
              <w:sdtPr>
                <w:rPr>
                  <w:rFonts w:eastAsia="MS Mincho"/>
                  <w:b w:val="0"/>
                  <w:sz w:val="28"/>
                  <w:szCs w:val="28"/>
                </w:rPr>
                <w:id w:val="-728148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733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1945323430"/>
            <w:r w:rsidR="00A72AFD" w:rsidRPr="002C61DB">
              <w:rPr>
                <w:rFonts w:eastAsia="MS Mincho"/>
                <w:b w:val="0"/>
                <w:sz w:val="20"/>
              </w:rPr>
              <w:t xml:space="preserve">  </w:t>
            </w:r>
            <w:permStart w:id="1904957578" w:edGrp="everyone"/>
            <w:r w:rsidR="002C61DB" w:rsidRPr="006A466F">
              <w:rPr>
                <w:rFonts w:eastAsia="MS Mincho"/>
                <w:b w:val="0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2C61DB" w:rsidRPr="006A466F">
              <w:rPr>
                <w:rFonts w:eastAsia="MS Mincho"/>
                <w:b w:val="0"/>
                <w:sz w:val="20"/>
              </w:rPr>
              <w:instrText xml:space="preserve"> FORMTEXT </w:instrText>
            </w:r>
            <w:r w:rsidR="002C61DB" w:rsidRPr="006A466F">
              <w:rPr>
                <w:rFonts w:eastAsia="MS Mincho"/>
                <w:b w:val="0"/>
                <w:sz w:val="20"/>
              </w:rPr>
            </w:r>
            <w:r w:rsidR="002C61DB" w:rsidRPr="006A466F">
              <w:rPr>
                <w:rFonts w:eastAsia="MS Mincho"/>
                <w:b w:val="0"/>
                <w:sz w:val="20"/>
              </w:rPr>
              <w:fldChar w:fldCharType="separate"/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sz w:val="20"/>
              </w:rPr>
              <w:fldChar w:fldCharType="end"/>
            </w:r>
            <w:permEnd w:id="1904957578"/>
          </w:p>
        </w:tc>
        <w:permStart w:id="1385236879" w:edGrp="everyone"/>
        <w:tc>
          <w:tcPr>
            <w:tcW w:w="301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14:paraId="65A81D44" w14:textId="29D3D5D2" w:rsidR="00A72AFD" w:rsidRPr="00A14131" w:rsidRDefault="00632BD2" w:rsidP="002C61DB">
            <w:pPr>
              <w:pStyle w:val="Body8ptFeederBold"/>
              <w:tabs>
                <w:tab w:val="left" w:pos="317"/>
              </w:tabs>
              <w:ind w:left="0" w:right="0"/>
              <w:rPr>
                <w:rFonts w:eastAsia="MS Mincho"/>
                <w:b w:val="0"/>
                <w:sz w:val="18"/>
                <w:szCs w:val="18"/>
              </w:rPr>
            </w:pPr>
            <w:sdt>
              <w:sdtPr>
                <w:rPr>
                  <w:rFonts w:eastAsia="MS Mincho"/>
                  <w:b w:val="0"/>
                  <w:sz w:val="28"/>
                  <w:szCs w:val="28"/>
                </w:rPr>
                <w:id w:val="720644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733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1385236879"/>
            <w:r w:rsidR="00A72AFD">
              <w:rPr>
                <w:rFonts w:eastAsia="MS Mincho"/>
                <w:b w:val="0"/>
                <w:sz w:val="24"/>
                <w:szCs w:val="24"/>
              </w:rPr>
              <w:t xml:space="preserve"> </w:t>
            </w:r>
            <w:permStart w:id="684659717" w:edGrp="everyone"/>
            <w:r w:rsidR="002C61DB" w:rsidRPr="006A466F">
              <w:rPr>
                <w:rFonts w:eastAsia="MS Mincho"/>
                <w:b w:val="0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2C61DB" w:rsidRPr="006A466F">
              <w:rPr>
                <w:rFonts w:eastAsia="MS Mincho"/>
                <w:b w:val="0"/>
                <w:sz w:val="20"/>
              </w:rPr>
              <w:instrText xml:space="preserve"> FORMTEXT </w:instrText>
            </w:r>
            <w:r w:rsidR="002C61DB" w:rsidRPr="006A466F">
              <w:rPr>
                <w:rFonts w:eastAsia="MS Mincho"/>
                <w:b w:val="0"/>
                <w:sz w:val="20"/>
              </w:rPr>
            </w:r>
            <w:r w:rsidR="002C61DB" w:rsidRPr="006A466F">
              <w:rPr>
                <w:rFonts w:eastAsia="MS Mincho"/>
                <w:b w:val="0"/>
                <w:sz w:val="20"/>
              </w:rPr>
              <w:fldChar w:fldCharType="separate"/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sz w:val="20"/>
              </w:rPr>
              <w:fldChar w:fldCharType="end"/>
            </w:r>
            <w:permEnd w:id="684659717"/>
          </w:p>
        </w:tc>
      </w:tr>
      <w:tr w:rsidR="00A72AFD" w:rsidRPr="00A14131" w14:paraId="547DE6FB" w14:textId="77777777" w:rsidTr="00E11B42">
        <w:trPr>
          <w:trHeight w:val="353"/>
          <w:jc w:val="center"/>
        </w:trPr>
        <w:tc>
          <w:tcPr>
            <w:tcW w:w="228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7349804A" w14:textId="77777777" w:rsidR="00A72AFD" w:rsidRPr="00A14131" w:rsidRDefault="00A72AFD" w:rsidP="00E11B42">
            <w:pPr>
              <w:pStyle w:val="Body8ptFeederBold"/>
              <w:ind w:left="0" w:right="0"/>
              <w:jc w:val="left"/>
              <w:rPr>
                <w:rFonts w:eastAsia="MS Mincho"/>
                <w:b w:val="0"/>
                <w:sz w:val="18"/>
                <w:szCs w:val="18"/>
              </w:rPr>
            </w:pPr>
          </w:p>
        </w:tc>
        <w:permStart w:id="1543787904" w:edGrp="everyone"/>
        <w:tc>
          <w:tcPr>
            <w:tcW w:w="4054" w:type="dxa"/>
            <w:tcBorders>
              <w:left w:val="single" w:sz="4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65CB8C25" w14:textId="4CC903A5" w:rsidR="00A72AFD" w:rsidRPr="006A466F" w:rsidRDefault="00632BD2" w:rsidP="002C61DB">
            <w:pPr>
              <w:pStyle w:val="Body8ptFeederBold"/>
              <w:ind w:left="0"/>
              <w:jc w:val="left"/>
              <w:rPr>
                <w:rFonts w:eastAsia="MS Mincho"/>
                <w:b w:val="0"/>
                <w:sz w:val="20"/>
              </w:rPr>
            </w:pPr>
            <w:sdt>
              <w:sdtPr>
                <w:rPr>
                  <w:rFonts w:eastAsia="MS Mincho"/>
                  <w:b w:val="0"/>
                  <w:sz w:val="28"/>
                  <w:szCs w:val="28"/>
                </w:rPr>
                <w:id w:val="135754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05E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1543787904"/>
            <w:r w:rsidR="00A72AFD" w:rsidRPr="002C61DB">
              <w:rPr>
                <w:rFonts w:eastAsia="MS Mincho"/>
                <w:b w:val="0"/>
                <w:sz w:val="20"/>
              </w:rPr>
              <w:t xml:space="preserve"> </w:t>
            </w:r>
            <w:r w:rsidR="003F505E">
              <w:rPr>
                <w:rFonts w:eastAsia="MS Mincho"/>
                <w:b w:val="0"/>
                <w:sz w:val="20"/>
              </w:rPr>
              <w:t xml:space="preserve"> </w:t>
            </w:r>
            <w:permStart w:id="1954024271" w:edGrp="everyone"/>
            <w:r w:rsidR="002C61DB" w:rsidRPr="00177005">
              <w:rPr>
                <w:rFonts w:eastAsia="MS Mincho"/>
                <w:b w:val="0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2C61DB" w:rsidRPr="00177005">
              <w:rPr>
                <w:rFonts w:eastAsia="MS Mincho"/>
                <w:b w:val="0"/>
                <w:sz w:val="20"/>
              </w:rPr>
              <w:instrText xml:space="preserve"> FORMTEXT </w:instrText>
            </w:r>
            <w:r w:rsidR="002C61DB" w:rsidRPr="00177005">
              <w:rPr>
                <w:rFonts w:eastAsia="MS Mincho"/>
                <w:b w:val="0"/>
                <w:sz w:val="20"/>
              </w:rPr>
            </w:r>
            <w:r w:rsidR="002C61DB" w:rsidRPr="00177005">
              <w:rPr>
                <w:rFonts w:eastAsia="MS Mincho"/>
                <w:b w:val="0"/>
                <w:sz w:val="20"/>
              </w:rPr>
              <w:fldChar w:fldCharType="separate"/>
            </w:r>
            <w:r w:rsidR="002C61DB" w:rsidRPr="00177005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177005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177005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177005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177005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177005">
              <w:rPr>
                <w:rFonts w:eastAsia="MS Mincho"/>
                <w:b w:val="0"/>
                <w:sz w:val="20"/>
              </w:rPr>
              <w:fldChar w:fldCharType="end"/>
            </w:r>
            <w:r w:rsidR="003F505E">
              <w:rPr>
                <w:rFonts w:eastAsia="MS Mincho"/>
                <w:b w:val="0"/>
                <w:sz w:val="18"/>
                <w:szCs w:val="18"/>
              </w:rPr>
              <w:t xml:space="preserve"> </w:t>
            </w:r>
            <w:permEnd w:id="1954024271"/>
          </w:p>
        </w:tc>
        <w:permStart w:id="1765873560" w:edGrp="everyone"/>
        <w:tc>
          <w:tcPr>
            <w:tcW w:w="3017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CC4B9F" w14:textId="073F046B" w:rsidR="00A72AFD" w:rsidRPr="00B1494B" w:rsidRDefault="00632BD2" w:rsidP="00E11B42">
            <w:pPr>
              <w:pStyle w:val="Body8ptFeederBold"/>
              <w:tabs>
                <w:tab w:val="left" w:pos="317"/>
              </w:tabs>
              <w:ind w:left="0" w:right="0"/>
              <w:rPr>
                <w:rFonts w:eastAsia="MS Mincho"/>
                <w:b w:val="0"/>
                <w:sz w:val="18"/>
                <w:szCs w:val="18"/>
              </w:rPr>
            </w:pPr>
            <w:sdt>
              <w:sdtPr>
                <w:rPr>
                  <w:rFonts w:eastAsia="MS Mincho"/>
                  <w:b w:val="0"/>
                  <w:sz w:val="28"/>
                  <w:szCs w:val="28"/>
                </w:rPr>
                <w:id w:val="80636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005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permEnd w:id="1765873560"/>
            <w:r w:rsidR="00A72AFD" w:rsidRPr="006A466F">
              <w:rPr>
                <w:rFonts w:eastAsia="MS Mincho"/>
                <w:b w:val="0"/>
                <w:sz w:val="28"/>
                <w:szCs w:val="28"/>
              </w:rPr>
              <w:t xml:space="preserve"> </w:t>
            </w:r>
            <w:permStart w:id="781462468" w:edGrp="everyone"/>
            <w:r w:rsidR="002C61DB" w:rsidRPr="006A466F">
              <w:rPr>
                <w:rFonts w:eastAsia="MS Mincho"/>
                <w:b w:val="0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2C61DB" w:rsidRPr="006A466F">
              <w:rPr>
                <w:rFonts w:eastAsia="MS Mincho"/>
                <w:b w:val="0"/>
                <w:sz w:val="20"/>
              </w:rPr>
              <w:instrText xml:space="preserve"> FORMTEXT </w:instrText>
            </w:r>
            <w:r w:rsidR="002C61DB" w:rsidRPr="006A466F">
              <w:rPr>
                <w:rFonts w:eastAsia="MS Mincho"/>
                <w:b w:val="0"/>
                <w:sz w:val="20"/>
              </w:rPr>
            </w:r>
            <w:r w:rsidR="002C61DB" w:rsidRPr="006A466F">
              <w:rPr>
                <w:rFonts w:eastAsia="MS Mincho"/>
                <w:b w:val="0"/>
                <w:sz w:val="20"/>
              </w:rPr>
              <w:fldChar w:fldCharType="separate"/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noProof/>
                <w:sz w:val="20"/>
              </w:rPr>
              <w:t> </w:t>
            </w:r>
            <w:r w:rsidR="002C61DB" w:rsidRPr="006A466F">
              <w:rPr>
                <w:rFonts w:eastAsia="MS Mincho"/>
                <w:b w:val="0"/>
                <w:sz w:val="20"/>
              </w:rPr>
              <w:fldChar w:fldCharType="end"/>
            </w:r>
            <w:permEnd w:id="781462468"/>
          </w:p>
        </w:tc>
      </w:tr>
    </w:tbl>
    <w:p w14:paraId="7D130B50" w14:textId="77777777" w:rsid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right"/>
        <w:rPr>
          <w:b w:val="0"/>
          <w:sz w:val="18"/>
          <w:szCs w:val="18"/>
        </w:rPr>
      </w:pPr>
    </w:p>
    <w:p w14:paraId="5EA5FDFD" w14:textId="77777777" w:rsid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right"/>
        <w:rPr>
          <w:b w:val="0"/>
          <w:sz w:val="18"/>
          <w:szCs w:val="18"/>
        </w:rPr>
      </w:pPr>
    </w:p>
    <w:p w14:paraId="210DAB8D" w14:textId="4563A93B" w:rsidR="00A72AFD" w:rsidRDefault="003F505E" w:rsidP="00A72AFD">
      <w:pPr>
        <w:pStyle w:val="Body8ptFeederBold"/>
        <w:tabs>
          <w:tab w:val="clear" w:pos="4819"/>
          <w:tab w:val="left" w:pos="993"/>
          <w:tab w:val="left" w:pos="4253"/>
        </w:tabs>
        <w:jc w:val="righ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</w:t>
      </w:r>
    </w:p>
    <w:tbl>
      <w:tblPr>
        <w:tblStyle w:val="Tabellenraster"/>
        <w:tblW w:w="9356" w:type="dxa"/>
        <w:tblInd w:w="28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379"/>
        <w:gridCol w:w="5977"/>
      </w:tblGrid>
      <w:tr w:rsidR="00A72AFD" w14:paraId="25FDB441" w14:textId="77777777" w:rsidTr="00E11B42">
        <w:trPr>
          <w:trHeight w:val="799"/>
        </w:trPr>
        <w:tc>
          <w:tcPr>
            <w:tcW w:w="3379" w:type="dxa"/>
            <w:shd w:val="clear" w:color="auto" w:fill="F2F2F2" w:themeFill="background1" w:themeFillShade="F2"/>
          </w:tcPr>
          <w:p w14:paraId="247B157E" w14:textId="77777777" w:rsidR="00A72AFD" w:rsidRPr="00FA4C52" w:rsidRDefault="00A72AFD" w:rsidP="00E11B42">
            <w:pPr>
              <w:pStyle w:val="Body8ptFeederBold"/>
              <w:tabs>
                <w:tab w:val="clear" w:pos="4819"/>
                <w:tab w:val="left" w:pos="993"/>
                <w:tab w:val="left" w:pos="4253"/>
              </w:tabs>
              <w:ind w:left="0"/>
              <w:jc w:val="left"/>
              <w:rPr>
                <w:sz w:val="20"/>
              </w:rPr>
            </w:pPr>
            <w:r w:rsidRPr="00FA4C52">
              <w:rPr>
                <w:sz w:val="20"/>
              </w:rPr>
              <w:lastRenderedPageBreak/>
              <w:t>Ort, Datum</w:t>
            </w:r>
          </w:p>
          <w:p w14:paraId="20F45160" w14:textId="77777777" w:rsidR="007D7AC3" w:rsidRPr="00FA4C52" w:rsidRDefault="007D7AC3" w:rsidP="00E11B42">
            <w:pPr>
              <w:pStyle w:val="Body8ptFeederBold"/>
              <w:tabs>
                <w:tab w:val="clear" w:pos="4819"/>
                <w:tab w:val="left" w:pos="993"/>
                <w:tab w:val="left" w:pos="4253"/>
              </w:tabs>
              <w:ind w:left="0"/>
              <w:jc w:val="left"/>
              <w:rPr>
                <w:sz w:val="20"/>
              </w:rPr>
            </w:pPr>
          </w:p>
        </w:tc>
        <w:tc>
          <w:tcPr>
            <w:tcW w:w="5977" w:type="dxa"/>
            <w:shd w:val="clear" w:color="auto" w:fill="F2F2F2" w:themeFill="background1" w:themeFillShade="F2"/>
          </w:tcPr>
          <w:p w14:paraId="57E2981B" w14:textId="77777777" w:rsidR="00A72AFD" w:rsidRPr="00FA4C52" w:rsidRDefault="00A72AFD" w:rsidP="00E11B42">
            <w:pPr>
              <w:pStyle w:val="Body8ptFeederBold"/>
              <w:tabs>
                <w:tab w:val="clear" w:pos="4819"/>
                <w:tab w:val="left" w:pos="993"/>
                <w:tab w:val="left" w:pos="4253"/>
              </w:tabs>
              <w:ind w:left="0"/>
              <w:jc w:val="left"/>
              <w:rPr>
                <w:sz w:val="20"/>
              </w:rPr>
            </w:pPr>
            <w:r w:rsidRPr="00FA4C52">
              <w:rPr>
                <w:sz w:val="20"/>
              </w:rPr>
              <w:t>Rechtsverbindliche Unterschrift / Name in Druckschrift</w:t>
            </w:r>
          </w:p>
          <w:p w14:paraId="2AF2218C" w14:textId="77777777" w:rsidR="007D7AC3" w:rsidRPr="00FA4C52" w:rsidRDefault="007D7AC3" w:rsidP="00E11B42">
            <w:pPr>
              <w:pStyle w:val="Body8ptFeederBold"/>
              <w:tabs>
                <w:tab w:val="clear" w:pos="4819"/>
                <w:tab w:val="left" w:pos="993"/>
                <w:tab w:val="left" w:pos="4253"/>
              </w:tabs>
              <w:ind w:left="0"/>
              <w:jc w:val="left"/>
              <w:rPr>
                <w:sz w:val="20"/>
              </w:rPr>
            </w:pPr>
          </w:p>
        </w:tc>
      </w:tr>
      <w:permStart w:id="867180193" w:edGrp="everyone"/>
      <w:tr w:rsidR="00A72AFD" w14:paraId="0A580C6A" w14:textId="77777777" w:rsidTr="00E11B42">
        <w:trPr>
          <w:trHeight w:val="1093"/>
        </w:trPr>
        <w:tc>
          <w:tcPr>
            <w:tcW w:w="3379" w:type="dxa"/>
          </w:tcPr>
          <w:p w14:paraId="10F8E487" w14:textId="77777777" w:rsidR="00A72AFD" w:rsidRDefault="00A72AFD" w:rsidP="00E11B42">
            <w:pPr>
              <w:pStyle w:val="Body8ptFeederBold"/>
              <w:tabs>
                <w:tab w:val="clear" w:pos="4819"/>
                <w:tab w:val="left" w:pos="993"/>
                <w:tab w:val="left" w:pos="4253"/>
              </w:tabs>
              <w:ind w:lef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b w:val="0"/>
                <w:sz w:val="20"/>
              </w:rPr>
              <w:instrText xml:space="preserve"> FORMTEXT </w:instrText>
            </w:r>
            <w:r>
              <w:rPr>
                <w:b w:val="0"/>
                <w:sz w:val="20"/>
              </w:rPr>
            </w:r>
            <w:r>
              <w:rPr>
                <w:b w:val="0"/>
                <w:sz w:val="20"/>
              </w:rPr>
              <w:fldChar w:fldCharType="separate"/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sz w:val="20"/>
              </w:rPr>
              <w:fldChar w:fldCharType="end"/>
            </w:r>
            <w:permEnd w:id="867180193"/>
          </w:p>
        </w:tc>
        <w:permStart w:id="1387925997" w:edGrp="everyone"/>
        <w:tc>
          <w:tcPr>
            <w:tcW w:w="5977" w:type="dxa"/>
          </w:tcPr>
          <w:p w14:paraId="3763CA63" w14:textId="77777777" w:rsidR="00A72AFD" w:rsidRDefault="00A72AFD" w:rsidP="00E11B42">
            <w:pPr>
              <w:pStyle w:val="Body8ptFeederBold"/>
              <w:tabs>
                <w:tab w:val="clear" w:pos="4819"/>
                <w:tab w:val="left" w:pos="993"/>
                <w:tab w:val="left" w:pos="4253"/>
              </w:tabs>
              <w:ind w:lef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b w:val="0"/>
                <w:sz w:val="20"/>
              </w:rPr>
              <w:instrText xml:space="preserve"> FORMTEXT </w:instrText>
            </w:r>
            <w:r>
              <w:rPr>
                <w:b w:val="0"/>
                <w:sz w:val="20"/>
              </w:rPr>
            </w:r>
            <w:r>
              <w:rPr>
                <w:b w:val="0"/>
                <w:sz w:val="20"/>
              </w:rPr>
              <w:fldChar w:fldCharType="separate"/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sz w:val="20"/>
              </w:rPr>
              <w:fldChar w:fldCharType="end"/>
            </w:r>
            <w:permEnd w:id="1387925997"/>
          </w:p>
        </w:tc>
      </w:tr>
    </w:tbl>
    <w:p w14:paraId="6EE0E6D1" w14:textId="77777777" w:rsid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right"/>
        <w:rPr>
          <w:b w:val="0"/>
          <w:sz w:val="18"/>
          <w:szCs w:val="18"/>
        </w:rPr>
      </w:pPr>
    </w:p>
    <w:p w14:paraId="4503D57D" w14:textId="77777777" w:rsid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right"/>
        <w:rPr>
          <w:b w:val="0"/>
          <w:sz w:val="18"/>
          <w:szCs w:val="18"/>
        </w:rPr>
      </w:pPr>
    </w:p>
    <w:p w14:paraId="3F21F61A" w14:textId="77777777" w:rsid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right"/>
        <w:rPr>
          <w:b w:val="0"/>
          <w:sz w:val="18"/>
          <w:szCs w:val="18"/>
        </w:rPr>
      </w:pPr>
    </w:p>
    <w:p w14:paraId="14EB072F" w14:textId="77777777" w:rsid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right"/>
        <w:rPr>
          <w:b w:val="0"/>
          <w:sz w:val="18"/>
          <w:szCs w:val="18"/>
        </w:rPr>
        <w:sectPr w:rsidR="00A72AFD" w:rsidSect="00405744">
          <w:headerReference w:type="default" r:id="rId9"/>
          <w:footerReference w:type="default" r:id="rId10"/>
          <w:pgSz w:w="11906" w:h="16838" w:code="9"/>
          <w:pgMar w:top="1213" w:right="851" w:bottom="1134" w:left="1134" w:header="1134" w:footer="765" w:gutter="0"/>
          <w:pgBorders>
            <w:top w:val="single" w:sz="12" w:space="1" w:color="auto"/>
            <w:left w:val="single" w:sz="12" w:space="4" w:color="auto"/>
            <w:bottom w:val="single" w:sz="12" w:space="1" w:color="auto"/>
            <w:right w:val="single" w:sz="12" w:space="4" w:color="auto"/>
          </w:pgBorders>
          <w:cols w:space="708"/>
          <w:docGrid w:linePitch="360"/>
        </w:sectPr>
      </w:pPr>
    </w:p>
    <w:p w14:paraId="177F5158" w14:textId="77777777" w:rsidR="00A72AFD" w:rsidRP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18"/>
          <w:szCs w:val="18"/>
        </w:rPr>
      </w:pPr>
      <w:r w:rsidRPr="00A72AFD">
        <w:rPr>
          <w:sz w:val="18"/>
          <w:szCs w:val="18"/>
        </w:rPr>
        <w:lastRenderedPageBreak/>
        <w:t>Hinweise:</w:t>
      </w:r>
    </w:p>
    <w:p w14:paraId="0A606A73" w14:textId="77777777" w:rsidR="00A72AFD" w:rsidRPr="009225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18"/>
          <w:szCs w:val="18"/>
        </w:rPr>
      </w:pPr>
      <w:r>
        <w:rPr>
          <w:sz w:val="18"/>
          <w:szCs w:val="18"/>
        </w:rPr>
        <w:t>A</w:t>
      </w:r>
      <w:r w:rsidRPr="009225FD">
        <w:rPr>
          <w:sz w:val="18"/>
          <w:szCs w:val="18"/>
        </w:rPr>
        <w:t>rt und Umfang von Informationspflichten</w:t>
      </w:r>
    </w:p>
    <w:p w14:paraId="2FE06A36" w14:textId="77777777" w:rsidR="00A72AFD" w:rsidRDefault="00A143BE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  <w:r w:rsidRPr="00A143BE">
        <w:rPr>
          <w:b w:val="0"/>
          <w:sz w:val="18"/>
          <w:szCs w:val="18"/>
        </w:rPr>
        <w:t xml:space="preserve">Der Träger ist nach § 181 Abs. 5 Satz 2 i. V. m. § 177 Abs. 4 SGB III verpflichtet, der </w:t>
      </w:r>
      <w:r>
        <w:rPr>
          <w:b w:val="0"/>
          <w:sz w:val="18"/>
          <w:szCs w:val="18"/>
        </w:rPr>
        <w:t>F</w:t>
      </w:r>
      <w:r w:rsidRPr="00A143BE">
        <w:rPr>
          <w:b w:val="0"/>
          <w:sz w:val="18"/>
          <w:szCs w:val="18"/>
        </w:rPr>
        <w:t>achkundigen Stelle TÜV Rheinland Cert GmbH unverzüglich schriftlich alle Änderungen mitzuteilen, die Einfluss auf das zertifizierte Managementsystem (AZAV-Trägerzulassung), die zertifizierten Dienstleistungen (AZAV-Maßnahmezulassung) oder die finanzielle und fachliche Leistungsfähigkeit, Kompetenz und Eignung des Trägers haben können. Dies betrifft insbesondere den rechtlichen, wirtschaftlichen, organisatorischen oder personellen Status des Trägers.</w:t>
      </w:r>
    </w:p>
    <w:p w14:paraId="4F576871" w14:textId="77777777" w:rsidR="00A143BE" w:rsidRDefault="00A143BE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</w:p>
    <w:p w14:paraId="674E942F" w14:textId="77777777" w:rsidR="00A72AFD" w:rsidRPr="009225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18"/>
          <w:szCs w:val="18"/>
        </w:rPr>
      </w:pPr>
      <w:r w:rsidRPr="009225FD">
        <w:rPr>
          <w:sz w:val="18"/>
          <w:szCs w:val="18"/>
        </w:rPr>
        <w:t>Rechtlicher Status</w:t>
      </w:r>
    </w:p>
    <w:p w14:paraId="4C97C6CF" w14:textId="77777777" w:rsidR="00A72AFD" w:rsidRDefault="00A143BE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  <w:r w:rsidRPr="00A143BE">
        <w:rPr>
          <w:b w:val="0"/>
          <w:sz w:val="18"/>
          <w:szCs w:val="18"/>
        </w:rPr>
        <w:t>Dies betrifft alle Änderungen der Rechtsform oder des Namens des Trägers sowie den Abschluss oder die Änderung von Beherrschungs- oder Gewinnabführungsverträgen, Änderungen der Eigentumsverhältnisse, den Kauf/Verkauf von Unternehmensteilen, soweit diese Auswirkungen auf die Träger</w:t>
      </w:r>
      <w:r>
        <w:rPr>
          <w:b w:val="0"/>
          <w:sz w:val="18"/>
          <w:szCs w:val="18"/>
        </w:rPr>
        <w:t>- bzw. Maßnahmenzulassung haben</w:t>
      </w:r>
      <w:r w:rsidR="00A72AFD">
        <w:rPr>
          <w:b w:val="0"/>
          <w:sz w:val="18"/>
          <w:szCs w:val="18"/>
        </w:rPr>
        <w:t>.</w:t>
      </w:r>
    </w:p>
    <w:p w14:paraId="75B2D713" w14:textId="77777777" w:rsid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</w:p>
    <w:p w14:paraId="68F1F8F9" w14:textId="77777777" w:rsidR="00A72AFD" w:rsidRPr="009225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18"/>
          <w:szCs w:val="18"/>
        </w:rPr>
      </w:pPr>
      <w:r w:rsidRPr="009225FD">
        <w:rPr>
          <w:sz w:val="18"/>
          <w:szCs w:val="18"/>
        </w:rPr>
        <w:t>Wirtschaftlicher Status</w:t>
      </w:r>
    </w:p>
    <w:p w14:paraId="25E95913" w14:textId="77777777" w:rsidR="00A72AFD" w:rsidRDefault="00A143BE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  <w:r w:rsidRPr="00A143BE">
        <w:rPr>
          <w:b w:val="0"/>
          <w:sz w:val="18"/>
          <w:szCs w:val="18"/>
        </w:rPr>
        <w:t>Mitteilungspflichtig sind die Eröffnung eines Insolvenzverfahrens, die Ablehnung der Eröffnung mangels Masse oder sonstige Ereignisse, die die finanzielle Leistungsfähigkeit beeinflussen.</w:t>
      </w:r>
    </w:p>
    <w:p w14:paraId="040B07F8" w14:textId="77777777" w:rsidR="00A143BE" w:rsidRDefault="00A143BE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</w:p>
    <w:p w14:paraId="363D754F" w14:textId="77777777" w:rsidR="00A72AFD" w:rsidRPr="009225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18"/>
          <w:szCs w:val="18"/>
        </w:rPr>
      </w:pPr>
      <w:r w:rsidRPr="009225FD">
        <w:rPr>
          <w:sz w:val="18"/>
          <w:szCs w:val="18"/>
        </w:rPr>
        <w:t>Organisatorischer Status</w:t>
      </w:r>
    </w:p>
    <w:p w14:paraId="6ECA24B9" w14:textId="77777777" w:rsidR="00A72AFD" w:rsidRDefault="00A143BE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  <w:r w:rsidRPr="00A143BE">
        <w:rPr>
          <w:b w:val="0"/>
          <w:sz w:val="18"/>
          <w:szCs w:val="18"/>
        </w:rPr>
        <w:t xml:space="preserve">Mitteilungspflichtig sind alle Änderungen, die die organisatorische Eingliederung des Trägers in die Gesamtorganisation betreffen, sowie wesentliche Änderungen des Managementsystems und der Prozesse, die den organisatorischen Status des Trägers, die Personalstruktur </w:t>
      </w:r>
      <w:r w:rsidR="00293651">
        <w:rPr>
          <w:b w:val="0"/>
          <w:sz w:val="18"/>
          <w:szCs w:val="18"/>
        </w:rPr>
        <w:t>o</w:t>
      </w:r>
      <w:r w:rsidRPr="00A143BE">
        <w:rPr>
          <w:b w:val="0"/>
          <w:sz w:val="18"/>
          <w:szCs w:val="18"/>
        </w:rPr>
        <w:t>der die Aufbau- und Ablauforganisation bzw. die Durchführung von Maßnahmen der Arbeitsförderung betreffen (grundlegende Prozessstrukturen).</w:t>
      </w:r>
    </w:p>
    <w:p w14:paraId="5BEFC2EB" w14:textId="77777777" w:rsid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</w:p>
    <w:p w14:paraId="18159900" w14:textId="77777777" w:rsidR="00A72AFD" w:rsidRPr="00D660F1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18"/>
          <w:szCs w:val="18"/>
        </w:rPr>
      </w:pPr>
      <w:r w:rsidRPr="00D660F1">
        <w:rPr>
          <w:sz w:val="18"/>
          <w:szCs w:val="18"/>
        </w:rPr>
        <w:t>Personelle Änderungen</w:t>
      </w:r>
    </w:p>
    <w:p w14:paraId="0F9B507F" w14:textId="77777777" w:rsidR="00A143BE" w:rsidRPr="00A143BE" w:rsidRDefault="00A143BE" w:rsidP="00A143BE">
      <w:pPr>
        <w:pStyle w:val="Body8ptFeederBold"/>
        <w:tabs>
          <w:tab w:val="left" w:pos="993"/>
          <w:tab w:val="left" w:pos="4253"/>
        </w:tabs>
        <w:jc w:val="left"/>
        <w:rPr>
          <w:b w:val="0"/>
          <w:sz w:val="18"/>
          <w:szCs w:val="18"/>
        </w:rPr>
      </w:pPr>
      <w:r w:rsidRPr="00A143BE">
        <w:rPr>
          <w:b w:val="0"/>
          <w:sz w:val="18"/>
          <w:szCs w:val="18"/>
        </w:rPr>
        <w:t>Ausscheiden, Einstellung oder Wechsel von Personen oder Personengruppen auf der höchsten Entscheidungsebene (Geschäftsführer, Vorstand oder Leiter des Trägers).</w:t>
      </w:r>
    </w:p>
    <w:p w14:paraId="546BD427" w14:textId="77777777" w:rsidR="00A143BE" w:rsidRDefault="00A143BE" w:rsidP="00A143BE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  <w:r w:rsidRPr="00A143BE">
        <w:rPr>
          <w:b w:val="0"/>
          <w:sz w:val="18"/>
          <w:szCs w:val="18"/>
        </w:rPr>
        <w:t>Ausscheiden, Einstellung oder Wechsel von Schlüsselpersonal sowie Wechsel des für die Träger-/Maßnahmenzulassung zuständigen Personals (</w:t>
      </w:r>
      <w:r w:rsidR="00293651">
        <w:rPr>
          <w:b w:val="0"/>
          <w:sz w:val="18"/>
          <w:szCs w:val="18"/>
        </w:rPr>
        <w:t>AZAV- bzw. QM-Verantwortliche, verantwortliche Ausbilder, Lehr- und Fachkräfte, Pädagogen, etc.).</w:t>
      </w:r>
    </w:p>
    <w:p w14:paraId="47B6C8F7" w14:textId="77777777" w:rsidR="00A143BE" w:rsidRDefault="00A143BE" w:rsidP="00A143BE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</w:p>
    <w:p w14:paraId="4A487BAE" w14:textId="77777777" w:rsidR="00A72AFD" w:rsidRPr="00773D4C" w:rsidRDefault="00A72AFD" w:rsidP="00A143BE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18"/>
          <w:szCs w:val="18"/>
        </w:rPr>
      </w:pPr>
      <w:r w:rsidRPr="00773D4C">
        <w:rPr>
          <w:sz w:val="18"/>
          <w:szCs w:val="18"/>
        </w:rPr>
        <w:t>Fachbereiche</w:t>
      </w:r>
      <w:r>
        <w:rPr>
          <w:sz w:val="18"/>
          <w:szCs w:val="18"/>
        </w:rPr>
        <w:t>/Geltungsbereich</w:t>
      </w:r>
    </w:p>
    <w:p w14:paraId="59BD94C8" w14:textId="77777777" w:rsid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Mitteilungspflichtig sind Änderungen in den Fachbereichen (Abmeldung bzw. Anmeldung von Fachbereichen).</w:t>
      </w:r>
    </w:p>
    <w:p w14:paraId="59019CF0" w14:textId="77777777" w:rsid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</w:p>
    <w:p w14:paraId="2DEE8CB0" w14:textId="77777777" w:rsidR="00A72AFD" w:rsidRPr="00773D4C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18"/>
          <w:szCs w:val="18"/>
        </w:rPr>
      </w:pPr>
      <w:r w:rsidRPr="00773D4C">
        <w:rPr>
          <w:sz w:val="18"/>
          <w:szCs w:val="18"/>
        </w:rPr>
        <w:t>Standorte</w:t>
      </w:r>
    </w:p>
    <w:p w14:paraId="33980C30" w14:textId="77777777" w:rsidR="00A143BE" w:rsidRPr="00A143BE" w:rsidRDefault="00A143BE" w:rsidP="00A143BE">
      <w:pPr>
        <w:pStyle w:val="Body8ptFeederBold"/>
        <w:tabs>
          <w:tab w:val="left" w:pos="993"/>
          <w:tab w:val="left" w:pos="4253"/>
        </w:tabs>
        <w:jc w:val="left"/>
        <w:rPr>
          <w:b w:val="0"/>
          <w:sz w:val="18"/>
          <w:szCs w:val="18"/>
        </w:rPr>
      </w:pPr>
      <w:r w:rsidRPr="00A143BE">
        <w:rPr>
          <w:b w:val="0"/>
          <w:sz w:val="18"/>
          <w:szCs w:val="18"/>
        </w:rPr>
        <w:t>Mitteilungspflichtig sind Adressänderungen, Umzüge sowie wesentliche Veränderungen der Räumlichkeiten, die Auswirkungen auf die Durchführung der Arbeitsmarktdienstleistungen haben (Schließung, behördliches Nutzungs- oder Betretungsverbot, gesetzliche Vorgaben etc.)</w:t>
      </w:r>
      <w:r>
        <w:rPr>
          <w:b w:val="0"/>
          <w:sz w:val="18"/>
          <w:szCs w:val="18"/>
        </w:rPr>
        <w:t>.</w:t>
      </w:r>
    </w:p>
    <w:p w14:paraId="6B185584" w14:textId="77777777" w:rsidR="00A72AFD" w:rsidRDefault="00A143BE" w:rsidP="00A143BE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  <w:r w:rsidRPr="00A143BE">
        <w:rPr>
          <w:b w:val="0"/>
          <w:sz w:val="18"/>
          <w:szCs w:val="18"/>
        </w:rPr>
        <w:t>Darüber hinaus ist die Aufnahme neuer Standorte sowie die Schließung alter Standorte mitzuteilen, soweit diese im Zertifizierungsumfang enthalten sind</w:t>
      </w:r>
      <w:r>
        <w:rPr>
          <w:b w:val="0"/>
          <w:sz w:val="18"/>
          <w:szCs w:val="18"/>
        </w:rPr>
        <w:t>.</w:t>
      </w:r>
    </w:p>
    <w:p w14:paraId="1F959F1E" w14:textId="77777777" w:rsidR="00A143BE" w:rsidRDefault="00A143BE" w:rsidP="00A143BE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</w:p>
    <w:p w14:paraId="4A06069B" w14:textId="77777777" w:rsidR="00A72AFD" w:rsidRPr="009645AF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18"/>
          <w:szCs w:val="18"/>
        </w:rPr>
      </w:pPr>
      <w:r w:rsidRPr="009645AF">
        <w:rPr>
          <w:sz w:val="18"/>
          <w:szCs w:val="18"/>
        </w:rPr>
        <w:t>Zugelassene Maßnahmen</w:t>
      </w:r>
    </w:p>
    <w:p w14:paraId="643857CD" w14:textId="009DA493" w:rsid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Mitteilungspflichtig sind Änderungen bei Maßnahmen der beruflichen Weiterbildung nach §§ 81, 82 SGB III sowie bei Maßnahmen zur Aktivierung und beruflichen Eingliederung nach § 45 Abs. 1 S. 1 Nr. 1, 4 und 5 SGB III (gültig für die Fachbereiche § 5 Abs. 1 S. 3 Nr. 1 und Nr. 4 AZAV), die wesentliche Auswirkung auf Inhalt, Konzeption, Organisation, Standorte und Kalkulation haben.</w:t>
      </w:r>
    </w:p>
    <w:p w14:paraId="608D381A" w14:textId="77777777" w:rsid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</w:p>
    <w:p w14:paraId="24AE151D" w14:textId="77777777" w:rsidR="00A72AFD" w:rsidRPr="009645AF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18"/>
          <w:szCs w:val="18"/>
        </w:rPr>
      </w:pPr>
      <w:r w:rsidRPr="009645AF">
        <w:rPr>
          <w:sz w:val="18"/>
          <w:szCs w:val="18"/>
        </w:rPr>
        <w:t>Fristen der Mitteilung</w:t>
      </w:r>
    </w:p>
    <w:p w14:paraId="456CC0F1" w14:textId="3794427E" w:rsidR="00A72AFD" w:rsidRDefault="00A143BE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  <w:r w:rsidRPr="00A143BE">
        <w:rPr>
          <w:b w:val="0"/>
          <w:sz w:val="18"/>
          <w:szCs w:val="18"/>
        </w:rPr>
        <w:t xml:space="preserve">Die Änderungen sind der Fachkundigen Stelle TÜV Rheinland Cert GmbH unverzüglich vor Eintritt des Ereignisses, spätestens jedoch innerhalb von </w:t>
      </w:r>
      <w:r w:rsidR="007F7146">
        <w:rPr>
          <w:b w:val="0"/>
          <w:sz w:val="18"/>
          <w:szCs w:val="18"/>
        </w:rPr>
        <w:t>4</w:t>
      </w:r>
      <w:r w:rsidRPr="00A143BE">
        <w:rPr>
          <w:b w:val="0"/>
          <w:sz w:val="18"/>
          <w:szCs w:val="18"/>
        </w:rPr>
        <w:t xml:space="preserve"> Wochen nach Eintritt des meldepflichtigen Ereignisses anzuzeigen.</w:t>
      </w:r>
    </w:p>
    <w:p w14:paraId="7832BB5C" w14:textId="77777777" w:rsidR="00A143BE" w:rsidRDefault="00A143BE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</w:p>
    <w:p w14:paraId="4D4AA225" w14:textId="77777777" w:rsidR="00A72AFD" w:rsidRPr="00A72AF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sz w:val="18"/>
          <w:szCs w:val="18"/>
        </w:rPr>
      </w:pPr>
      <w:r w:rsidRPr="00A72AFD">
        <w:rPr>
          <w:sz w:val="18"/>
          <w:szCs w:val="18"/>
        </w:rPr>
        <w:t>Auswirkungen der Änderungen auf die Zertifizierung/Zulassung</w:t>
      </w:r>
    </w:p>
    <w:p w14:paraId="433B4AAB" w14:textId="77777777" w:rsidR="00A72AFD" w:rsidRDefault="002104EB" w:rsidP="00A72AFD">
      <w:pPr>
        <w:pStyle w:val="Body8ptFeederBold"/>
        <w:tabs>
          <w:tab w:val="clear" w:pos="4819"/>
          <w:tab w:val="left" w:pos="993"/>
          <w:tab w:val="left" w:pos="4253"/>
        </w:tabs>
        <w:jc w:val="left"/>
        <w:rPr>
          <w:b w:val="0"/>
          <w:sz w:val="18"/>
          <w:szCs w:val="18"/>
        </w:rPr>
      </w:pPr>
      <w:r w:rsidRPr="002104EB">
        <w:rPr>
          <w:b w:val="0"/>
          <w:sz w:val="18"/>
          <w:szCs w:val="18"/>
        </w:rPr>
        <w:t>Änderungen bei Umfirmierungen und deren Auswirkungen auf das Managementsystem hängen vom Grad der Umfirmierung ab. Die Zertifizierungsstelle entscheidet über geeignete Maßnahmen (Neuzertifizierung oder Änderung einer Zertifizierung).</w:t>
      </w:r>
    </w:p>
    <w:p w14:paraId="54AC6B2B" w14:textId="77777777" w:rsidR="00A72AFD" w:rsidRPr="002F3DED" w:rsidRDefault="00A72AFD" w:rsidP="00A72AFD">
      <w:pPr>
        <w:pStyle w:val="Body8ptFeederBold"/>
        <w:tabs>
          <w:tab w:val="clear" w:pos="4819"/>
          <w:tab w:val="left" w:pos="993"/>
          <w:tab w:val="left" w:pos="4253"/>
        </w:tabs>
        <w:jc w:val="right"/>
        <w:rPr>
          <w:b w:val="0"/>
          <w:sz w:val="18"/>
          <w:szCs w:val="18"/>
        </w:rPr>
      </w:pPr>
    </w:p>
    <w:sectPr w:rsidR="00A72AFD" w:rsidRPr="002F3DED" w:rsidSect="00715A63">
      <w:pgSz w:w="11906" w:h="16838" w:code="9"/>
      <w:pgMar w:top="1211" w:right="851" w:bottom="1134" w:left="1134" w:header="1134" w:footer="763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3ADA0" w14:textId="77777777" w:rsidR="002479FB" w:rsidRDefault="002479FB">
      <w:r>
        <w:separator/>
      </w:r>
    </w:p>
  </w:endnote>
  <w:endnote w:type="continuationSeparator" w:id="0">
    <w:p w14:paraId="662F122D" w14:textId="77777777" w:rsidR="002479FB" w:rsidRDefault="0024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1D4A5" w14:textId="45EBA08C" w:rsidR="002479FB" w:rsidRDefault="002479FB">
    <w:pPr>
      <w:pStyle w:val="Fuzeile"/>
    </w:pPr>
    <w:r>
      <w:t xml:space="preserve">Antrag auf Änderung Rev. </w:t>
    </w:r>
    <w:r w:rsidR="00286990">
      <w:t>1</w:t>
    </w:r>
    <w:r w:rsidR="007F7146">
      <w:t>2</w:t>
    </w:r>
    <w:r>
      <w:t>.0 (</w:t>
    </w:r>
    <w:r w:rsidR="007F7146">
      <w:t>01/2024</w:t>
    </w:r>
    <w:r>
      <w:t xml:space="preserve">) </w:t>
    </w:r>
    <w:r>
      <w:tab/>
      <w:t xml:space="preserve">Seite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C5158D">
      <w:rPr>
        <w:b/>
        <w:bCs/>
        <w:noProof/>
      </w:rPr>
      <w:t>4</w:t>
    </w:r>
    <w:r>
      <w:rPr>
        <w:b/>
        <w:bCs/>
      </w:rPr>
      <w:fldChar w:fldCharType="end"/>
    </w:r>
    <w:r>
      <w:t xml:space="preserve"> von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C5158D">
      <w:rPr>
        <w:b/>
        <w:bCs/>
        <w:noProof/>
      </w:rPr>
      <w:t>5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843C8" w14:textId="77777777" w:rsidR="002479FB" w:rsidRDefault="002479FB">
      <w:r>
        <w:separator/>
      </w:r>
    </w:p>
  </w:footnote>
  <w:footnote w:type="continuationSeparator" w:id="0">
    <w:p w14:paraId="16A8D092" w14:textId="77777777" w:rsidR="002479FB" w:rsidRDefault="00247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58" w:type="dxa"/>
      <w:tblInd w:w="-12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45"/>
      <w:gridCol w:w="5245"/>
      <w:gridCol w:w="2268"/>
    </w:tblGrid>
    <w:tr w:rsidR="002479FB" w14:paraId="29B49B1C" w14:textId="77777777">
      <w:trPr>
        <w:cantSplit/>
        <w:trHeight w:hRule="exact" w:val="1304"/>
      </w:trPr>
      <w:tc>
        <w:tcPr>
          <w:tcW w:w="2545" w:type="dxa"/>
          <w:tcBorders>
            <w:bottom w:val="single" w:sz="6" w:space="0" w:color="auto"/>
          </w:tcBorders>
          <w:vAlign w:val="center"/>
        </w:tcPr>
        <w:p w14:paraId="2545E83C" w14:textId="77777777" w:rsidR="002479FB" w:rsidRPr="002C7439" w:rsidRDefault="002479FB" w:rsidP="00C53AD9">
          <w:pPr>
            <w:spacing w:after="0"/>
            <w:jc w:val="center"/>
            <w:rPr>
              <w:b/>
              <w:sz w:val="28"/>
              <w:szCs w:val="28"/>
            </w:rPr>
          </w:pPr>
          <w:r w:rsidRPr="002C7439">
            <w:rPr>
              <w:b/>
              <w:sz w:val="28"/>
              <w:szCs w:val="28"/>
            </w:rPr>
            <w:t xml:space="preserve">Fachkundige </w:t>
          </w:r>
        </w:p>
        <w:p w14:paraId="05EB1B72" w14:textId="77777777" w:rsidR="002479FB" w:rsidRPr="002C7439" w:rsidRDefault="002479FB" w:rsidP="00C53AD9">
          <w:pPr>
            <w:spacing w:before="0" w:after="0"/>
            <w:jc w:val="center"/>
            <w:rPr>
              <w:b/>
              <w:sz w:val="28"/>
              <w:szCs w:val="28"/>
            </w:rPr>
          </w:pPr>
          <w:r w:rsidRPr="002C7439">
            <w:rPr>
              <w:b/>
              <w:sz w:val="28"/>
              <w:szCs w:val="28"/>
            </w:rPr>
            <w:t xml:space="preserve">Stelle </w:t>
          </w:r>
        </w:p>
        <w:p w14:paraId="27888921" w14:textId="77777777" w:rsidR="002479FB" w:rsidRDefault="002479FB" w:rsidP="00C53AD9">
          <w:pPr>
            <w:spacing w:before="0"/>
            <w:jc w:val="center"/>
            <w:rPr>
              <w:b/>
              <w:sz w:val="32"/>
            </w:rPr>
          </w:pPr>
          <w:r>
            <w:rPr>
              <w:b/>
            </w:rPr>
            <w:t xml:space="preserve"> (SGB III / AZAV)</w:t>
          </w:r>
        </w:p>
      </w:tc>
      <w:tc>
        <w:tcPr>
          <w:tcW w:w="5245" w:type="dxa"/>
          <w:tcBorders>
            <w:bottom w:val="single" w:sz="6" w:space="0" w:color="auto"/>
          </w:tcBorders>
          <w:vAlign w:val="center"/>
        </w:tcPr>
        <w:p w14:paraId="3C0190FA" w14:textId="77777777" w:rsidR="002479FB" w:rsidRDefault="002479FB" w:rsidP="00213662">
          <w:pPr>
            <w:pStyle w:val="Header14ptBoldCentered"/>
          </w:pPr>
          <w:r>
            <w:t xml:space="preserve">Änderungsmeldung Träger-/ </w:t>
          </w:r>
          <w:r>
            <w:br/>
            <w:t>Maßnahmezulassung nach AZAV</w:t>
          </w:r>
        </w:p>
      </w:tc>
      <w:tc>
        <w:tcPr>
          <w:tcW w:w="2268" w:type="dxa"/>
          <w:tcBorders>
            <w:bottom w:val="single" w:sz="6" w:space="0" w:color="auto"/>
          </w:tcBorders>
          <w:vAlign w:val="center"/>
        </w:tcPr>
        <w:p w14:paraId="2323A66E" w14:textId="77777777" w:rsidR="002479FB" w:rsidRDefault="002479FB" w:rsidP="00C53AD9">
          <w:pPr>
            <w:jc w:val="center"/>
            <w:rPr>
              <w:b/>
              <w:sz w:val="24"/>
            </w:rPr>
          </w:pPr>
          <w:r>
            <w:rPr>
              <w:noProof/>
            </w:rPr>
            <w:drawing>
              <wp:inline distT="0" distB="0" distL="0" distR="0" wp14:anchorId="4DA43517" wp14:editId="2F958794">
                <wp:extent cx="1469390" cy="408305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9390" cy="408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0AF5026" w14:textId="77777777" w:rsidR="002479FB" w:rsidRDefault="002479FB" w:rsidP="00E018C3">
    <w:pPr>
      <w:pStyle w:val="Kopfzeile"/>
      <w:spacing w:before="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1EC4F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AB1FB8"/>
    <w:multiLevelType w:val="hybridMultilevel"/>
    <w:tmpl w:val="2C3AFB5C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8041C"/>
    <w:multiLevelType w:val="hybridMultilevel"/>
    <w:tmpl w:val="9272B02C"/>
    <w:lvl w:ilvl="0" w:tplc="06CAB4A6">
      <w:numFmt w:val="bullet"/>
      <w:lvlText w:val="-"/>
      <w:lvlJc w:val="left"/>
      <w:pPr>
        <w:ind w:left="720" w:hanging="360"/>
      </w:pPr>
      <w:rPr>
        <w:rFonts w:ascii="Arial" w:eastAsia="MS Gothic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C73C1"/>
    <w:multiLevelType w:val="hybridMultilevel"/>
    <w:tmpl w:val="7B7CD6C6"/>
    <w:lvl w:ilvl="0" w:tplc="4C68C1E4">
      <w:numFmt w:val="decimal"/>
      <w:pStyle w:val="ListNumber11ptFeed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84C70"/>
    <w:multiLevelType w:val="hybridMultilevel"/>
    <w:tmpl w:val="3DDEF920"/>
    <w:lvl w:ilvl="0" w:tplc="06CAB4A6">
      <w:numFmt w:val="bullet"/>
      <w:lvlText w:val="-"/>
      <w:lvlJc w:val="left"/>
      <w:pPr>
        <w:ind w:left="360" w:hanging="360"/>
      </w:pPr>
      <w:rPr>
        <w:rFonts w:ascii="Arial" w:eastAsia="MS Gothic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FD5D49"/>
    <w:multiLevelType w:val="hybridMultilevel"/>
    <w:tmpl w:val="B4860086"/>
    <w:lvl w:ilvl="0" w:tplc="72D48926">
      <w:start w:val="1"/>
      <w:numFmt w:val="bullet"/>
      <w:pStyle w:val="ListBar11p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15B58"/>
    <w:multiLevelType w:val="hybridMultilevel"/>
    <w:tmpl w:val="D1F68B46"/>
    <w:lvl w:ilvl="0" w:tplc="D416F79E">
      <w:start w:val="1"/>
      <w:numFmt w:val="bullet"/>
      <w:pStyle w:val="ListBar8ptFeeder"/>
      <w:lvlText w:val="-"/>
      <w:lvlJc w:val="left"/>
      <w:pPr>
        <w:tabs>
          <w:tab w:val="num" w:pos="644"/>
        </w:tabs>
        <w:ind w:left="567" w:hanging="283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B581C"/>
    <w:multiLevelType w:val="hybridMultilevel"/>
    <w:tmpl w:val="43DA71F2"/>
    <w:lvl w:ilvl="0" w:tplc="21806D8C">
      <w:start w:val="1"/>
      <w:numFmt w:val="bullet"/>
      <w:pStyle w:val="ListBar9ptFeeder"/>
      <w:lvlText w:val="-"/>
      <w:lvlJc w:val="left"/>
      <w:pPr>
        <w:tabs>
          <w:tab w:val="num" w:pos="1288"/>
        </w:tabs>
        <w:ind w:left="1288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11B91F42"/>
    <w:multiLevelType w:val="hybridMultilevel"/>
    <w:tmpl w:val="7D663B6C"/>
    <w:lvl w:ilvl="0" w:tplc="06CAB4A6">
      <w:numFmt w:val="bullet"/>
      <w:lvlText w:val="-"/>
      <w:lvlJc w:val="left"/>
      <w:pPr>
        <w:ind w:left="487" w:hanging="360"/>
      </w:pPr>
      <w:rPr>
        <w:rFonts w:ascii="Arial" w:eastAsia="MS Gothic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9" w15:restartNumberingAfterBreak="0">
    <w:nsid w:val="147C0570"/>
    <w:multiLevelType w:val="hybridMultilevel"/>
    <w:tmpl w:val="A62A16A8"/>
    <w:lvl w:ilvl="0" w:tplc="CBF042F4">
      <w:numFmt w:val="bullet"/>
      <w:lvlText w:val=""/>
      <w:lvlJc w:val="left"/>
      <w:pPr>
        <w:tabs>
          <w:tab w:val="num" w:pos="768"/>
        </w:tabs>
        <w:ind w:left="768" w:hanging="360"/>
      </w:pPr>
      <w:rPr>
        <w:rFonts w:ascii="Wingdings" w:eastAsia="Times New Roman" w:hAnsi="Wingdings" w:cs="Times New Roman" w:hint="default"/>
      </w:rPr>
    </w:lvl>
    <w:lvl w:ilvl="1" w:tplc="4AC24E02">
      <w:start w:val="1"/>
      <w:numFmt w:val="bullet"/>
      <w:pStyle w:val="Punktliste9"/>
      <w:lvlText w:val=""/>
      <w:lvlJc w:val="left"/>
      <w:pPr>
        <w:tabs>
          <w:tab w:val="num" w:pos="1794"/>
        </w:tabs>
        <w:ind w:left="1794" w:hanging="567"/>
      </w:pPr>
      <w:rPr>
        <w:rFonts w:ascii="Wingdings" w:hAnsi="Wingdings" w:hint="default"/>
        <w:color w:val="auto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hint="default"/>
      </w:rPr>
    </w:lvl>
  </w:abstractNum>
  <w:abstractNum w:abstractNumId="10" w15:restartNumberingAfterBreak="0">
    <w:nsid w:val="14EF3BCF"/>
    <w:multiLevelType w:val="singleLevel"/>
    <w:tmpl w:val="E108704C"/>
    <w:lvl w:ilvl="0">
      <w:start w:val="1"/>
      <w:numFmt w:val="lowerLetter"/>
      <w:pStyle w:val="ListCharacter11pt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D481A7E"/>
    <w:multiLevelType w:val="multilevel"/>
    <w:tmpl w:val="E578B0F4"/>
    <w:lvl w:ilvl="0">
      <w:start w:val="1"/>
      <w:numFmt w:val="decimal"/>
      <w:pStyle w:val="berschrift1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F7B5847"/>
    <w:multiLevelType w:val="singleLevel"/>
    <w:tmpl w:val="EDF0AB56"/>
    <w:lvl w:ilvl="0">
      <w:start w:val="1"/>
      <w:numFmt w:val="decimal"/>
      <w:pStyle w:val="ListParagraph8ptFeeder"/>
      <w:lvlText w:val="§%1"/>
      <w:lvlJc w:val="left"/>
      <w:pPr>
        <w:tabs>
          <w:tab w:val="num" w:pos="644"/>
        </w:tabs>
        <w:ind w:left="567" w:hanging="283"/>
      </w:pPr>
      <w:rPr>
        <w:rFonts w:hint="default"/>
      </w:rPr>
    </w:lvl>
  </w:abstractNum>
  <w:abstractNum w:abstractNumId="13" w15:restartNumberingAfterBreak="0">
    <w:nsid w:val="22A25A8A"/>
    <w:multiLevelType w:val="hybridMultilevel"/>
    <w:tmpl w:val="6D1E84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944522"/>
    <w:multiLevelType w:val="hybridMultilevel"/>
    <w:tmpl w:val="94E249E2"/>
    <w:lvl w:ilvl="0" w:tplc="497C8298">
      <w:start w:val="1"/>
      <w:numFmt w:val="bullet"/>
      <w:pStyle w:val="ListBar11ptFeeder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201A07"/>
    <w:multiLevelType w:val="hybridMultilevel"/>
    <w:tmpl w:val="5256FFDA"/>
    <w:lvl w:ilvl="0" w:tplc="06CAB4A6">
      <w:numFmt w:val="bullet"/>
      <w:lvlText w:val="-"/>
      <w:lvlJc w:val="left"/>
      <w:pPr>
        <w:ind w:left="720" w:hanging="360"/>
      </w:pPr>
      <w:rPr>
        <w:rFonts w:ascii="Arial" w:eastAsia="MS Gothic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F649A"/>
    <w:multiLevelType w:val="hybridMultilevel"/>
    <w:tmpl w:val="33440DAE"/>
    <w:lvl w:ilvl="0" w:tplc="DB140FA0">
      <w:start w:val="1"/>
      <w:numFmt w:val="bullet"/>
      <w:pStyle w:val="ListDot9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83611"/>
    <w:multiLevelType w:val="hybridMultilevel"/>
    <w:tmpl w:val="DB40C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34C64"/>
    <w:multiLevelType w:val="hybridMultilevel"/>
    <w:tmpl w:val="D11E0498"/>
    <w:lvl w:ilvl="0" w:tplc="C8B67178">
      <w:start w:val="1"/>
      <w:numFmt w:val="decimal"/>
      <w:pStyle w:val="ListNumber9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723102"/>
    <w:multiLevelType w:val="hybridMultilevel"/>
    <w:tmpl w:val="7C240B90"/>
    <w:lvl w:ilvl="0" w:tplc="E2FEC1F4">
      <w:start w:val="1"/>
      <w:numFmt w:val="decimal"/>
      <w:pStyle w:val="ListNumber9ptFeed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4A1157"/>
    <w:multiLevelType w:val="hybridMultilevel"/>
    <w:tmpl w:val="AF00089A"/>
    <w:lvl w:ilvl="0" w:tplc="FAD44CB0">
      <w:start w:val="1"/>
      <w:numFmt w:val="bullet"/>
      <w:pStyle w:val="ListDot11ptFeed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B391A"/>
    <w:multiLevelType w:val="hybridMultilevel"/>
    <w:tmpl w:val="BEA8E74C"/>
    <w:lvl w:ilvl="0" w:tplc="683C637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309DB"/>
    <w:multiLevelType w:val="hybridMultilevel"/>
    <w:tmpl w:val="6332EF1A"/>
    <w:lvl w:ilvl="0" w:tplc="33E4F7CA">
      <w:start w:val="1"/>
      <w:numFmt w:val="bullet"/>
      <w:pStyle w:val="ListBar9p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12187"/>
    <w:multiLevelType w:val="hybridMultilevel"/>
    <w:tmpl w:val="46F824AC"/>
    <w:lvl w:ilvl="0" w:tplc="EBB06C0C">
      <w:start w:val="1"/>
      <w:numFmt w:val="bullet"/>
      <w:pStyle w:val="ListDot8ptFeeder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7D1720B"/>
    <w:multiLevelType w:val="singleLevel"/>
    <w:tmpl w:val="D922740C"/>
    <w:lvl w:ilvl="0">
      <w:start w:val="1"/>
      <w:numFmt w:val="decimal"/>
      <w:pStyle w:val="ListNumber11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825507B"/>
    <w:multiLevelType w:val="hybridMultilevel"/>
    <w:tmpl w:val="4B628724"/>
    <w:lvl w:ilvl="0" w:tplc="5A90BE1E">
      <w:start w:val="1"/>
      <w:numFmt w:val="bullet"/>
      <w:pStyle w:val="ListDot9ptFeeder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B09DE"/>
    <w:multiLevelType w:val="hybridMultilevel"/>
    <w:tmpl w:val="676640BA"/>
    <w:lvl w:ilvl="0" w:tplc="06CAB4A6">
      <w:numFmt w:val="bullet"/>
      <w:lvlText w:val="-"/>
      <w:lvlJc w:val="left"/>
      <w:pPr>
        <w:ind w:left="360" w:hanging="360"/>
      </w:pPr>
      <w:rPr>
        <w:rFonts w:ascii="Arial" w:eastAsia="MS Gothic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2506743"/>
    <w:multiLevelType w:val="hybridMultilevel"/>
    <w:tmpl w:val="742E86FA"/>
    <w:lvl w:ilvl="0" w:tplc="8312DCB0">
      <w:start w:val="1"/>
      <w:numFmt w:val="bullet"/>
      <w:pStyle w:val="ListDot11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C2575"/>
    <w:multiLevelType w:val="hybridMultilevel"/>
    <w:tmpl w:val="14CE6916"/>
    <w:lvl w:ilvl="0" w:tplc="8AA20C3C">
      <w:start w:val="1"/>
      <w:numFmt w:val="decimal"/>
      <w:pStyle w:val="ListNumber8ptFeeder"/>
      <w:lvlText w:val="%1.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08D0E1F"/>
    <w:multiLevelType w:val="multilevel"/>
    <w:tmpl w:val="E276652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567"/>
      </w:pPr>
      <w:rPr>
        <w:rFonts w:ascii="Arial" w:hAnsi="Arial" w:hint="default"/>
      </w:rPr>
    </w:lvl>
    <w:lvl w:ilvl="1">
      <w:start w:val="1"/>
      <w:numFmt w:val="decimal"/>
      <w:pStyle w:val="Headline210pt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30" w15:restartNumberingAfterBreak="0">
    <w:nsid w:val="743610DA"/>
    <w:multiLevelType w:val="hybridMultilevel"/>
    <w:tmpl w:val="A1D29624"/>
    <w:lvl w:ilvl="0" w:tplc="3244E4AA">
      <w:start w:val="1"/>
      <w:numFmt w:val="lowerLetter"/>
      <w:pStyle w:val="ListCharacter11ptFeed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30182"/>
    <w:multiLevelType w:val="multilevel"/>
    <w:tmpl w:val="890E5B96"/>
    <w:lvl w:ilvl="0">
      <w:start w:val="1"/>
      <w:numFmt w:val="decimal"/>
      <w:pStyle w:val="Headline110pt"/>
      <w:lvlText w:val="%1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hint="default"/>
      </w:rPr>
    </w:lvl>
    <w:lvl w:ilvl="3">
      <w:start w:val="1"/>
      <w:numFmt w:val="decimal"/>
      <w:lvlText w:val="g%1.%2.%3.%4"/>
      <w:lvlJc w:val="left"/>
      <w:pPr>
        <w:tabs>
          <w:tab w:val="num" w:pos="1931"/>
        </w:tabs>
        <w:ind w:left="1305" w:hanging="454"/>
      </w:pPr>
      <w:rPr>
        <w:rFonts w:hint="default"/>
      </w:rPr>
    </w:lvl>
    <w:lvl w:ilvl="4">
      <w:start w:val="1"/>
      <w:numFmt w:val="decimal"/>
      <w:suff w:val="nothing"/>
      <w:lvlText w:val="r%1.%2.%3.%4.%5"/>
      <w:lvlJc w:val="left"/>
      <w:pPr>
        <w:ind w:left="1305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32" w15:restartNumberingAfterBreak="0">
    <w:nsid w:val="76A60849"/>
    <w:multiLevelType w:val="hybridMultilevel"/>
    <w:tmpl w:val="97F2CDE6"/>
    <w:lvl w:ilvl="0" w:tplc="26D64F4C">
      <w:start w:val="1"/>
      <w:numFmt w:val="decimal"/>
      <w:lvlText w:val="%1)"/>
      <w:lvlJc w:val="left"/>
      <w:pPr>
        <w:ind w:left="343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63" w:hanging="360"/>
      </w:pPr>
    </w:lvl>
    <w:lvl w:ilvl="2" w:tplc="0407001B" w:tentative="1">
      <w:start w:val="1"/>
      <w:numFmt w:val="lowerRoman"/>
      <w:lvlText w:val="%3."/>
      <w:lvlJc w:val="right"/>
      <w:pPr>
        <w:ind w:left="1783" w:hanging="180"/>
      </w:pPr>
    </w:lvl>
    <w:lvl w:ilvl="3" w:tplc="0407000F" w:tentative="1">
      <w:start w:val="1"/>
      <w:numFmt w:val="decimal"/>
      <w:lvlText w:val="%4."/>
      <w:lvlJc w:val="left"/>
      <w:pPr>
        <w:ind w:left="2503" w:hanging="360"/>
      </w:pPr>
    </w:lvl>
    <w:lvl w:ilvl="4" w:tplc="04070019" w:tentative="1">
      <w:start w:val="1"/>
      <w:numFmt w:val="lowerLetter"/>
      <w:lvlText w:val="%5."/>
      <w:lvlJc w:val="left"/>
      <w:pPr>
        <w:ind w:left="3223" w:hanging="360"/>
      </w:pPr>
    </w:lvl>
    <w:lvl w:ilvl="5" w:tplc="0407001B" w:tentative="1">
      <w:start w:val="1"/>
      <w:numFmt w:val="lowerRoman"/>
      <w:lvlText w:val="%6."/>
      <w:lvlJc w:val="right"/>
      <w:pPr>
        <w:ind w:left="3943" w:hanging="180"/>
      </w:pPr>
    </w:lvl>
    <w:lvl w:ilvl="6" w:tplc="0407000F" w:tentative="1">
      <w:start w:val="1"/>
      <w:numFmt w:val="decimal"/>
      <w:lvlText w:val="%7."/>
      <w:lvlJc w:val="left"/>
      <w:pPr>
        <w:ind w:left="4663" w:hanging="360"/>
      </w:pPr>
    </w:lvl>
    <w:lvl w:ilvl="7" w:tplc="04070019" w:tentative="1">
      <w:start w:val="1"/>
      <w:numFmt w:val="lowerLetter"/>
      <w:lvlText w:val="%8."/>
      <w:lvlJc w:val="left"/>
      <w:pPr>
        <w:ind w:left="5383" w:hanging="360"/>
      </w:pPr>
    </w:lvl>
    <w:lvl w:ilvl="8" w:tplc="0407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3" w15:restartNumberingAfterBreak="0">
    <w:nsid w:val="76E8695E"/>
    <w:multiLevelType w:val="multilevel"/>
    <w:tmpl w:val="9CF60878"/>
    <w:lvl w:ilvl="0">
      <w:start w:val="1"/>
      <w:numFmt w:val="decimal"/>
      <w:pStyle w:val="ListSub-division8ptFeeder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00979"/>
    <w:multiLevelType w:val="multilevel"/>
    <w:tmpl w:val="F008F904"/>
    <w:lvl w:ilvl="0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167865784">
    <w:abstractNumId w:val="31"/>
  </w:num>
  <w:num w:numId="2" w16cid:durableId="1638796597">
    <w:abstractNumId w:val="29"/>
  </w:num>
  <w:num w:numId="3" w16cid:durableId="1701934958">
    <w:abstractNumId w:val="5"/>
  </w:num>
  <w:num w:numId="4" w16cid:durableId="2120756731">
    <w:abstractNumId w:val="14"/>
  </w:num>
  <w:num w:numId="5" w16cid:durableId="1503080194">
    <w:abstractNumId w:val="6"/>
  </w:num>
  <w:num w:numId="6" w16cid:durableId="427238009">
    <w:abstractNumId w:val="22"/>
  </w:num>
  <w:num w:numId="7" w16cid:durableId="528952609">
    <w:abstractNumId w:val="7"/>
  </w:num>
  <w:num w:numId="8" w16cid:durableId="171529418">
    <w:abstractNumId w:val="10"/>
  </w:num>
  <w:num w:numId="9" w16cid:durableId="813721963">
    <w:abstractNumId w:val="30"/>
  </w:num>
  <w:num w:numId="10" w16cid:durableId="1033118246">
    <w:abstractNumId w:val="27"/>
  </w:num>
  <w:num w:numId="11" w16cid:durableId="1777363894">
    <w:abstractNumId w:val="20"/>
  </w:num>
  <w:num w:numId="12" w16cid:durableId="1863399619">
    <w:abstractNumId w:val="23"/>
  </w:num>
  <w:num w:numId="13" w16cid:durableId="1719551155">
    <w:abstractNumId w:val="16"/>
  </w:num>
  <w:num w:numId="14" w16cid:durableId="2065180463">
    <w:abstractNumId w:val="25"/>
  </w:num>
  <w:num w:numId="15" w16cid:durableId="1304576090">
    <w:abstractNumId w:val="24"/>
  </w:num>
  <w:num w:numId="16" w16cid:durableId="1585214640">
    <w:abstractNumId w:val="3"/>
  </w:num>
  <w:num w:numId="17" w16cid:durableId="71853419">
    <w:abstractNumId w:val="28"/>
  </w:num>
  <w:num w:numId="18" w16cid:durableId="1133252981">
    <w:abstractNumId w:val="18"/>
  </w:num>
  <w:num w:numId="19" w16cid:durableId="59987015">
    <w:abstractNumId w:val="19"/>
  </w:num>
  <w:num w:numId="20" w16cid:durableId="344019081">
    <w:abstractNumId w:val="12"/>
  </w:num>
  <w:num w:numId="21" w16cid:durableId="1856291">
    <w:abstractNumId w:val="33"/>
  </w:num>
  <w:num w:numId="22" w16cid:durableId="1921597116">
    <w:abstractNumId w:val="11"/>
  </w:num>
  <w:num w:numId="23" w16cid:durableId="519659034">
    <w:abstractNumId w:val="11"/>
  </w:num>
  <w:num w:numId="24" w16cid:durableId="597641372">
    <w:abstractNumId w:val="11"/>
  </w:num>
  <w:num w:numId="25" w16cid:durableId="1887910995">
    <w:abstractNumId w:val="1"/>
  </w:num>
  <w:num w:numId="26" w16cid:durableId="2048023802">
    <w:abstractNumId w:val="9"/>
  </w:num>
  <w:num w:numId="27" w16cid:durableId="1082724843">
    <w:abstractNumId w:val="0"/>
  </w:num>
  <w:num w:numId="28" w16cid:durableId="569077743">
    <w:abstractNumId w:val="13"/>
  </w:num>
  <w:num w:numId="29" w16cid:durableId="827592858">
    <w:abstractNumId w:val="34"/>
  </w:num>
  <w:num w:numId="30" w16cid:durableId="1324239324">
    <w:abstractNumId w:val="32"/>
  </w:num>
  <w:num w:numId="31" w16cid:durableId="1337726668">
    <w:abstractNumId w:val="17"/>
  </w:num>
  <w:num w:numId="32" w16cid:durableId="1623461705">
    <w:abstractNumId w:val="8"/>
  </w:num>
  <w:num w:numId="33" w16cid:durableId="366219670">
    <w:abstractNumId w:val="4"/>
  </w:num>
  <w:num w:numId="34" w16cid:durableId="1431584568">
    <w:abstractNumId w:val="2"/>
  </w:num>
  <w:num w:numId="35" w16cid:durableId="72506038">
    <w:abstractNumId w:val="15"/>
  </w:num>
  <w:num w:numId="36" w16cid:durableId="1283882290">
    <w:abstractNumId w:val="26"/>
  </w:num>
  <w:num w:numId="37" w16cid:durableId="1559051934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lignBordersAndEdges/>
  <w:bordersDoNotSurroundFooter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lKWZJOtC1el8ZZJ+E9dH9h3yihkn6Ip7fvImi+INMwIw1eOoJ3lV47L4zOK6cxb3TQEqFAM+xaRgQCGaZr+/tw==" w:salt="3ZKIUUDJTom9V5QkA6nLbw=="/>
  <w:defaultTabStop w:val="709"/>
  <w:autoHyphenation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D0"/>
    <w:rsid w:val="00005D5A"/>
    <w:rsid w:val="00014EAD"/>
    <w:rsid w:val="0002494B"/>
    <w:rsid w:val="000349F6"/>
    <w:rsid w:val="00052ACA"/>
    <w:rsid w:val="00062666"/>
    <w:rsid w:val="00063088"/>
    <w:rsid w:val="00064FBB"/>
    <w:rsid w:val="00067467"/>
    <w:rsid w:val="00072FBF"/>
    <w:rsid w:val="00075F9F"/>
    <w:rsid w:val="000865F3"/>
    <w:rsid w:val="000A4028"/>
    <w:rsid w:val="000A4D9C"/>
    <w:rsid w:val="000B6043"/>
    <w:rsid w:val="000C3006"/>
    <w:rsid w:val="000C3381"/>
    <w:rsid w:val="000C3F36"/>
    <w:rsid w:val="000D4783"/>
    <w:rsid w:val="000D6E6F"/>
    <w:rsid w:val="000E4B06"/>
    <w:rsid w:val="000F6F81"/>
    <w:rsid w:val="000F7082"/>
    <w:rsid w:val="00106E35"/>
    <w:rsid w:val="00113471"/>
    <w:rsid w:val="00145197"/>
    <w:rsid w:val="001718A0"/>
    <w:rsid w:val="001725AA"/>
    <w:rsid w:val="00174E7A"/>
    <w:rsid w:val="00176049"/>
    <w:rsid w:val="00177005"/>
    <w:rsid w:val="00187064"/>
    <w:rsid w:val="00190367"/>
    <w:rsid w:val="00190B9A"/>
    <w:rsid w:val="0019437E"/>
    <w:rsid w:val="001962E2"/>
    <w:rsid w:val="001C203A"/>
    <w:rsid w:val="001C3F74"/>
    <w:rsid w:val="001D7729"/>
    <w:rsid w:val="001E75C6"/>
    <w:rsid w:val="001E76B3"/>
    <w:rsid w:val="00202541"/>
    <w:rsid w:val="002104EB"/>
    <w:rsid w:val="0021193C"/>
    <w:rsid w:val="002129BF"/>
    <w:rsid w:val="00213662"/>
    <w:rsid w:val="002177E8"/>
    <w:rsid w:val="00221A35"/>
    <w:rsid w:val="00234F44"/>
    <w:rsid w:val="0023626D"/>
    <w:rsid w:val="00237EBD"/>
    <w:rsid w:val="002438C5"/>
    <w:rsid w:val="002460C0"/>
    <w:rsid w:val="002479FB"/>
    <w:rsid w:val="00270C7E"/>
    <w:rsid w:val="00285CE9"/>
    <w:rsid w:val="00286990"/>
    <w:rsid w:val="00293651"/>
    <w:rsid w:val="00293ADD"/>
    <w:rsid w:val="002A540A"/>
    <w:rsid w:val="002C06EA"/>
    <w:rsid w:val="002C61DB"/>
    <w:rsid w:val="002C7439"/>
    <w:rsid w:val="002D1CF1"/>
    <w:rsid w:val="002E2FE6"/>
    <w:rsid w:val="002F2B0C"/>
    <w:rsid w:val="002F31E3"/>
    <w:rsid w:val="002F6A37"/>
    <w:rsid w:val="003024AA"/>
    <w:rsid w:val="00302FD7"/>
    <w:rsid w:val="00304C07"/>
    <w:rsid w:val="0030533F"/>
    <w:rsid w:val="00312F4A"/>
    <w:rsid w:val="0031526A"/>
    <w:rsid w:val="0033584F"/>
    <w:rsid w:val="00335ED1"/>
    <w:rsid w:val="003424EE"/>
    <w:rsid w:val="00353FD9"/>
    <w:rsid w:val="00355498"/>
    <w:rsid w:val="00356069"/>
    <w:rsid w:val="00366483"/>
    <w:rsid w:val="00367948"/>
    <w:rsid w:val="00377494"/>
    <w:rsid w:val="003807D9"/>
    <w:rsid w:val="00381526"/>
    <w:rsid w:val="00393E3E"/>
    <w:rsid w:val="003A10B0"/>
    <w:rsid w:val="003A30A4"/>
    <w:rsid w:val="003A3531"/>
    <w:rsid w:val="003A72B3"/>
    <w:rsid w:val="003B6B12"/>
    <w:rsid w:val="003B7766"/>
    <w:rsid w:val="003C5498"/>
    <w:rsid w:val="003D19E9"/>
    <w:rsid w:val="003D5AB3"/>
    <w:rsid w:val="003E0229"/>
    <w:rsid w:val="003E4D3A"/>
    <w:rsid w:val="003E6F08"/>
    <w:rsid w:val="003F12B1"/>
    <w:rsid w:val="003F505E"/>
    <w:rsid w:val="003F5B99"/>
    <w:rsid w:val="003F5FF4"/>
    <w:rsid w:val="003F66EF"/>
    <w:rsid w:val="003F7D5E"/>
    <w:rsid w:val="00405744"/>
    <w:rsid w:val="004149C2"/>
    <w:rsid w:val="004178D9"/>
    <w:rsid w:val="00421DF7"/>
    <w:rsid w:val="00422A57"/>
    <w:rsid w:val="00434CFA"/>
    <w:rsid w:val="00445964"/>
    <w:rsid w:val="00450B35"/>
    <w:rsid w:val="00454E22"/>
    <w:rsid w:val="004579B4"/>
    <w:rsid w:val="00481943"/>
    <w:rsid w:val="00484B4E"/>
    <w:rsid w:val="00491BA5"/>
    <w:rsid w:val="00491D18"/>
    <w:rsid w:val="004A2891"/>
    <w:rsid w:val="004A3F1F"/>
    <w:rsid w:val="004A55BA"/>
    <w:rsid w:val="004B05F7"/>
    <w:rsid w:val="004B1FE1"/>
    <w:rsid w:val="004C7C12"/>
    <w:rsid w:val="004D1F4B"/>
    <w:rsid w:val="004E086F"/>
    <w:rsid w:val="004E7B02"/>
    <w:rsid w:val="004F1B5E"/>
    <w:rsid w:val="005157CD"/>
    <w:rsid w:val="005228FD"/>
    <w:rsid w:val="005237EA"/>
    <w:rsid w:val="00523DA3"/>
    <w:rsid w:val="00535F96"/>
    <w:rsid w:val="00552498"/>
    <w:rsid w:val="00552ED7"/>
    <w:rsid w:val="005559D0"/>
    <w:rsid w:val="00560A79"/>
    <w:rsid w:val="00564EA6"/>
    <w:rsid w:val="00566E7C"/>
    <w:rsid w:val="00567061"/>
    <w:rsid w:val="0057243A"/>
    <w:rsid w:val="00582017"/>
    <w:rsid w:val="0058696F"/>
    <w:rsid w:val="005870CC"/>
    <w:rsid w:val="00592269"/>
    <w:rsid w:val="00592359"/>
    <w:rsid w:val="005A08B0"/>
    <w:rsid w:val="005B2D5C"/>
    <w:rsid w:val="005B36BA"/>
    <w:rsid w:val="005C707D"/>
    <w:rsid w:val="005C769B"/>
    <w:rsid w:val="005C76A5"/>
    <w:rsid w:val="005D132D"/>
    <w:rsid w:val="005E1874"/>
    <w:rsid w:val="005F0FF4"/>
    <w:rsid w:val="005F4903"/>
    <w:rsid w:val="005F54D1"/>
    <w:rsid w:val="005F74D9"/>
    <w:rsid w:val="00604231"/>
    <w:rsid w:val="006132DF"/>
    <w:rsid w:val="00615306"/>
    <w:rsid w:val="00667ECE"/>
    <w:rsid w:val="00672777"/>
    <w:rsid w:val="006A3934"/>
    <w:rsid w:val="006A434E"/>
    <w:rsid w:val="006A466F"/>
    <w:rsid w:val="006B7D20"/>
    <w:rsid w:val="006C0231"/>
    <w:rsid w:val="006C0733"/>
    <w:rsid w:val="006C661E"/>
    <w:rsid w:val="006C6A69"/>
    <w:rsid w:val="006D7CA2"/>
    <w:rsid w:val="006E11E7"/>
    <w:rsid w:val="006E25EF"/>
    <w:rsid w:val="006F0D7B"/>
    <w:rsid w:val="006F10DD"/>
    <w:rsid w:val="007147A6"/>
    <w:rsid w:val="00715A63"/>
    <w:rsid w:val="00725D15"/>
    <w:rsid w:val="00726CF8"/>
    <w:rsid w:val="0073082B"/>
    <w:rsid w:val="00733640"/>
    <w:rsid w:val="00750245"/>
    <w:rsid w:val="007633B7"/>
    <w:rsid w:val="007645BB"/>
    <w:rsid w:val="00784538"/>
    <w:rsid w:val="007852F9"/>
    <w:rsid w:val="00787734"/>
    <w:rsid w:val="007940E2"/>
    <w:rsid w:val="00796DD0"/>
    <w:rsid w:val="007C1762"/>
    <w:rsid w:val="007D0BBF"/>
    <w:rsid w:val="007D3AE6"/>
    <w:rsid w:val="007D6F57"/>
    <w:rsid w:val="007D780D"/>
    <w:rsid w:val="007D7AC3"/>
    <w:rsid w:val="007E0C2B"/>
    <w:rsid w:val="007F7146"/>
    <w:rsid w:val="00812CDC"/>
    <w:rsid w:val="00815E77"/>
    <w:rsid w:val="008274F7"/>
    <w:rsid w:val="00830F65"/>
    <w:rsid w:val="008343E9"/>
    <w:rsid w:val="0084416B"/>
    <w:rsid w:val="008556C7"/>
    <w:rsid w:val="00860728"/>
    <w:rsid w:val="00887135"/>
    <w:rsid w:val="00896815"/>
    <w:rsid w:val="008B3DA2"/>
    <w:rsid w:val="008D7D31"/>
    <w:rsid w:val="008E15A5"/>
    <w:rsid w:val="008E44E5"/>
    <w:rsid w:val="008E4EC9"/>
    <w:rsid w:val="008E70A9"/>
    <w:rsid w:val="008F6D83"/>
    <w:rsid w:val="00915C34"/>
    <w:rsid w:val="00926DA3"/>
    <w:rsid w:val="00937D4B"/>
    <w:rsid w:val="00941C0B"/>
    <w:rsid w:val="00944966"/>
    <w:rsid w:val="00946641"/>
    <w:rsid w:val="00950AFA"/>
    <w:rsid w:val="00962D7B"/>
    <w:rsid w:val="0098212E"/>
    <w:rsid w:val="009822AE"/>
    <w:rsid w:val="009832CD"/>
    <w:rsid w:val="009A0D59"/>
    <w:rsid w:val="009B0F07"/>
    <w:rsid w:val="009B3E8E"/>
    <w:rsid w:val="009C04B9"/>
    <w:rsid w:val="009D22B0"/>
    <w:rsid w:val="009D6771"/>
    <w:rsid w:val="009E3BC8"/>
    <w:rsid w:val="009F7E7F"/>
    <w:rsid w:val="00A00AC0"/>
    <w:rsid w:val="00A07B1A"/>
    <w:rsid w:val="00A119AE"/>
    <w:rsid w:val="00A14131"/>
    <w:rsid w:val="00A143BE"/>
    <w:rsid w:val="00A1546E"/>
    <w:rsid w:val="00A15EB9"/>
    <w:rsid w:val="00A2338E"/>
    <w:rsid w:val="00A23490"/>
    <w:rsid w:val="00A25E81"/>
    <w:rsid w:val="00A3168F"/>
    <w:rsid w:val="00A33A04"/>
    <w:rsid w:val="00A45CC7"/>
    <w:rsid w:val="00A7131C"/>
    <w:rsid w:val="00A72AFD"/>
    <w:rsid w:val="00A81388"/>
    <w:rsid w:val="00A84360"/>
    <w:rsid w:val="00A85D5D"/>
    <w:rsid w:val="00AA0087"/>
    <w:rsid w:val="00AA28A2"/>
    <w:rsid w:val="00AC0301"/>
    <w:rsid w:val="00AC1214"/>
    <w:rsid w:val="00AD1940"/>
    <w:rsid w:val="00AD465D"/>
    <w:rsid w:val="00AD5588"/>
    <w:rsid w:val="00AD69DC"/>
    <w:rsid w:val="00AD78B6"/>
    <w:rsid w:val="00AE308D"/>
    <w:rsid w:val="00AF1998"/>
    <w:rsid w:val="00AF6B9B"/>
    <w:rsid w:val="00AF70E7"/>
    <w:rsid w:val="00B05626"/>
    <w:rsid w:val="00B17116"/>
    <w:rsid w:val="00B24337"/>
    <w:rsid w:val="00B30C93"/>
    <w:rsid w:val="00B36B41"/>
    <w:rsid w:val="00B40CCA"/>
    <w:rsid w:val="00B437CD"/>
    <w:rsid w:val="00B517F9"/>
    <w:rsid w:val="00B530DB"/>
    <w:rsid w:val="00B53248"/>
    <w:rsid w:val="00B55EE0"/>
    <w:rsid w:val="00B746A4"/>
    <w:rsid w:val="00B76028"/>
    <w:rsid w:val="00B77A48"/>
    <w:rsid w:val="00B8413A"/>
    <w:rsid w:val="00B86C4B"/>
    <w:rsid w:val="00B9148D"/>
    <w:rsid w:val="00BA1831"/>
    <w:rsid w:val="00BA2C10"/>
    <w:rsid w:val="00BB784C"/>
    <w:rsid w:val="00BD378D"/>
    <w:rsid w:val="00BD476E"/>
    <w:rsid w:val="00BD7832"/>
    <w:rsid w:val="00BD7DFF"/>
    <w:rsid w:val="00BF7813"/>
    <w:rsid w:val="00C1121E"/>
    <w:rsid w:val="00C22842"/>
    <w:rsid w:val="00C331D1"/>
    <w:rsid w:val="00C5158D"/>
    <w:rsid w:val="00C53AD9"/>
    <w:rsid w:val="00C65D28"/>
    <w:rsid w:val="00C77A01"/>
    <w:rsid w:val="00C81BE2"/>
    <w:rsid w:val="00C91DED"/>
    <w:rsid w:val="00CA2DBE"/>
    <w:rsid w:val="00CA5B11"/>
    <w:rsid w:val="00CB27D6"/>
    <w:rsid w:val="00CB5700"/>
    <w:rsid w:val="00CD09B4"/>
    <w:rsid w:val="00CF5504"/>
    <w:rsid w:val="00D063EA"/>
    <w:rsid w:val="00D073D7"/>
    <w:rsid w:val="00D17842"/>
    <w:rsid w:val="00D24473"/>
    <w:rsid w:val="00D24DCC"/>
    <w:rsid w:val="00D30E95"/>
    <w:rsid w:val="00D32591"/>
    <w:rsid w:val="00D35F3D"/>
    <w:rsid w:val="00D42E25"/>
    <w:rsid w:val="00D42E76"/>
    <w:rsid w:val="00D57EB3"/>
    <w:rsid w:val="00D603B9"/>
    <w:rsid w:val="00D75C39"/>
    <w:rsid w:val="00D87339"/>
    <w:rsid w:val="00D952C7"/>
    <w:rsid w:val="00D96889"/>
    <w:rsid w:val="00DB416C"/>
    <w:rsid w:val="00DB488A"/>
    <w:rsid w:val="00DB594B"/>
    <w:rsid w:val="00DB6793"/>
    <w:rsid w:val="00DE11D0"/>
    <w:rsid w:val="00DF54F8"/>
    <w:rsid w:val="00E018C3"/>
    <w:rsid w:val="00E02B3F"/>
    <w:rsid w:val="00E10EB4"/>
    <w:rsid w:val="00E11B42"/>
    <w:rsid w:val="00E12B68"/>
    <w:rsid w:val="00E13661"/>
    <w:rsid w:val="00E141D3"/>
    <w:rsid w:val="00E2343F"/>
    <w:rsid w:val="00E26B70"/>
    <w:rsid w:val="00E55D49"/>
    <w:rsid w:val="00E82349"/>
    <w:rsid w:val="00E9207A"/>
    <w:rsid w:val="00E94CA4"/>
    <w:rsid w:val="00EA07FE"/>
    <w:rsid w:val="00EA1C92"/>
    <w:rsid w:val="00EA78B5"/>
    <w:rsid w:val="00EB72CF"/>
    <w:rsid w:val="00EC7016"/>
    <w:rsid w:val="00ED7659"/>
    <w:rsid w:val="00F02D4A"/>
    <w:rsid w:val="00F05344"/>
    <w:rsid w:val="00F239B7"/>
    <w:rsid w:val="00F26040"/>
    <w:rsid w:val="00F272FD"/>
    <w:rsid w:val="00F30A98"/>
    <w:rsid w:val="00F313FC"/>
    <w:rsid w:val="00F366D3"/>
    <w:rsid w:val="00F430ED"/>
    <w:rsid w:val="00F43D42"/>
    <w:rsid w:val="00F44245"/>
    <w:rsid w:val="00F52D0F"/>
    <w:rsid w:val="00F55003"/>
    <w:rsid w:val="00F62710"/>
    <w:rsid w:val="00F82822"/>
    <w:rsid w:val="00F8606D"/>
    <w:rsid w:val="00F87867"/>
    <w:rsid w:val="00F91CE6"/>
    <w:rsid w:val="00FA4C52"/>
    <w:rsid w:val="00FB11B2"/>
    <w:rsid w:val="00FB1370"/>
    <w:rsid w:val="00FB5476"/>
    <w:rsid w:val="00FC2E2E"/>
    <w:rsid w:val="00FC3CBB"/>
    <w:rsid w:val="00FC6644"/>
    <w:rsid w:val="00FD3AD0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F2B4D56"/>
  <w15:docId w15:val="{AB58DE3B-D150-468D-B588-8071FCC4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6A37"/>
    <w:pPr>
      <w:spacing w:before="60" w:after="60"/>
      <w:jc w:val="both"/>
    </w:pPr>
    <w:rPr>
      <w:rFonts w:ascii="Arial" w:hAnsi="Arial"/>
      <w:sz w:val="22"/>
    </w:rPr>
  </w:style>
  <w:style w:type="paragraph" w:styleId="berschrift1">
    <w:name w:val="heading 1"/>
    <w:aliases w:val="CaptionXL"/>
    <w:basedOn w:val="Standard"/>
    <w:next w:val="Standard"/>
    <w:qFormat/>
    <w:pPr>
      <w:keepNext/>
      <w:keepLines/>
      <w:numPr>
        <w:numId w:val="22"/>
      </w:numPr>
      <w:tabs>
        <w:tab w:val="left" w:pos="284"/>
        <w:tab w:val="left" w:pos="567"/>
      </w:tabs>
      <w:spacing w:before="480" w:after="120"/>
      <w:outlineLvl w:val="0"/>
    </w:pPr>
    <w:rPr>
      <w:b/>
      <w:sz w:val="24"/>
    </w:rPr>
  </w:style>
  <w:style w:type="paragraph" w:styleId="berschrift2">
    <w:name w:val="heading 2"/>
    <w:aliases w:val="CaptionL"/>
    <w:basedOn w:val="Standard"/>
    <w:next w:val="Standard"/>
    <w:qFormat/>
    <w:pPr>
      <w:keepNext/>
      <w:keepLines/>
      <w:numPr>
        <w:ilvl w:val="1"/>
        <w:numId w:val="23"/>
      </w:numPr>
      <w:spacing w:before="360" w:after="120"/>
      <w:outlineLvl w:val="1"/>
    </w:pPr>
    <w:rPr>
      <w:b/>
      <w:sz w:val="24"/>
    </w:rPr>
  </w:style>
  <w:style w:type="paragraph" w:styleId="berschrift3">
    <w:name w:val="heading 3"/>
    <w:aliases w:val="CaptionM"/>
    <w:basedOn w:val="Standard"/>
    <w:next w:val="Standard"/>
    <w:qFormat/>
    <w:pPr>
      <w:keepNext/>
      <w:numPr>
        <w:ilvl w:val="2"/>
        <w:numId w:val="24"/>
      </w:numPr>
      <w:spacing w:before="360" w:after="40"/>
      <w:outlineLvl w:val="2"/>
    </w:pPr>
    <w:rPr>
      <w:b/>
    </w:rPr>
  </w:style>
  <w:style w:type="paragraph" w:styleId="berschrift4">
    <w:name w:val="heading 4"/>
    <w:aliases w:val="CaptionS"/>
    <w:basedOn w:val="Standard"/>
    <w:next w:val="Standard"/>
    <w:qFormat/>
    <w:pPr>
      <w:keepNext/>
      <w:tabs>
        <w:tab w:val="left" w:pos="1134"/>
      </w:tabs>
      <w:spacing w:before="24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spacing w:before="240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spacing w:before="240"/>
      <w:outlineLvl w:val="5"/>
    </w:pPr>
    <w:rPr>
      <w:b/>
      <w:sz w:val="24"/>
    </w:rPr>
  </w:style>
  <w:style w:type="paragraph" w:styleId="berschrift7">
    <w:name w:val="heading 7"/>
    <w:basedOn w:val="Standard"/>
    <w:next w:val="Standard"/>
    <w:qFormat/>
    <w:pPr>
      <w:spacing w:before="240"/>
      <w:outlineLvl w:val="6"/>
    </w:pPr>
    <w:rPr>
      <w:b/>
      <w:sz w:val="24"/>
    </w:rPr>
  </w:style>
  <w:style w:type="paragraph" w:styleId="berschrift8">
    <w:name w:val="heading 8"/>
    <w:basedOn w:val="Standard"/>
    <w:next w:val="Standard"/>
    <w:qFormat/>
    <w:pPr>
      <w:spacing w:before="240"/>
      <w:outlineLvl w:val="7"/>
    </w:pPr>
    <w:rPr>
      <w:b/>
      <w:sz w:val="24"/>
    </w:rPr>
  </w:style>
  <w:style w:type="paragraph" w:styleId="berschrift9">
    <w:name w:val="heading 9"/>
    <w:basedOn w:val="Standard"/>
    <w:next w:val="Standard"/>
    <w:qFormat/>
    <w:pPr>
      <w:spacing w:before="240"/>
      <w:outlineLvl w:val="8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dy10ptAS0">
    <w:name w:val="Body 10pt AS0"/>
    <w:basedOn w:val="Standard"/>
    <w:pPr>
      <w:spacing w:before="40" w:after="40"/>
    </w:pPr>
    <w:rPr>
      <w:sz w:val="20"/>
    </w:rPr>
  </w:style>
  <w:style w:type="paragraph" w:customStyle="1" w:styleId="Body11ptAS0">
    <w:name w:val="Body 11pt AS0"/>
    <w:basedOn w:val="Standard"/>
  </w:style>
  <w:style w:type="paragraph" w:customStyle="1" w:styleId="Body11ptFeeder">
    <w:name w:val="Body 11pt Feeder"/>
    <w:basedOn w:val="Standard"/>
    <w:pPr>
      <w:tabs>
        <w:tab w:val="left" w:pos="284"/>
      </w:tabs>
      <w:ind w:left="567" w:right="567"/>
    </w:pPr>
  </w:style>
  <w:style w:type="paragraph" w:customStyle="1" w:styleId="Body8ptFeederBold">
    <w:name w:val="Body 8pt Feeder Bold"/>
    <w:basedOn w:val="Standard"/>
    <w:pPr>
      <w:tabs>
        <w:tab w:val="center" w:pos="4819"/>
        <w:tab w:val="right" w:pos="9071"/>
      </w:tabs>
      <w:spacing w:before="40" w:after="40"/>
      <w:ind w:left="284" w:right="284"/>
    </w:pPr>
    <w:rPr>
      <w:b/>
      <w:sz w:val="16"/>
    </w:rPr>
  </w:style>
  <w:style w:type="paragraph" w:customStyle="1" w:styleId="Body11ptFeederBold">
    <w:name w:val="Body 11pt Feeder Bold"/>
    <w:basedOn w:val="Standard"/>
    <w:pPr>
      <w:ind w:left="567" w:right="567"/>
    </w:pPr>
    <w:rPr>
      <w:b/>
    </w:rPr>
  </w:style>
  <w:style w:type="paragraph" w:customStyle="1" w:styleId="Body11ptFeederItalic">
    <w:name w:val="Body 11pt Feeder Italic"/>
    <w:basedOn w:val="Standard"/>
    <w:pPr>
      <w:ind w:left="567" w:right="567"/>
    </w:pPr>
    <w:rPr>
      <w:i/>
    </w:rPr>
  </w:style>
  <w:style w:type="paragraph" w:customStyle="1" w:styleId="Body11ptItalic">
    <w:name w:val="Body 11pt Italic"/>
    <w:basedOn w:val="Standard"/>
    <w:rPr>
      <w:i/>
    </w:rPr>
  </w:style>
  <w:style w:type="paragraph" w:customStyle="1" w:styleId="Body11ptPS0AS0">
    <w:name w:val="Body 11pt PS0 AS0"/>
    <w:basedOn w:val="Standard"/>
    <w:pPr>
      <w:spacing w:before="0" w:after="0"/>
    </w:pPr>
  </w:style>
  <w:style w:type="paragraph" w:customStyle="1" w:styleId="Body11ptright-aligned">
    <w:name w:val="Body 11pt right-aligned"/>
    <w:basedOn w:val="Standard"/>
    <w:pPr>
      <w:tabs>
        <w:tab w:val="left" w:pos="1134"/>
      </w:tabs>
      <w:jc w:val="right"/>
    </w:pPr>
  </w:style>
  <w:style w:type="paragraph" w:customStyle="1" w:styleId="Body8ptFeeder">
    <w:name w:val="Body 8pt Feeder"/>
    <w:basedOn w:val="Standard"/>
    <w:next w:val="Standard"/>
    <w:pPr>
      <w:spacing w:before="40" w:after="40"/>
      <w:ind w:left="284" w:right="284"/>
    </w:pPr>
    <w:rPr>
      <w:sz w:val="16"/>
    </w:rPr>
  </w:style>
  <w:style w:type="paragraph" w:customStyle="1" w:styleId="Body9pt">
    <w:name w:val="Body 9pt"/>
    <w:basedOn w:val="Standard"/>
    <w:pPr>
      <w:spacing w:before="40" w:after="40"/>
    </w:pPr>
    <w:rPr>
      <w:sz w:val="18"/>
    </w:rPr>
  </w:style>
  <w:style w:type="paragraph" w:customStyle="1" w:styleId="Body9ptCentered">
    <w:name w:val="Body 9pt Centered"/>
    <w:basedOn w:val="Standard"/>
    <w:pPr>
      <w:spacing w:before="40" w:after="40"/>
      <w:jc w:val="center"/>
    </w:pPr>
    <w:rPr>
      <w:sz w:val="18"/>
    </w:rPr>
  </w:style>
  <w:style w:type="paragraph" w:customStyle="1" w:styleId="ListNumber9ptFeeder">
    <w:name w:val="List Number 9pt Feeder"/>
    <w:basedOn w:val="Standard"/>
    <w:pPr>
      <w:numPr>
        <w:numId w:val="19"/>
      </w:numPr>
      <w:tabs>
        <w:tab w:val="clear" w:pos="644"/>
        <w:tab w:val="left" w:pos="284"/>
        <w:tab w:val="left" w:pos="567"/>
      </w:tabs>
      <w:spacing w:before="40" w:after="0"/>
      <w:ind w:left="568" w:right="284" w:hanging="284"/>
    </w:pPr>
    <w:rPr>
      <w:sz w:val="18"/>
      <w:lang w:val="en-GB"/>
    </w:rPr>
  </w:style>
  <w:style w:type="paragraph" w:customStyle="1" w:styleId="Body9ptFeeder">
    <w:name w:val="Body 9pt Feeder"/>
    <w:basedOn w:val="Standard"/>
    <w:pPr>
      <w:tabs>
        <w:tab w:val="left" w:pos="284"/>
      </w:tabs>
      <w:spacing w:before="40" w:after="40"/>
      <w:ind w:left="284"/>
    </w:pPr>
    <w:rPr>
      <w:sz w:val="18"/>
    </w:rPr>
  </w:style>
  <w:style w:type="paragraph" w:customStyle="1" w:styleId="Body9ptItalic">
    <w:name w:val="Body 9pt Italic"/>
    <w:basedOn w:val="Standard"/>
    <w:pPr>
      <w:tabs>
        <w:tab w:val="left" w:pos="425"/>
      </w:tabs>
      <w:spacing w:before="40" w:after="40"/>
    </w:pPr>
    <w:rPr>
      <w:i/>
      <w:sz w:val="18"/>
    </w:rPr>
  </w:style>
  <w:style w:type="paragraph" w:customStyle="1" w:styleId="Footer7ptLandscapeFormat">
    <w:name w:val="Footer 7pt Landscape Format"/>
    <w:basedOn w:val="Standard"/>
    <w:pPr>
      <w:tabs>
        <w:tab w:val="right" w:pos="10008"/>
        <w:tab w:val="right" w:pos="14940"/>
      </w:tabs>
      <w:spacing w:before="120"/>
      <w:ind w:left="-113" w:right="-113"/>
    </w:pPr>
    <w:rPr>
      <w:sz w:val="14"/>
    </w:rPr>
  </w:style>
  <w:style w:type="paragraph" w:styleId="Fuzeile">
    <w:name w:val="footer"/>
    <w:aliases w:val="Footer 7pt"/>
    <w:basedOn w:val="Standard"/>
    <w:pPr>
      <w:tabs>
        <w:tab w:val="right" w:pos="10008"/>
      </w:tabs>
      <w:spacing w:before="120"/>
      <w:ind w:left="-113" w:right="-113"/>
    </w:pPr>
    <w:rPr>
      <w:sz w:val="14"/>
    </w:rPr>
  </w:style>
  <w:style w:type="paragraph" w:customStyle="1" w:styleId="Header11ptTablePS0">
    <w:name w:val="Header 11pt Table PS0"/>
    <w:basedOn w:val="Standard"/>
    <w:rPr>
      <w:b/>
    </w:rPr>
  </w:style>
  <w:style w:type="paragraph" w:customStyle="1" w:styleId="Header14ptBoldCentered">
    <w:name w:val="Header 14pt Bold Centered"/>
    <w:basedOn w:val="Standard"/>
    <w:pPr>
      <w:jc w:val="center"/>
    </w:pPr>
    <w:rPr>
      <w:b/>
      <w:sz w:val="28"/>
    </w:rPr>
  </w:style>
  <w:style w:type="paragraph" w:customStyle="1" w:styleId="Header20ptPS24AS12">
    <w:name w:val="Header 20pt PS24 AS12"/>
    <w:basedOn w:val="Standard"/>
    <w:pPr>
      <w:spacing w:before="480" w:after="240"/>
      <w:jc w:val="center"/>
    </w:pPr>
    <w:rPr>
      <w:sz w:val="40"/>
    </w:rPr>
  </w:style>
  <w:style w:type="paragraph" w:customStyle="1" w:styleId="Header9ptLandscapeFormat">
    <w:name w:val="Header 9pt Landscape Format"/>
    <w:basedOn w:val="Standard"/>
    <w:pPr>
      <w:tabs>
        <w:tab w:val="right" w:pos="9866"/>
        <w:tab w:val="right" w:pos="14402"/>
      </w:tabs>
      <w:spacing w:before="120" w:after="240"/>
      <w:jc w:val="right"/>
    </w:pPr>
    <w:rPr>
      <w:sz w:val="18"/>
    </w:rPr>
  </w:style>
  <w:style w:type="paragraph" w:customStyle="1" w:styleId="Header9ptTableCentered">
    <w:name w:val="Header 9pt Table Centered"/>
    <w:basedOn w:val="Standard"/>
    <w:pPr>
      <w:widowControl w:val="0"/>
      <w:spacing w:before="40" w:after="40"/>
      <w:jc w:val="center"/>
    </w:pPr>
    <w:rPr>
      <w:b/>
      <w:sz w:val="18"/>
    </w:rPr>
  </w:style>
  <w:style w:type="paragraph" w:customStyle="1" w:styleId="Headline110pt">
    <w:name w:val="Headline 1 10pt"/>
    <w:basedOn w:val="Standard"/>
    <w:next w:val="Body8ptFeeder"/>
    <w:pPr>
      <w:numPr>
        <w:numId w:val="1"/>
      </w:numPr>
      <w:spacing w:before="180"/>
      <w:ind w:right="284"/>
    </w:pPr>
    <w:rPr>
      <w:b/>
    </w:rPr>
  </w:style>
  <w:style w:type="paragraph" w:customStyle="1" w:styleId="Headline210pt">
    <w:name w:val="Headline 2 10pt"/>
    <w:basedOn w:val="Standard"/>
    <w:next w:val="Body8ptFeeder"/>
    <w:pPr>
      <w:numPr>
        <w:ilvl w:val="1"/>
        <w:numId w:val="2"/>
      </w:numPr>
      <w:spacing w:before="180"/>
      <w:ind w:right="284"/>
    </w:pPr>
    <w:rPr>
      <w:b/>
    </w:rPr>
  </w:style>
  <w:style w:type="paragraph" w:customStyle="1" w:styleId="Hidden9pt">
    <w:name w:val="Hidden 9pt"/>
    <w:basedOn w:val="Standard"/>
    <w:rPr>
      <w:vanish/>
      <w:color w:val="0000FF"/>
      <w:sz w:val="18"/>
    </w:rPr>
  </w:style>
  <w:style w:type="paragraph" w:styleId="Index1">
    <w:name w:val="index 1"/>
    <w:aliases w:val="11pt"/>
    <w:basedOn w:val="Standard"/>
    <w:next w:val="Standard"/>
    <w:semiHidden/>
    <w:pPr>
      <w:tabs>
        <w:tab w:val="left" w:pos="851"/>
        <w:tab w:val="right" w:leader="dot" w:pos="9072"/>
      </w:tabs>
      <w:spacing w:after="120"/>
      <w:ind w:left="964" w:right="851" w:hanging="851"/>
    </w:pPr>
    <w:rPr>
      <w:b/>
    </w:rPr>
  </w:style>
  <w:style w:type="paragraph" w:customStyle="1" w:styleId="Index211pt">
    <w:name w:val="Index2 11pt"/>
    <w:basedOn w:val="Standard"/>
    <w:pPr>
      <w:tabs>
        <w:tab w:val="left" w:pos="964"/>
      </w:tabs>
      <w:ind w:left="878" w:right="1134" w:hanging="680"/>
    </w:pPr>
    <w:rPr>
      <w:b/>
    </w:rPr>
  </w:style>
  <w:style w:type="paragraph" w:customStyle="1" w:styleId="Index311pt">
    <w:name w:val="Index3 11pt"/>
    <w:basedOn w:val="Standard"/>
    <w:pPr>
      <w:tabs>
        <w:tab w:val="left" w:pos="2268"/>
      </w:tabs>
      <w:ind w:left="1418" w:right="567" w:hanging="567"/>
    </w:pPr>
    <w:rPr>
      <w:b/>
    </w:rPr>
  </w:style>
  <w:style w:type="paragraph" w:styleId="Kopfzeile">
    <w:name w:val="header"/>
    <w:aliases w:val="Headline 9pt"/>
    <w:basedOn w:val="Standard"/>
    <w:pPr>
      <w:tabs>
        <w:tab w:val="right" w:pos="9923"/>
      </w:tabs>
      <w:spacing w:before="120" w:after="240"/>
      <w:jc w:val="right"/>
    </w:pPr>
    <w:rPr>
      <w:sz w:val="18"/>
    </w:rPr>
  </w:style>
  <w:style w:type="paragraph" w:customStyle="1" w:styleId="ListBar11pt">
    <w:name w:val="List Bar 11pt"/>
    <w:basedOn w:val="Standard"/>
    <w:pPr>
      <w:numPr>
        <w:numId w:val="3"/>
      </w:numPr>
      <w:tabs>
        <w:tab w:val="clear" w:pos="720"/>
        <w:tab w:val="num" w:pos="567"/>
      </w:tabs>
      <w:spacing w:after="0"/>
      <w:ind w:left="567" w:hanging="567"/>
    </w:pPr>
  </w:style>
  <w:style w:type="paragraph" w:customStyle="1" w:styleId="ListBar11ptFeeder">
    <w:name w:val="List Bar 11pt Feeder"/>
    <w:basedOn w:val="Standard"/>
    <w:pPr>
      <w:numPr>
        <w:numId w:val="4"/>
      </w:numPr>
      <w:tabs>
        <w:tab w:val="clear" w:pos="927"/>
      </w:tabs>
      <w:spacing w:after="0"/>
      <w:ind w:left="737" w:right="567" w:hanging="170"/>
    </w:pPr>
  </w:style>
  <w:style w:type="paragraph" w:customStyle="1" w:styleId="ListBar8ptFeeder">
    <w:name w:val="List Bar 8pt Feeder"/>
    <w:basedOn w:val="Standard"/>
    <w:pPr>
      <w:numPr>
        <w:numId w:val="5"/>
      </w:numPr>
      <w:tabs>
        <w:tab w:val="clear" w:pos="644"/>
        <w:tab w:val="left" w:pos="284"/>
        <w:tab w:val="left" w:pos="567"/>
      </w:tabs>
      <w:spacing w:before="40" w:after="0"/>
      <w:ind w:left="568" w:right="284" w:hanging="284"/>
    </w:pPr>
    <w:rPr>
      <w:sz w:val="16"/>
    </w:rPr>
  </w:style>
  <w:style w:type="paragraph" w:customStyle="1" w:styleId="ListBar9pt">
    <w:name w:val="List Bar 9pt"/>
    <w:basedOn w:val="Standard"/>
    <w:pPr>
      <w:numPr>
        <w:numId w:val="6"/>
      </w:numPr>
      <w:tabs>
        <w:tab w:val="clear" w:pos="720"/>
        <w:tab w:val="left" w:pos="284"/>
      </w:tabs>
      <w:spacing w:before="40" w:after="0"/>
      <w:ind w:left="284" w:hanging="284"/>
    </w:pPr>
    <w:rPr>
      <w:sz w:val="18"/>
    </w:rPr>
  </w:style>
  <w:style w:type="paragraph" w:customStyle="1" w:styleId="ListBar9ptFeeder">
    <w:name w:val="List Bar 9pt Feeder"/>
    <w:basedOn w:val="Standard"/>
    <w:pPr>
      <w:numPr>
        <w:numId w:val="7"/>
      </w:numPr>
      <w:tabs>
        <w:tab w:val="clear" w:pos="1288"/>
        <w:tab w:val="left" w:pos="284"/>
        <w:tab w:val="left" w:pos="567"/>
      </w:tabs>
      <w:spacing w:before="40" w:after="0"/>
      <w:ind w:left="567" w:right="284" w:hanging="283"/>
    </w:pPr>
    <w:rPr>
      <w:sz w:val="18"/>
    </w:rPr>
  </w:style>
  <w:style w:type="paragraph" w:customStyle="1" w:styleId="ListCharacter11pt">
    <w:name w:val="List Character 11pt"/>
    <w:basedOn w:val="Standard"/>
    <w:pPr>
      <w:numPr>
        <w:numId w:val="8"/>
      </w:numPr>
      <w:tabs>
        <w:tab w:val="clear" w:pos="360"/>
        <w:tab w:val="num" w:pos="567"/>
      </w:tabs>
      <w:spacing w:after="0"/>
      <w:ind w:left="567" w:hanging="567"/>
    </w:pPr>
  </w:style>
  <w:style w:type="paragraph" w:customStyle="1" w:styleId="ListCharacter11ptFeeder">
    <w:name w:val="List Character 11pt Feeder"/>
    <w:basedOn w:val="Standard"/>
    <w:pPr>
      <w:numPr>
        <w:numId w:val="9"/>
      </w:numPr>
      <w:tabs>
        <w:tab w:val="clear" w:pos="720"/>
      </w:tabs>
      <w:spacing w:after="0"/>
      <w:ind w:left="851" w:right="567" w:hanging="284"/>
    </w:pPr>
    <w:rPr>
      <w:snapToGrid w:val="0"/>
    </w:rPr>
  </w:style>
  <w:style w:type="paragraph" w:customStyle="1" w:styleId="ListDot11pt">
    <w:name w:val="List Dot 11pt"/>
    <w:basedOn w:val="Standard"/>
    <w:pPr>
      <w:keepLines/>
      <w:numPr>
        <w:numId w:val="10"/>
      </w:numPr>
      <w:tabs>
        <w:tab w:val="clear" w:pos="720"/>
        <w:tab w:val="num" w:pos="567"/>
      </w:tabs>
      <w:spacing w:after="0"/>
      <w:ind w:left="567" w:hanging="567"/>
    </w:pPr>
  </w:style>
  <w:style w:type="paragraph" w:customStyle="1" w:styleId="ListDot11ptFeeder">
    <w:name w:val="List Dot 11pt Feeder"/>
    <w:basedOn w:val="Standard"/>
    <w:pPr>
      <w:numPr>
        <w:numId w:val="11"/>
      </w:numPr>
      <w:tabs>
        <w:tab w:val="clear" w:pos="720"/>
        <w:tab w:val="left" w:pos="284"/>
        <w:tab w:val="left" w:pos="851"/>
      </w:tabs>
      <w:spacing w:after="0"/>
      <w:ind w:left="851" w:right="567" w:hanging="284"/>
    </w:pPr>
  </w:style>
  <w:style w:type="paragraph" w:customStyle="1" w:styleId="ListDot8ptFeeder">
    <w:name w:val="List Dot 8pt Feeder"/>
    <w:basedOn w:val="Standard"/>
    <w:pPr>
      <w:numPr>
        <w:numId w:val="12"/>
      </w:numPr>
      <w:tabs>
        <w:tab w:val="clear" w:pos="644"/>
        <w:tab w:val="left" w:pos="567"/>
      </w:tabs>
      <w:spacing w:before="40" w:after="0"/>
      <w:ind w:left="568" w:right="284" w:hanging="284"/>
    </w:pPr>
    <w:rPr>
      <w:sz w:val="16"/>
    </w:rPr>
  </w:style>
  <w:style w:type="paragraph" w:customStyle="1" w:styleId="ListDot9pt">
    <w:name w:val="List Dot 9pt"/>
    <w:basedOn w:val="Standard"/>
    <w:pPr>
      <w:numPr>
        <w:numId w:val="13"/>
      </w:numPr>
      <w:tabs>
        <w:tab w:val="clear" w:pos="360"/>
        <w:tab w:val="left" w:pos="284"/>
      </w:tabs>
      <w:spacing w:before="40" w:after="0"/>
      <w:ind w:left="284" w:hanging="284"/>
    </w:pPr>
    <w:rPr>
      <w:sz w:val="18"/>
    </w:rPr>
  </w:style>
  <w:style w:type="paragraph" w:customStyle="1" w:styleId="ListDot9ptFeeder">
    <w:name w:val="List Dot 9pt Feeder"/>
    <w:basedOn w:val="Standard"/>
    <w:pPr>
      <w:numPr>
        <w:numId w:val="14"/>
      </w:numPr>
      <w:tabs>
        <w:tab w:val="clear" w:pos="644"/>
        <w:tab w:val="left" w:pos="284"/>
        <w:tab w:val="left" w:pos="567"/>
      </w:tabs>
      <w:spacing w:before="40" w:after="0"/>
      <w:ind w:left="568" w:right="284" w:hanging="284"/>
    </w:pPr>
    <w:rPr>
      <w:sz w:val="18"/>
      <w:lang w:val="en-GB"/>
    </w:rPr>
  </w:style>
  <w:style w:type="paragraph" w:customStyle="1" w:styleId="ListNumber11pt">
    <w:name w:val="List Number 11pt"/>
    <w:basedOn w:val="Standard"/>
    <w:pPr>
      <w:numPr>
        <w:numId w:val="15"/>
      </w:numPr>
      <w:tabs>
        <w:tab w:val="clear" w:pos="360"/>
      </w:tabs>
      <w:spacing w:after="0"/>
      <w:ind w:left="567" w:hanging="567"/>
    </w:pPr>
  </w:style>
  <w:style w:type="paragraph" w:customStyle="1" w:styleId="ListNumber11ptFeeder">
    <w:name w:val="List Number 11pt Feeder"/>
    <w:basedOn w:val="Standard"/>
    <w:pPr>
      <w:numPr>
        <w:numId w:val="16"/>
      </w:numPr>
      <w:tabs>
        <w:tab w:val="clear" w:pos="720"/>
        <w:tab w:val="left" w:pos="567"/>
        <w:tab w:val="left" w:pos="851"/>
      </w:tabs>
      <w:spacing w:after="0"/>
      <w:ind w:left="851" w:right="567" w:hanging="284"/>
    </w:pPr>
  </w:style>
  <w:style w:type="paragraph" w:customStyle="1" w:styleId="ListNumber8ptFeeder">
    <w:name w:val="List Number 8pt Feeder"/>
    <w:basedOn w:val="Standard"/>
    <w:pPr>
      <w:numPr>
        <w:numId w:val="17"/>
      </w:numPr>
      <w:tabs>
        <w:tab w:val="clear" w:pos="644"/>
        <w:tab w:val="left" w:pos="567"/>
      </w:tabs>
      <w:spacing w:before="40" w:after="0"/>
      <w:ind w:left="568" w:right="284" w:hanging="284"/>
    </w:pPr>
    <w:rPr>
      <w:sz w:val="16"/>
    </w:rPr>
  </w:style>
  <w:style w:type="paragraph" w:customStyle="1" w:styleId="ListNumber9pt">
    <w:name w:val="List Number 9pt"/>
    <w:basedOn w:val="Standard"/>
    <w:pPr>
      <w:numPr>
        <w:numId w:val="18"/>
      </w:numPr>
      <w:tabs>
        <w:tab w:val="clear" w:pos="360"/>
        <w:tab w:val="left" w:pos="284"/>
      </w:tabs>
      <w:spacing w:before="40" w:after="0"/>
      <w:ind w:left="284" w:hanging="284"/>
    </w:pPr>
    <w:rPr>
      <w:sz w:val="18"/>
    </w:rPr>
  </w:style>
  <w:style w:type="paragraph" w:customStyle="1" w:styleId="ListParagraph8ptFeeder">
    <w:name w:val="List Paragraph 8pt Feeder"/>
    <w:basedOn w:val="Standard"/>
    <w:pPr>
      <w:numPr>
        <w:numId w:val="20"/>
      </w:numPr>
      <w:tabs>
        <w:tab w:val="clear" w:pos="644"/>
      </w:tabs>
      <w:spacing w:before="40" w:after="0"/>
      <w:ind w:left="568" w:right="284" w:hanging="284"/>
    </w:pPr>
    <w:rPr>
      <w:b/>
      <w:sz w:val="16"/>
    </w:rPr>
  </w:style>
  <w:style w:type="paragraph" w:customStyle="1" w:styleId="ListSub-division8ptFeeder">
    <w:name w:val="List Sub-division 8pt Feeder"/>
    <w:basedOn w:val="Standard"/>
    <w:pPr>
      <w:numPr>
        <w:numId w:val="21"/>
      </w:numPr>
      <w:tabs>
        <w:tab w:val="clear" w:pos="397"/>
      </w:tabs>
      <w:spacing w:before="40" w:after="0"/>
      <w:ind w:left="850" w:right="284" w:hanging="283"/>
    </w:pPr>
    <w:rPr>
      <w:sz w:val="16"/>
    </w:rPr>
  </w:style>
  <w:style w:type="paragraph" w:customStyle="1" w:styleId="ProcessStep11ptNumber">
    <w:name w:val="Process Step 11pt Number"/>
    <w:basedOn w:val="Standard"/>
    <w:pPr>
      <w:spacing w:before="40" w:after="40"/>
    </w:pPr>
    <w:rPr>
      <w:b/>
      <w:bCs/>
    </w:rPr>
  </w:style>
  <w:style w:type="paragraph" w:customStyle="1" w:styleId="ProcessStep11ptSub-number">
    <w:name w:val="Process Step 11pt Sub-number"/>
    <w:basedOn w:val="Standard"/>
    <w:pPr>
      <w:spacing w:before="40" w:after="40"/>
    </w:pPr>
    <w:rPr>
      <w:b/>
      <w:bCs/>
    </w:rPr>
  </w:style>
  <w:style w:type="paragraph" w:customStyle="1" w:styleId="ProcessStep11ptSubtitle">
    <w:name w:val="Process Step 11pt Subtitle"/>
    <w:basedOn w:val="Standard"/>
    <w:pPr>
      <w:spacing w:before="40" w:after="40"/>
    </w:pPr>
    <w:rPr>
      <w:b/>
      <w:u w:val="single"/>
    </w:rPr>
  </w:style>
  <w:style w:type="paragraph" w:customStyle="1" w:styleId="ProcessStep11ptTitle">
    <w:name w:val="Process Step 11pt Title"/>
    <w:basedOn w:val="Standard"/>
    <w:pPr>
      <w:spacing w:before="40" w:after="40"/>
    </w:pPr>
    <w:rPr>
      <w:b/>
      <w:u w:val="single"/>
    </w:rPr>
  </w:style>
  <w:style w:type="paragraph" w:customStyle="1" w:styleId="TMauDate">
    <w:name w:val="TM_auDate"/>
    <w:basedOn w:val="Standard"/>
    <w:pPr>
      <w:spacing w:after="120"/>
      <w:jc w:val="center"/>
    </w:pPr>
    <w:rPr>
      <w:b/>
      <w:sz w:val="40"/>
    </w:rPr>
  </w:style>
  <w:style w:type="paragraph" w:customStyle="1" w:styleId="TMCN">
    <w:name w:val="TM_CN"/>
    <w:basedOn w:val="Standard"/>
    <w:pPr>
      <w:spacing w:before="240" w:after="240"/>
      <w:jc w:val="center"/>
    </w:pPr>
    <w:rPr>
      <w:sz w:val="40"/>
    </w:rPr>
  </w:style>
  <w:style w:type="paragraph" w:customStyle="1" w:styleId="TMcompName">
    <w:name w:val="TM_compName"/>
    <w:basedOn w:val="Standard"/>
    <w:pPr>
      <w:spacing w:after="120"/>
      <w:jc w:val="center"/>
    </w:pPr>
    <w:rPr>
      <w:b/>
      <w:sz w:val="40"/>
    </w:rPr>
  </w:style>
  <w:style w:type="paragraph" w:customStyle="1" w:styleId="TMregion">
    <w:name w:val="TM_region"/>
    <w:basedOn w:val="Standard"/>
    <w:pPr>
      <w:spacing w:before="240"/>
      <w:ind w:left="397" w:hanging="340"/>
    </w:pPr>
    <w:rPr>
      <w:sz w:val="16"/>
    </w:rPr>
  </w:style>
  <w:style w:type="paragraph" w:customStyle="1" w:styleId="TMrevision">
    <w:name w:val="TM_revision"/>
    <w:basedOn w:val="Standard"/>
    <w:pPr>
      <w:tabs>
        <w:tab w:val="left" w:pos="1021"/>
        <w:tab w:val="right" w:pos="9866"/>
      </w:tabs>
      <w:ind w:left="397" w:hanging="340"/>
    </w:pPr>
    <w:rPr>
      <w:sz w:val="16"/>
    </w:rPr>
  </w:style>
  <w:style w:type="paragraph" w:customStyle="1" w:styleId="TMstandard">
    <w:name w:val="TM_standard"/>
    <w:basedOn w:val="Standard"/>
    <w:pPr>
      <w:tabs>
        <w:tab w:val="right" w:pos="9923"/>
      </w:tabs>
      <w:spacing w:before="120" w:after="240"/>
      <w:ind w:left="397" w:hanging="340"/>
      <w:jc w:val="right"/>
    </w:pPr>
    <w:rPr>
      <w:sz w:val="18"/>
    </w:rPr>
  </w:style>
  <w:style w:type="paragraph" w:customStyle="1" w:styleId="TMtitle">
    <w:name w:val="TM_title"/>
    <w:basedOn w:val="Standard"/>
    <w:pPr>
      <w:ind w:left="397" w:hanging="340"/>
      <w:jc w:val="center"/>
    </w:pPr>
    <w:rPr>
      <w:b/>
      <w:sz w:val="28"/>
    </w:rPr>
  </w:style>
  <w:style w:type="paragraph" w:styleId="Verzeichnis1">
    <w:name w:val="toc 1"/>
    <w:aliases w:val="Content PRC 1"/>
    <w:basedOn w:val="Standard"/>
    <w:next w:val="Standard"/>
    <w:semiHidden/>
    <w:pPr>
      <w:tabs>
        <w:tab w:val="left" w:pos="851"/>
        <w:tab w:val="right" w:leader="dot" w:pos="9071"/>
      </w:tabs>
      <w:spacing w:before="40"/>
    </w:pPr>
    <w:rPr>
      <w:b/>
      <w:noProof/>
    </w:rPr>
  </w:style>
  <w:style w:type="paragraph" w:styleId="Verzeichnis2">
    <w:name w:val="toc 2"/>
    <w:aliases w:val="Content PRC 2"/>
    <w:basedOn w:val="Standard"/>
    <w:next w:val="Standard"/>
    <w:semiHidden/>
    <w:pPr>
      <w:tabs>
        <w:tab w:val="left" w:pos="851"/>
        <w:tab w:val="right" w:leader="dot" w:pos="9071"/>
      </w:tabs>
      <w:spacing w:before="40"/>
    </w:pPr>
    <w:rPr>
      <w:b/>
      <w:noProof/>
    </w:rPr>
  </w:style>
  <w:style w:type="paragraph" w:styleId="Verzeichnis3">
    <w:name w:val="toc 3"/>
    <w:basedOn w:val="Standard"/>
    <w:next w:val="Standard"/>
    <w:semiHidden/>
    <w:pPr>
      <w:ind w:left="440"/>
    </w:pPr>
  </w:style>
  <w:style w:type="paragraph" w:styleId="Verzeichnis4">
    <w:name w:val="toc 4"/>
    <w:basedOn w:val="Standard"/>
    <w:next w:val="Standard"/>
    <w:semiHidden/>
    <w:pPr>
      <w:ind w:left="660"/>
    </w:pPr>
  </w:style>
  <w:style w:type="paragraph" w:styleId="Verzeichnis5">
    <w:name w:val="toc 5"/>
    <w:basedOn w:val="Standard"/>
    <w:next w:val="Standard"/>
    <w:semiHidden/>
    <w:pPr>
      <w:ind w:left="880"/>
    </w:pPr>
  </w:style>
  <w:style w:type="paragraph" w:styleId="Verzeichnis6">
    <w:name w:val="toc 6"/>
    <w:basedOn w:val="Standard"/>
    <w:next w:val="Standard"/>
    <w:semiHidden/>
    <w:pPr>
      <w:ind w:left="1100"/>
    </w:pPr>
  </w:style>
  <w:style w:type="paragraph" w:styleId="Verzeichnis7">
    <w:name w:val="toc 7"/>
    <w:basedOn w:val="Standard"/>
    <w:next w:val="Standard"/>
    <w:semiHidden/>
    <w:pPr>
      <w:ind w:left="1320"/>
    </w:pPr>
  </w:style>
  <w:style w:type="paragraph" w:styleId="Verzeichnis8">
    <w:name w:val="toc 8"/>
    <w:basedOn w:val="Standard"/>
    <w:next w:val="Standard"/>
    <w:semiHidden/>
    <w:pPr>
      <w:ind w:left="1540"/>
    </w:pPr>
  </w:style>
  <w:style w:type="paragraph" w:styleId="Verzeichnis9">
    <w:name w:val="toc 9"/>
    <w:basedOn w:val="Standard"/>
    <w:next w:val="Standard"/>
    <w:semiHidden/>
    <w:pPr>
      <w:ind w:left="1760"/>
    </w:pPr>
  </w:style>
  <w:style w:type="paragraph" w:customStyle="1" w:styleId="Body6pt">
    <w:name w:val="Body 6pt"/>
    <w:basedOn w:val="Standard"/>
    <w:pPr>
      <w:spacing w:before="0" w:after="0"/>
      <w:jc w:val="left"/>
    </w:pPr>
    <w:rPr>
      <w:sz w:val="12"/>
    </w:rPr>
  </w:style>
  <w:style w:type="paragraph" w:customStyle="1" w:styleId="Blocktext1">
    <w:name w:val="Blocktext1"/>
    <w:basedOn w:val="Standard"/>
    <w:pPr>
      <w:widowControl w:val="0"/>
      <w:spacing w:before="0" w:after="0"/>
      <w:ind w:left="57" w:right="57"/>
    </w:pPr>
  </w:style>
  <w:style w:type="paragraph" w:customStyle="1" w:styleId="Body7pt">
    <w:name w:val="Body 7pt"/>
    <w:basedOn w:val="Standard"/>
    <w:pPr>
      <w:spacing w:before="40" w:after="40"/>
      <w:jc w:val="left"/>
    </w:pPr>
    <w:rPr>
      <w:sz w:val="14"/>
    </w:rPr>
  </w:style>
  <w:style w:type="paragraph" w:customStyle="1" w:styleId="Body10pt">
    <w:name w:val="Body 10pt"/>
    <w:basedOn w:val="Standard"/>
    <w:pPr>
      <w:spacing w:before="0" w:after="120"/>
      <w:jc w:val="left"/>
    </w:pPr>
    <w:rPr>
      <w:sz w:val="20"/>
    </w:rPr>
  </w:style>
  <w:style w:type="paragraph" w:customStyle="1" w:styleId="Body10ptNA0">
    <w:name w:val="Body 10pt NA0"/>
    <w:basedOn w:val="Standard"/>
    <w:pPr>
      <w:spacing w:before="0" w:after="0"/>
    </w:pPr>
    <w:rPr>
      <w:sz w:val="20"/>
    </w:rPr>
  </w:style>
  <w:style w:type="paragraph" w:customStyle="1" w:styleId="Punktliste9">
    <w:name w:val="Punktliste9"/>
    <w:basedOn w:val="Standard"/>
    <w:pPr>
      <w:numPr>
        <w:ilvl w:val="1"/>
        <w:numId w:val="26"/>
      </w:numPr>
    </w:pPr>
  </w:style>
  <w:style w:type="paragraph" w:customStyle="1" w:styleId="Body11ptAS0Bold">
    <w:name w:val="Body 11pt AS0 Bold"/>
    <w:basedOn w:val="Body11ptAS0"/>
    <w:rPr>
      <w:b/>
    </w:rPr>
  </w:style>
  <w:style w:type="paragraph" w:styleId="Textkrper-Einzug2">
    <w:name w:val="Body Text Indent 2"/>
    <w:basedOn w:val="Standard"/>
    <w:pPr>
      <w:spacing w:before="0" w:after="120"/>
      <w:ind w:left="2126" w:hanging="1559"/>
      <w:jc w:val="left"/>
    </w:pPr>
    <w:rPr>
      <w:szCs w:val="24"/>
    </w:rPr>
  </w:style>
  <w:style w:type="paragraph" w:styleId="Sprechblasentext">
    <w:name w:val="Balloon Text"/>
    <w:basedOn w:val="Standard"/>
    <w:semiHidden/>
    <w:rsid w:val="00A3168F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A3168F"/>
    <w:rPr>
      <w:sz w:val="16"/>
      <w:szCs w:val="16"/>
    </w:rPr>
  </w:style>
  <w:style w:type="paragraph" w:styleId="Kommentartext">
    <w:name w:val="annotation text"/>
    <w:basedOn w:val="Standard"/>
    <w:semiHidden/>
    <w:rsid w:val="00A3168F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A3168F"/>
    <w:rPr>
      <w:b/>
      <w:bCs/>
    </w:rPr>
  </w:style>
  <w:style w:type="paragraph" w:styleId="Textkrper">
    <w:name w:val="Body Text"/>
    <w:basedOn w:val="Standard"/>
    <w:rsid w:val="001E75C6"/>
    <w:pPr>
      <w:spacing w:after="120"/>
    </w:pPr>
  </w:style>
  <w:style w:type="paragraph" w:customStyle="1" w:styleId="Format">
    <w:name w:val="Format"/>
    <w:basedOn w:val="Standard"/>
    <w:rsid w:val="001E75C6"/>
    <w:pPr>
      <w:tabs>
        <w:tab w:val="left" w:pos="113"/>
      </w:tabs>
      <w:spacing w:before="120" w:after="48"/>
      <w:jc w:val="left"/>
    </w:pPr>
    <w:rPr>
      <w:sz w:val="16"/>
    </w:rPr>
  </w:style>
  <w:style w:type="table" w:styleId="Tabellenraster">
    <w:name w:val="Table Grid"/>
    <w:basedOn w:val="NormaleTabelle"/>
    <w:rsid w:val="00D32591"/>
    <w:rPr>
      <w:rFonts w:eastAsia="MS Minch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nummer2">
    <w:name w:val="List Number 2"/>
    <w:basedOn w:val="Standard"/>
    <w:rsid w:val="006A434E"/>
    <w:pPr>
      <w:tabs>
        <w:tab w:val="num" w:pos="1288"/>
      </w:tabs>
      <w:spacing w:before="0" w:after="0"/>
      <w:ind w:left="1288" w:hanging="360"/>
      <w:jc w:val="left"/>
    </w:pPr>
  </w:style>
  <w:style w:type="character" w:styleId="Hyperlink">
    <w:name w:val="Hyperlink"/>
    <w:rsid w:val="003A10B0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A15EB9"/>
    <w:pPr>
      <w:ind w:left="720"/>
      <w:contextualSpacing/>
    </w:pPr>
  </w:style>
  <w:style w:type="character" w:customStyle="1" w:styleId="lslinktext">
    <w:name w:val="lslink__text"/>
    <w:basedOn w:val="Absatz-Standardschriftart"/>
    <w:rsid w:val="006C0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v.com/fk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ks@de.tuv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STREHLE\zzzu_Bearbeitung_Dateien\vorlagen\styleguide_forms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styleguide_forms.dot</Template>
  <TotalTime>0</TotalTime>
  <Pages>6</Pages>
  <Words>1062</Words>
  <Characters>8629</Characters>
  <Application>Microsoft Office Word</Application>
  <DocSecurity>8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styleguide forms mit englischen bookmarks und englischen formatvorlagen</vt:lpstr>
    </vt:vector>
  </TitlesOfParts>
  <Company>TUEV</Company>
  <LinksUpToDate>false</LinksUpToDate>
  <CharactersWithSpaces>9672</CharactersWithSpaces>
  <SharedDoc>false</SharedDoc>
  <HLinks>
    <vt:vector size="12" baseType="variant"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http://www.tuv.com/fks</vt:lpwstr>
      </vt:variant>
      <vt:variant>
        <vt:lpwstr/>
      </vt:variant>
      <vt:variant>
        <vt:i4>589925</vt:i4>
      </vt:variant>
      <vt:variant>
        <vt:i4>0</vt:i4>
      </vt:variant>
      <vt:variant>
        <vt:i4>0</vt:i4>
      </vt:variant>
      <vt:variant>
        <vt:i4>5</vt:i4>
      </vt:variant>
      <vt:variant>
        <vt:lpwstr>mailto:fks@de.tuv.com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styleguide forms mit englischen bookmarks und englischen formatvorlagen</dc:title>
  <dc:creator>strehlek</dc:creator>
  <cp:lastModifiedBy>Elisabeth Sternal</cp:lastModifiedBy>
  <cp:revision>2</cp:revision>
  <cp:lastPrinted>2008-09-09T11:09:00Z</cp:lastPrinted>
  <dcterms:created xsi:type="dcterms:W3CDTF">2024-01-30T18:30:00Z</dcterms:created>
  <dcterms:modified xsi:type="dcterms:W3CDTF">2024-01-30T18:30:00Z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d538fd-7cd2-4b8b-bd42-f6ee8cc1e568_Enabled">
    <vt:lpwstr>true</vt:lpwstr>
  </property>
  <property fmtid="{D5CDD505-2E9C-101B-9397-08002B2CF9AE}" pid="3" name="MSIP_Label_d3d538fd-7cd2-4b8b-bd42-f6ee8cc1e568_SetDate">
    <vt:lpwstr>2021-10-14T14:30:23Z</vt:lpwstr>
  </property>
  <property fmtid="{D5CDD505-2E9C-101B-9397-08002B2CF9AE}" pid="4" name="MSIP_Label_d3d538fd-7cd2-4b8b-bd42-f6ee8cc1e568_Method">
    <vt:lpwstr>Standard</vt:lpwstr>
  </property>
  <property fmtid="{D5CDD505-2E9C-101B-9397-08002B2CF9AE}" pid="5" name="MSIP_Label_d3d538fd-7cd2-4b8b-bd42-f6ee8cc1e568_Name">
    <vt:lpwstr>d3d538fd-7cd2-4b8b-bd42-f6ee8cc1e568</vt:lpwstr>
  </property>
  <property fmtid="{D5CDD505-2E9C-101B-9397-08002B2CF9AE}" pid="6" name="MSIP_Label_d3d538fd-7cd2-4b8b-bd42-f6ee8cc1e568_SiteId">
    <vt:lpwstr>255bd3b3-8412-4e31-a3ec-56916c7ae8c0</vt:lpwstr>
  </property>
  <property fmtid="{D5CDD505-2E9C-101B-9397-08002B2CF9AE}" pid="7" name="MSIP_Label_d3d538fd-7cd2-4b8b-bd42-f6ee8cc1e568_ActionId">
    <vt:lpwstr>cce0c7bf-4813-43ad-8e73-3440ccc68efd</vt:lpwstr>
  </property>
  <property fmtid="{D5CDD505-2E9C-101B-9397-08002B2CF9AE}" pid="8" name="MSIP_Label_d3d538fd-7cd2-4b8b-bd42-f6ee8cc1e568_ContentBits">
    <vt:lpwstr>0</vt:lpwstr>
  </property>
</Properties>
</file>